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5D" w:rsidRDefault="00F20B5D" w:rsidP="001A7CE5">
      <w:pPr>
        <w:jc w:val="center"/>
        <w:rPr>
          <w:b/>
          <w:sz w:val="22"/>
          <w:szCs w:val="22"/>
        </w:rPr>
      </w:pPr>
    </w:p>
    <w:p w:rsidR="00476E8A" w:rsidRPr="00381032" w:rsidRDefault="00F20B5D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</w:t>
      </w:r>
      <w:r w:rsidR="001A7CE5" w:rsidRPr="00381032">
        <w:rPr>
          <w:rFonts w:ascii="Arial Black" w:hAnsi="Arial Black"/>
          <w:b/>
          <w:sz w:val="28"/>
          <w:szCs w:val="28"/>
        </w:rPr>
        <w:t xml:space="preserve"> </w:t>
      </w:r>
      <w:r w:rsidR="001C47B1" w:rsidRPr="00381032">
        <w:rPr>
          <w:rFonts w:ascii="Arial Black" w:hAnsi="Arial Black"/>
          <w:b/>
          <w:sz w:val="28"/>
          <w:szCs w:val="28"/>
        </w:rPr>
        <w:t xml:space="preserve">Technology </w:t>
      </w:r>
      <w:r w:rsidRPr="00381032">
        <w:rPr>
          <w:rFonts w:ascii="Arial Black" w:hAnsi="Arial Black"/>
          <w:b/>
          <w:sz w:val="28"/>
          <w:szCs w:val="28"/>
        </w:rPr>
        <w:t>Seminars</w:t>
      </w:r>
    </w:p>
    <w:p w:rsidR="00922FF6" w:rsidRPr="000C6E63" w:rsidRDefault="00922FF6" w:rsidP="001A7CE5">
      <w:pPr>
        <w:jc w:val="center"/>
        <w:rPr>
          <w:b/>
          <w:i/>
          <w:sz w:val="22"/>
          <w:szCs w:val="22"/>
        </w:rPr>
      </w:pPr>
    </w:p>
    <w:p w:rsidR="00C11323" w:rsidRPr="00C11323" w:rsidRDefault="00C11323" w:rsidP="00686EB4">
      <w:pPr>
        <w:pStyle w:val="Title"/>
        <w:rPr>
          <w:rFonts w:ascii="Arial Black" w:hAnsi="Arial Black" w:cs="Arial"/>
          <w:b w:val="0"/>
          <w:sz w:val="22"/>
          <w:szCs w:val="22"/>
        </w:rPr>
      </w:pPr>
      <w:r w:rsidRPr="00C11323">
        <w:rPr>
          <w:rFonts w:ascii="Arial Black" w:hAnsi="Arial Black"/>
          <w:b w:val="0"/>
          <w:sz w:val="22"/>
          <w:szCs w:val="22"/>
        </w:rPr>
        <w:t xml:space="preserve">Course </w:t>
      </w:r>
      <w:r w:rsidRPr="00C11323">
        <w:rPr>
          <w:rFonts w:ascii="Arial Black" w:hAnsi="Arial Black" w:cs="Arial"/>
          <w:b w:val="0"/>
          <w:sz w:val="22"/>
          <w:szCs w:val="22"/>
        </w:rPr>
        <w:t>Evaluation</w:t>
      </w:r>
    </w:p>
    <w:p w:rsidR="00C11323" w:rsidRDefault="00C11323" w:rsidP="00A229FE">
      <w:pPr>
        <w:pStyle w:val="Title"/>
        <w:jc w:val="left"/>
        <w:rPr>
          <w:b w:val="0"/>
          <w:sz w:val="22"/>
          <w:szCs w:val="22"/>
        </w:rPr>
      </w:pPr>
    </w:p>
    <w:p w:rsidR="002979DB" w:rsidRPr="009018B2" w:rsidRDefault="00C11323" w:rsidP="009018B2">
      <w:pPr>
        <w:autoSpaceDE w:val="0"/>
        <w:autoSpaceDN w:val="0"/>
        <w:adjustRightInd w:val="0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 xml:space="preserve">   </w:t>
      </w:r>
    </w:p>
    <w:tbl>
      <w:tblPr>
        <w:tblW w:w="0" w:type="auto"/>
        <w:tblLook w:val="04A0"/>
      </w:tblPr>
      <w:tblGrid>
        <w:gridCol w:w="4564"/>
        <w:gridCol w:w="4565"/>
      </w:tblGrid>
      <w:tr w:rsidR="009018B2" w:rsidTr="00A94BC1">
        <w:tc>
          <w:tcPr>
            <w:tcW w:w="4564" w:type="dxa"/>
          </w:tcPr>
          <w:p w:rsidR="009018B2" w:rsidRPr="00A94BC1" w:rsidRDefault="009018B2" w:rsidP="00A94BC1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A94BC1">
              <w:rPr>
                <w:rFonts w:ascii="Arial" w:hAnsi="Arial"/>
                <w:sz w:val="22"/>
                <w:szCs w:val="22"/>
              </w:rPr>
              <w:t>Trainer/Speaker:</w:t>
            </w:r>
            <w:r w:rsidRPr="00A94BC1">
              <w:rPr>
                <w:rFonts w:ascii="Arial" w:hAnsi="Arial"/>
                <w:b w:val="0"/>
                <w:sz w:val="22"/>
                <w:szCs w:val="22"/>
              </w:rPr>
              <w:t xml:space="preserve">  Dennis Shasha</w:t>
            </w:r>
          </w:p>
        </w:tc>
        <w:tc>
          <w:tcPr>
            <w:tcW w:w="4565" w:type="dxa"/>
          </w:tcPr>
          <w:p w:rsidR="009018B2" w:rsidRPr="00A94BC1" w:rsidRDefault="009018B2" w:rsidP="00A94BC1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A94BC1">
              <w:rPr>
                <w:rFonts w:ascii="Arial" w:hAnsi="Arial"/>
                <w:sz w:val="22"/>
                <w:szCs w:val="22"/>
              </w:rPr>
              <w:t>First Class Date:</w:t>
            </w:r>
            <w:r w:rsidRPr="00A94BC1">
              <w:rPr>
                <w:rFonts w:ascii="Arial" w:hAnsi="Arial"/>
                <w:b w:val="0"/>
                <w:sz w:val="22"/>
                <w:szCs w:val="22"/>
              </w:rPr>
              <w:t xml:space="preserve">  </w:t>
            </w:r>
            <w:r w:rsidR="00F14FFA" w:rsidRPr="00A94BC1">
              <w:rPr>
                <w:rFonts w:ascii="Arial" w:hAnsi="Arial"/>
                <w:b w:val="0"/>
                <w:i/>
                <w:color w:val="548DD4"/>
                <w:szCs w:val="20"/>
              </w:rPr>
              <w:t>7/18/2011</w:t>
            </w:r>
          </w:p>
        </w:tc>
      </w:tr>
      <w:tr w:rsidR="009018B2" w:rsidTr="00A94BC1">
        <w:tc>
          <w:tcPr>
            <w:tcW w:w="4564" w:type="dxa"/>
          </w:tcPr>
          <w:p w:rsidR="009018B2" w:rsidRPr="00A94BC1" w:rsidRDefault="009018B2" w:rsidP="00A94BC1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A94BC1">
              <w:rPr>
                <w:rFonts w:ascii="Arial" w:hAnsi="Arial"/>
                <w:sz w:val="22"/>
                <w:szCs w:val="22"/>
              </w:rPr>
              <w:t xml:space="preserve">Your Name:         </w:t>
            </w:r>
            <w:r w:rsidRPr="00A94BC1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r w:rsidR="00F14FFA" w:rsidRPr="00A94BC1">
              <w:rPr>
                <w:rFonts w:ascii="Arial" w:hAnsi="Arial" w:cs="Arial"/>
                <w:b w:val="0"/>
                <w:i/>
                <w:color w:val="548DD4"/>
                <w:szCs w:val="20"/>
              </w:rPr>
              <w:t>Abhishek Navre</w:t>
            </w:r>
            <w:r w:rsidRPr="00A94BC1">
              <w:rPr>
                <w:rFonts w:ascii="Arial" w:hAnsi="Arial"/>
                <w:b w:val="0"/>
                <w:sz w:val="22"/>
                <w:szCs w:val="22"/>
              </w:rPr>
              <w:tab/>
            </w:r>
            <w:r w:rsidRPr="00A94BC1">
              <w:rPr>
                <w:rFonts w:ascii="Arial" w:hAnsi="Arial"/>
                <w:b w:val="0"/>
                <w:sz w:val="22"/>
                <w:szCs w:val="22"/>
              </w:rPr>
              <w:tab/>
            </w:r>
          </w:p>
        </w:tc>
        <w:tc>
          <w:tcPr>
            <w:tcW w:w="4565" w:type="dxa"/>
          </w:tcPr>
          <w:p w:rsidR="009018B2" w:rsidRPr="00A94BC1" w:rsidRDefault="009018B2" w:rsidP="00A94B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A94BC1">
              <w:rPr>
                <w:rFonts w:ascii="Arial" w:hAnsi="Arial"/>
                <w:b/>
                <w:sz w:val="22"/>
                <w:szCs w:val="22"/>
              </w:rPr>
              <w:t>Course Name:</w:t>
            </w:r>
            <w:r w:rsidRPr="00A94BC1">
              <w:rPr>
                <w:rFonts w:ascii="Arial" w:hAnsi="Arial"/>
                <w:sz w:val="22"/>
                <w:szCs w:val="22"/>
              </w:rPr>
              <w:t xml:space="preserve">       q for Smarties</w:t>
            </w:r>
            <w:r w:rsidRPr="00A94BC1">
              <w:rPr>
                <w:rFonts w:ascii="Arial" w:hAnsi="Arial"/>
                <w:sz w:val="22"/>
                <w:szCs w:val="22"/>
              </w:rPr>
              <w:tab/>
            </w:r>
            <w:r w:rsidRPr="00A94BC1">
              <w:rPr>
                <w:rFonts w:ascii="Arial" w:hAnsi="Arial"/>
                <w:sz w:val="22"/>
                <w:szCs w:val="22"/>
              </w:rPr>
              <w:tab/>
            </w:r>
          </w:p>
        </w:tc>
      </w:tr>
    </w:tbl>
    <w:p w:rsidR="009018B2" w:rsidRPr="00A229FE" w:rsidRDefault="009018B2">
      <w:pPr>
        <w:pStyle w:val="Title"/>
        <w:jc w:val="left"/>
        <w:rPr>
          <w:rFonts w:ascii="Arial" w:hAnsi="Arial"/>
          <w:sz w:val="22"/>
          <w:szCs w:val="22"/>
        </w:rPr>
      </w:pPr>
    </w:p>
    <w:p w:rsidR="009018B2" w:rsidRDefault="00F34BDF" w:rsidP="009018B2">
      <w:pPr>
        <w:pStyle w:val="Title"/>
        <w:jc w:val="left"/>
        <w:rPr>
          <w:sz w:val="16"/>
          <w:szCs w:val="16"/>
        </w:rPr>
      </w:pPr>
      <w:r>
        <w:rPr>
          <w:rFonts w:ascii="Arial" w:hAnsi="Arial"/>
          <w:sz w:val="28"/>
          <w:szCs w:val="28"/>
        </w:rPr>
        <w:t>Course Content:</w:t>
      </w:r>
      <w:r w:rsidR="002979DB" w:rsidRPr="002979DB">
        <w:rPr>
          <w:sz w:val="16"/>
          <w:szCs w:val="16"/>
        </w:rPr>
        <w:t xml:space="preserve"> </w:t>
      </w:r>
    </w:p>
    <w:p w:rsidR="009018B2" w:rsidRPr="009018B2" w:rsidRDefault="009018B2" w:rsidP="009018B2">
      <w:pPr>
        <w:pStyle w:val="Title"/>
        <w:jc w:val="left"/>
        <w:rPr>
          <w:rFonts w:ascii="Arial" w:hAnsi="Arial"/>
          <w:sz w:val="12"/>
          <w:szCs w:val="12"/>
        </w:rPr>
      </w:pPr>
    </w:p>
    <w:p w:rsidR="00C11323" w:rsidRPr="00F34BDF" w:rsidRDefault="00F34BDF" w:rsidP="00F34BDF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Please rate each statement below: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Agree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Disagree</w:t>
      </w:r>
      <w:r w:rsidR="00354E57" w:rsidRPr="00354E57">
        <w:rPr>
          <w:rFonts w:ascii="Arial" w:hAnsi="Arial"/>
          <w:sz w:val="20"/>
        </w:rPr>
        <w:t xml:space="preserve">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n/a</w:t>
      </w:r>
    </w:p>
    <w:p w:rsidR="00061926" w:rsidRDefault="00061926" w:rsidP="00C11323">
      <w:pPr>
        <w:pStyle w:val="Title"/>
        <w:jc w:val="left"/>
      </w:pPr>
    </w:p>
    <w:tbl>
      <w:tblPr>
        <w:tblW w:w="93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1800"/>
      </w:tblGrid>
      <w:tr w:rsidR="000A4FC7" w:rsidTr="002979DB">
        <w:trPr>
          <w:trHeight w:val="422"/>
        </w:trPr>
        <w:tc>
          <w:tcPr>
            <w:tcW w:w="7560" w:type="dxa"/>
            <w:shd w:val="clear" w:color="auto" w:fill="D9D9D9"/>
          </w:tcPr>
          <w:p w:rsidR="000A4FC7" w:rsidRDefault="00F34BDF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Content / Relevancy</w:t>
            </w:r>
          </w:p>
        </w:tc>
        <w:tc>
          <w:tcPr>
            <w:tcW w:w="1800" w:type="dxa"/>
          </w:tcPr>
          <w:p w:rsidR="000A4FC7" w:rsidRDefault="000A4FC7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The course met my expectations.</w:t>
            </w:r>
          </w:p>
        </w:tc>
        <w:tc>
          <w:tcPr>
            <w:tcW w:w="1800" w:type="dxa"/>
            <w:vAlign w:val="center"/>
          </w:tcPr>
          <w:p w:rsidR="000A4FC7" w:rsidRPr="00B3152A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i/>
                <w:color w:val="548DD4"/>
                <w:sz w:val="20"/>
                <w:szCs w:val="20"/>
              </w:rPr>
              <w:t>Agree</w:t>
            </w:r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amount of material presented in the course was appropriate.</w:t>
            </w:r>
          </w:p>
        </w:tc>
        <w:tc>
          <w:tcPr>
            <w:tcW w:w="1800" w:type="dxa"/>
            <w:vAlign w:val="center"/>
          </w:tcPr>
          <w:p w:rsidR="000A4FC7" w:rsidRPr="00B3152A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i/>
                <w:color w:val="548DD4"/>
                <w:sz w:val="20"/>
                <w:szCs w:val="20"/>
              </w:rPr>
              <w:t>Agree</w:t>
            </w:r>
          </w:p>
        </w:tc>
      </w:tr>
      <w:tr w:rsidR="002979DB" w:rsidTr="00343E81">
        <w:tc>
          <w:tcPr>
            <w:tcW w:w="7560" w:type="dxa"/>
          </w:tcPr>
          <w:p w:rsidR="002979DB" w:rsidRPr="006A67CC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 w:rsidRPr="006A67CC">
              <w:rPr>
                <w:rFonts w:ascii="Arial" w:hAnsi="Arial"/>
                <w:sz w:val="20"/>
              </w:rPr>
              <w:t>The course will make a difference in the way I do my job.</w:t>
            </w:r>
          </w:p>
        </w:tc>
        <w:tc>
          <w:tcPr>
            <w:tcW w:w="1800" w:type="dxa"/>
            <w:vAlign w:val="center"/>
          </w:tcPr>
          <w:p w:rsidR="002979DB" w:rsidRPr="00B3152A" w:rsidRDefault="00F14FFA" w:rsidP="00343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i/>
                <w:color w:val="548DD4"/>
                <w:sz w:val="20"/>
                <w:szCs w:val="20"/>
              </w:rPr>
              <w:t>Agree</w:t>
            </w:r>
          </w:p>
        </w:tc>
      </w:tr>
    </w:tbl>
    <w:p w:rsid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</w:p>
    <w:p w:rsidR="00C35EF5" w:rsidRDefault="00C35EF5" w:rsidP="006A67CC">
      <w:pPr>
        <w:pStyle w:val="Title"/>
        <w:jc w:val="left"/>
      </w:pPr>
    </w:p>
    <w:p w:rsidR="00D44143" w:rsidRP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are the three most important things you learned during the course?</w:t>
      </w:r>
    </w:p>
    <w:p w:rsidR="00D44143" w:rsidRDefault="00D44143" w:rsidP="00D44143"/>
    <w:p w:rsidR="00D44143" w:rsidRPr="00F06993" w:rsidRDefault="00F14FFA" w:rsidP="00F06993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Basic Q idioms/functionality</w:t>
      </w:r>
      <w:r w:rsidR="009018B2" w:rsidRPr="00F06993">
        <w:rPr>
          <w:sz w:val="24"/>
          <w:szCs w:val="24"/>
        </w:rPr>
        <w:tab/>
      </w:r>
      <w:r w:rsidR="009018B2" w:rsidRPr="00F06993">
        <w:rPr>
          <w:sz w:val="24"/>
          <w:szCs w:val="24"/>
        </w:rPr>
        <w:tab/>
      </w:r>
    </w:p>
    <w:p w:rsidR="00A229FE" w:rsidRPr="009018B2" w:rsidRDefault="00F14FFA" w:rsidP="00A229FE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Organization of tables in kdb</w:t>
      </w:r>
    </w:p>
    <w:p w:rsidR="00A229FE" w:rsidRPr="00F06993" w:rsidRDefault="00F14FFA" w:rsidP="00A229FE">
      <w:pPr>
        <w:pStyle w:val="ListParagraph"/>
        <w:numPr>
          <w:ilvl w:val="0"/>
          <w:numId w:val="25"/>
        </w:numPr>
        <w:spacing w:after="0" w:line="240" w:lineRule="auto"/>
        <w:rPr>
          <w:i/>
        </w:rPr>
      </w:pPr>
      <w:r>
        <w:rPr>
          <w:color w:val="808080"/>
          <w:sz w:val="24"/>
          <w:szCs w:val="24"/>
        </w:rPr>
        <w:t>IPC</w:t>
      </w:r>
    </w:p>
    <w:p w:rsidR="00D44143" w:rsidRPr="00F06993" w:rsidRDefault="00D44143" w:rsidP="00D44143">
      <w:pPr>
        <w:rPr>
          <w:i/>
        </w:rPr>
      </w:pPr>
    </w:p>
    <w:p w:rsidR="00C35EF5" w:rsidRDefault="00C35EF5" w:rsidP="006A67CC">
      <w:pPr>
        <w:pStyle w:val="Title"/>
        <w:jc w:val="left"/>
      </w:pPr>
    </w:p>
    <w:p w:rsidR="006A67CC" w:rsidRPr="006A67CC" w:rsidRDefault="00061926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 xml:space="preserve">What aspect </w:t>
      </w:r>
      <w:r w:rsidR="006A67CC">
        <w:t>of the course did you like most?</w:t>
      </w:r>
    </w:p>
    <w:p w:rsidR="00C35EF5" w:rsidRPr="00C35EF5" w:rsidRDefault="00C35EF5" w:rsidP="00C35EF5">
      <w:pPr>
        <w:rPr>
          <w:u w:val="single"/>
        </w:rPr>
      </w:pPr>
    </w:p>
    <w:p w:rsidR="00C35EF5" w:rsidRPr="00C35EF5" w:rsidRDefault="00F14FFA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eastAsia="Times New Roman" w:hAnsi="Verdana"/>
          <w:sz w:val="24"/>
          <w:szCs w:val="24"/>
          <w:u w:val="single"/>
          <w:lang w:val="en-GB"/>
        </w:rPr>
      </w:pPr>
      <w:r>
        <w:rPr>
          <w:sz w:val="24"/>
          <w:szCs w:val="24"/>
          <w:u w:val="single"/>
        </w:rPr>
        <w:t>Interactive learning</w:t>
      </w:r>
    </w:p>
    <w:p w:rsidR="00C11323" w:rsidRPr="00C35EF5" w:rsidRDefault="00C35EF5" w:rsidP="00C35EF5">
      <w:pPr>
        <w:ind w:left="360"/>
        <w:rPr>
          <w:rFonts w:ascii="Arial" w:hAnsi="Arial"/>
          <w:sz w:val="24"/>
        </w:rPr>
      </w:pPr>
      <w:r>
        <w:t xml:space="preserve">  </w:t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  <w:t xml:space="preserve"> </w:t>
      </w:r>
      <w:r w:rsidR="00061926" w:rsidRPr="00C35EF5">
        <w:tab/>
      </w:r>
    </w:p>
    <w:p w:rsidR="00C35EF5" w:rsidRDefault="00C35EF5" w:rsidP="006A67CC">
      <w:pPr>
        <w:pStyle w:val="Title"/>
        <w:jc w:val="left"/>
      </w:pPr>
    </w:p>
    <w:p w:rsidR="006A67CC" w:rsidRPr="006A67CC" w:rsidRDefault="006A67CC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aspect of the course would you change?</w:t>
      </w:r>
    </w:p>
    <w:p w:rsidR="006A67CC" w:rsidRDefault="006A67CC" w:rsidP="006A67CC"/>
    <w:p w:rsidR="00F14FFA" w:rsidRPr="00F14FFA" w:rsidRDefault="00F14FFA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eastAsia="Times New Roman" w:hAnsi="Verdana"/>
          <w:sz w:val="24"/>
          <w:szCs w:val="24"/>
          <w:u w:val="single"/>
          <w:lang w:val="en-GB"/>
        </w:rPr>
      </w:pPr>
      <w:r>
        <w:rPr>
          <w:sz w:val="24"/>
          <w:szCs w:val="24"/>
          <w:u w:val="single"/>
        </w:rPr>
        <w:t xml:space="preserve">Increase in the duration of the course, such that there is more hands on learning. </w:t>
      </w:r>
    </w:p>
    <w:p w:rsidR="00C35EF5" w:rsidRPr="00C35EF5" w:rsidRDefault="00F14FFA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eastAsia="Times New Roman" w:hAnsi="Verdana"/>
          <w:sz w:val="24"/>
          <w:szCs w:val="24"/>
          <w:u w:val="single"/>
          <w:lang w:val="en-GB"/>
        </w:rPr>
      </w:pPr>
      <w:r>
        <w:rPr>
          <w:sz w:val="24"/>
          <w:szCs w:val="24"/>
          <w:u w:val="single"/>
        </w:rPr>
        <w:t>Provision of a reference toolkit with basic idioms/functions for reference while coding.</w:t>
      </w:r>
    </w:p>
    <w:p w:rsidR="006A67CC" w:rsidRDefault="006A67CC" w:rsidP="00C35EF5">
      <w:pPr>
        <w:ind w:left="360"/>
      </w:pPr>
    </w:p>
    <w:p w:rsidR="00061926" w:rsidRDefault="00061926" w:rsidP="00C11323">
      <w:pPr>
        <w:pStyle w:val="Title"/>
        <w:jc w:val="left"/>
      </w:pPr>
    </w:p>
    <w:p w:rsidR="00686EB4" w:rsidRDefault="00061926" w:rsidP="00C11323">
      <w:pPr>
        <w:pStyle w:val="Title"/>
        <w:jc w:val="left"/>
      </w:pPr>
      <w:r w:rsidRPr="00061926">
        <w:t>Comments</w:t>
      </w:r>
      <w:r>
        <w:t xml:space="preserve"> on Course Content/Relevancy</w:t>
      </w:r>
      <w:r w:rsidRPr="00061926">
        <w:t>:</w:t>
      </w:r>
    </w:p>
    <w:p w:rsidR="00C35EF5" w:rsidRDefault="00C35EF5" w:rsidP="00C11323">
      <w:pPr>
        <w:pStyle w:val="Title"/>
        <w:jc w:val="left"/>
        <w:rPr>
          <w:b w:val="0"/>
        </w:rPr>
      </w:pPr>
    </w:p>
    <w:p w:rsidR="00C35EF5" w:rsidRPr="00C35EF5" w:rsidRDefault="00A94BC1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eastAsia="Times New Roman" w:hAnsi="Verdana"/>
          <w:sz w:val="24"/>
          <w:szCs w:val="24"/>
          <w:u w:val="single"/>
          <w:lang w:val="en-GB"/>
        </w:rPr>
      </w:pPr>
      <w:r>
        <w:rPr>
          <w:sz w:val="24"/>
          <w:szCs w:val="24"/>
          <w:u w:val="single"/>
        </w:rPr>
        <w:t>Very relevant as an introduction to Q</w:t>
      </w:r>
    </w:p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sz w:val="28"/>
          <w:szCs w:val="28"/>
        </w:rPr>
        <w:br w:type="page"/>
      </w:r>
    </w:p>
    <w:p w:rsidR="00C35EF5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</w:p>
    <w:p w:rsidR="00686EB4" w:rsidRPr="00C11323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</w:t>
      </w:r>
      <w:r w:rsidR="00A7064C" w:rsidRPr="00C11323">
        <w:rPr>
          <w:rFonts w:ascii="Arial" w:hAnsi="Arial"/>
          <w:sz w:val="28"/>
          <w:szCs w:val="28"/>
        </w:rPr>
        <w:t>rainer’s Skills:</w:t>
      </w:r>
    </w:p>
    <w:p w:rsidR="00A7064C" w:rsidRDefault="00A7064C" w:rsidP="00A7064C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Please summarize trainer’s demonstrated knowledge/skills using the rating system below: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shows strength in this area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demonstrates some ability in this area</w:t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</w:p>
    <w:p w:rsidR="00686EB4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needs additional support in this area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A7064C" w:rsidRDefault="00A7064C" w:rsidP="00686EB4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A7064C" w:rsidRDefault="00A7064C" w:rsidP="00A7064C">
      <w:pPr>
        <w:autoSpaceDE w:val="0"/>
        <w:autoSpaceDN w:val="0"/>
        <w:adjustRightInd w:val="0"/>
        <w:rPr>
          <w:rFonts w:ascii="Arial" w:hAnsi="Arial"/>
          <w:b/>
          <w:sz w:val="20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990"/>
        <w:gridCol w:w="3690"/>
        <w:gridCol w:w="900"/>
      </w:tblGrid>
      <w:tr w:rsidR="00A7064C" w:rsidTr="00686EB4">
        <w:trPr>
          <w:trHeight w:val="422"/>
        </w:trPr>
        <w:tc>
          <w:tcPr>
            <w:tcW w:w="3780" w:type="dxa"/>
            <w:shd w:val="clear" w:color="auto" w:fill="D9D9D9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Delivery</w:t>
            </w:r>
          </w:p>
        </w:tc>
        <w:tc>
          <w:tcPr>
            <w:tcW w:w="99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shd w:val="clear" w:color="auto" w:fill="E0E0E0"/>
          </w:tcPr>
          <w:p w:rsidR="00A7064C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Visual Aids</w:t>
            </w:r>
          </w:p>
        </w:tc>
        <w:tc>
          <w:tcPr>
            <w:tcW w:w="90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2E76B9" w:rsidP="002E76B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Greeting the group warmly.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visual aids.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Used a voice loud and clear enough to hear easily.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Made sure materials could be read easily from where I was sitting.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Delivered a talk designed in a logical way from beginning to middle and end,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Got the point across in a clear and simple way.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Described clearly what to expect from the course.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690" w:type="dxa"/>
            <w:shd w:val="clear" w:color="auto" w:fill="auto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Talked to the group rather than to the screen or flipchart.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effective examples and illustrations.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key words rather than sentences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rPr>
          <w:trHeight w:val="458"/>
        </w:trPr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Defined unfamiliar technical terms.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690" w:type="dxa"/>
            <w:shd w:val="clear" w:color="auto" w:fill="D9D9D9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686EB4">
              <w:rPr>
                <w:rFonts w:ascii="Arial" w:hAnsi="Arial"/>
                <w:b/>
                <w:sz w:val="20"/>
              </w:rPr>
              <w:t>Body Language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  <w:tcBorders>
              <w:bottom w:val="single" w:sz="4" w:space="0" w:color="auto"/>
            </w:tcBorders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Summarized the main points before finishing.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Maintained good eye contact with the group.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rPr>
          <w:trHeight w:val="485"/>
        </w:trPr>
        <w:tc>
          <w:tcPr>
            <w:tcW w:w="3780" w:type="dxa"/>
            <w:shd w:val="clear" w:color="auto" w:fill="D9D9D9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Group Participation</w:t>
            </w:r>
          </w:p>
        </w:tc>
        <w:tc>
          <w:tcPr>
            <w:tcW w:w="99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C24976"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Was friendly and smiled.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Involved the group. 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686EB4" w:rsidRDefault="00686EB4" w:rsidP="00686E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body language to help communicate ideas visually</w:t>
            </w:r>
          </w:p>
        </w:tc>
        <w:tc>
          <w:tcPr>
            <w:tcW w:w="900" w:type="dxa"/>
            <w:vAlign w:val="center"/>
          </w:tcPr>
          <w:p w:rsidR="00686EB4" w:rsidRDefault="00686EB4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Handled questions and comments with effectively.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  <w:shd w:val="clear" w:color="auto" w:fill="E0E0E0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Technical Competency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Divided course into appropriate sections.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Taught technically accurate content.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Provided clear instructions for all activities.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Gauged group level of technical knowledge and adjusted the presentation accordingly. </w:t>
            </w:r>
          </w:p>
        </w:tc>
        <w:tc>
          <w:tcPr>
            <w:tcW w:w="90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Clarified or rephrased questions to elicit group participation.</w:t>
            </w:r>
          </w:p>
        </w:tc>
        <w:tc>
          <w:tcPr>
            <w:tcW w:w="990" w:type="dxa"/>
            <w:vAlign w:val="center"/>
          </w:tcPr>
          <w:p w:rsidR="00686EB4" w:rsidRDefault="00F14FFA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690" w:type="dxa"/>
          </w:tcPr>
          <w:p w:rsidR="00686EB4" w:rsidRP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Accurately broke down technical/complex concepts in a way participants could understand.</w:t>
            </w:r>
          </w:p>
        </w:tc>
        <w:tc>
          <w:tcPr>
            <w:tcW w:w="900" w:type="dxa"/>
            <w:vAlign w:val="center"/>
          </w:tcPr>
          <w:p w:rsidR="00686EB4" w:rsidRDefault="00A94BC1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</w:tbl>
    <w:p w:rsidR="00353EE0" w:rsidRDefault="00353EE0" w:rsidP="00A7064C"/>
    <w:p w:rsidR="00353EE0" w:rsidRDefault="00353EE0" w:rsidP="00A7064C"/>
    <w:p w:rsidR="00061926" w:rsidRDefault="00061926" w:rsidP="00061926">
      <w:pPr>
        <w:pStyle w:val="Title"/>
        <w:jc w:val="left"/>
      </w:pPr>
      <w:r w:rsidRPr="00061926">
        <w:t>Comments</w:t>
      </w:r>
      <w:r>
        <w:t xml:space="preserve"> on Trainer</w:t>
      </w:r>
      <w:r w:rsidRPr="00061926">
        <w:t>:</w:t>
      </w:r>
    </w:p>
    <w:p w:rsidR="00061926" w:rsidRDefault="00061926" w:rsidP="00061926">
      <w:pPr>
        <w:pStyle w:val="Title"/>
        <w:jc w:val="left"/>
        <w:rPr>
          <w:u w:val="single"/>
        </w:rPr>
      </w:pPr>
    </w:p>
    <w:p w:rsidR="00A94BC1" w:rsidRPr="00A94BC1" w:rsidRDefault="00A94BC1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eastAsia="Times New Roman" w:hAnsi="Verdana"/>
          <w:sz w:val="24"/>
          <w:szCs w:val="24"/>
          <w:u w:val="single"/>
          <w:lang w:val="en-GB"/>
        </w:rPr>
      </w:pPr>
      <w:r>
        <w:rPr>
          <w:sz w:val="24"/>
          <w:szCs w:val="24"/>
          <w:u w:val="single"/>
        </w:rPr>
        <w:t>Personable and friendly</w:t>
      </w:r>
    </w:p>
    <w:p w:rsidR="00A94BC1" w:rsidRPr="00A94BC1" w:rsidRDefault="00A94BC1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eastAsia="Times New Roman" w:hAnsi="Verdana"/>
          <w:sz w:val="24"/>
          <w:szCs w:val="24"/>
          <w:u w:val="single"/>
          <w:lang w:val="en-GB"/>
        </w:rPr>
      </w:pPr>
      <w:r>
        <w:rPr>
          <w:sz w:val="24"/>
          <w:szCs w:val="24"/>
          <w:u w:val="single"/>
        </w:rPr>
        <w:t>Open to feedback</w:t>
      </w:r>
    </w:p>
    <w:p w:rsidR="00C35EF5" w:rsidRPr="00A94BC1" w:rsidRDefault="00A94BC1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eastAsia="Times New Roman" w:hAnsi="Verdana"/>
          <w:sz w:val="24"/>
          <w:szCs w:val="24"/>
          <w:u w:val="single"/>
          <w:lang w:val="en-GB"/>
        </w:rPr>
      </w:pPr>
      <w:r w:rsidRPr="00A94BC1">
        <w:rPr>
          <w:sz w:val="24"/>
          <w:szCs w:val="24"/>
          <w:u w:val="single"/>
        </w:rPr>
        <w:t>Very willing to guide through problems</w:t>
      </w:r>
    </w:p>
    <w:p w:rsidR="00C35EF5" w:rsidRDefault="00C35EF5" w:rsidP="00C35EF5">
      <w:pPr>
        <w:pStyle w:val="Title"/>
        <w:jc w:val="left"/>
        <w:rPr>
          <w:b w:val="0"/>
          <w:bCs w:val="0"/>
        </w:rPr>
      </w:pPr>
    </w:p>
    <w:p w:rsidR="00353EE0" w:rsidRPr="00061926" w:rsidRDefault="00353EE0" w:rsidP="00061926">
      <w:pPr>
        <w:pStyle w:val="Title"/>
        <w:jc w:val="left"/>
        <w:rPr>
          <w:u w:val="single"/>
        </w:rPr>
      </w:pPr>
    </w:p>
    <w:sectPr w:rsidR="00353EE0" w:rsidRPr="00061926" w:rsidSect="00A229FE">
      <w:headerReference w:type="default" r:id="rId8"/>
      <w:pgSz w:w="11906" w:h="16838" w:code="9"/>
      <w:pgMar w:top="900" w:right="1196" w:bottom="1440" w:left="1797" w:header="450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0C0" w:rsidRDefault="00F570C0">
      <w:r>
        <w:separator/>
      </w:r>
    </w:p>
  </w:endnote>
  <w:endnote w:type="continuationSeparator" w:id="0">
    <w:p w:rsidR="00F570C0" w:rsidRDefault="00F57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0C0" w:rsidRDefault="00F570C0">
      <w:r>
        <w:separator/>
      </w:r>
    </w:p>
  </w:footnote>
  <w:footnote w:type="continuationSeparator" w:id="0">
    <w:p w:rsidR="00F570C0" w:rsidRDefault="00F57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993" w:rsidRDefault="00F06993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Shasha 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r w:rsidR="00121F88"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23900" cy="638175"/>
          <wp:effectExtent l="19050" t="0" r="0" b="0"/>
          <wp:docPr id="1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0797D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57766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D04E3C"/>
    <w:multiLevelType w:val="hybridMultilevel"/>
    <w:tmpl w:val="323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C051E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2224A"/>
    <w:multiLevelType w:val="hybridMultilevel"/>
    <w:tmpl w:val="33C80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F74387"/>
    <w:multiLevelType w:val="hybridMultilevel"/>
    <w:tmpl w:val="A154AC1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216DD"/>
    <w:multiLevelType w:val="hybridMultilevel"/>
    <w:tmpl w:val="CEC88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E80"/>
    <w:multiLevelType w:val="hybridMultilevel"/>
    <w:tmpl w:val="40289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2A55"/>
    <w:multiLevelType w:val="hybridMultilevel"/>
    <w:tmpl w:val="6D6E99D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D7672"/>
    <w:multiLevelType w:val="hybridMultilevel"/>
    <w:tmpl w:val="A630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33052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1B6D"/>
    <w:multiLevelType w:val="hybridMultilevel"/>
    <w:tmpl w:val="8F46DAD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BF2786"/>
    <w:multiLevelType w:val="hybridMultilevel"/>
    <w:tmpl w:val="80B29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ED6F73"/>
    <w:multiLevelType w:val="hybridMultilevel"/>
    <w:tmpl w:val="97BC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77750"/>
    <w:multiLevelType w:val="hybridMultilevel"/>
    <w:tmpl w:val="214E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2419E"/>
    <w:multiLevelType w:val="hybridMultilevel"/>
    <w:tmpl w:val="5100CC3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1D2B6A"/>
    <w:multiLevelType w:val="hybridMultilevel"/>
    <w:tmpl w:val="5DC6F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C6AF6"/>
    <w:multiLevelType w:val="hybridMultilevel"/>
    <w:tmpl w:val="7BDC2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9034B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7"/>
  </w:num>
  <w:num w:numId="5">
    <w:abstractNumId w:val="20"/>
  </w:num>
  <w:num w:numId="6">
    <w:abstractNumId w:val="13"/>
    <w:lvlOverride w:ilvl="0">
      <w:startOverride w:val="1"/>
    </w:lvlOverride>
  </w:num>
  <w:num w:numId="7">
    <w:abstractNumId w:val="17"/>
  </w:num>
  <w:num w:numId="8">
    <w:abstractNumId w:val="24"/>
  </w:num>
  <w:num w:numId="9">
    <w:abstractNumId w:val="1"/>
  </w:num>
  <w:num w:numId="10">
    <w:abstractNumId w:val="6"/>
  </w:num>
  <w:num w:numId="11">
    <w:abstractNumId w:val="32"/>
  </w:num>
  <w:num w:numId="12">
    <w:abstractNumId w:val="3"/>
  </w:num>
  <w:num w:numId="13">
    <w:abstractNumId w:val="10"/>
  </w:num>
  <w:num w:numId="14">
    <w:abstractNumId w:val="0"/>
  </w:num>
  <w:num w:numId="15">
    <w:abstractNumId w:val="23"/>
  </w:num>
  <w:num w:numId="16">
    <w:abstractNumId w:val="14"/>
  </w:num>
  <w:num w:numId="17">
    <w:abstractNumId w:val="28"/>
  </w:num>
  <w:num w:numId="18">
    <w:abstractNumId w:val="9"/>
  </w:num>
  <w:num w:numId="19">
    <w:abstractNumId w:val="19"/>
  </w:num>
  <w:num w:numId="20">
    <w:abstractNumId w:val="18"/>
  </w:num>
  <w:num w:numId="21">
    <w:abstractNumId w:val="25"/>
  </w:num>
  <w:num w:numId="22">
    <w:abstractNumId w:val="27"/>
  </w:num>
  <w:num w:numId="23">
    <w:abstractNumId w:val="26"/>
  </w:num>
  <w:num w:numId="24">
    <w:abstractNumId w:val="8"/>
  </w:num>
  <w:num w:numId="25">
    <w:abstractNumId w:val="5"/>
  </w:num>
  <w:num w:numId="26">
    <w:abstractNumId w:val="15"/>
  </w:num>
  <w:num w:numId="27">
    <w:abstractNumId w:val="22"/>
  </w:num>
  <w:num w:numId="28">
    <w:abstractNumId w:val="4"/>
  </w:num>
  <w:num w:numId="29">
    <w:abstractNumId w:val="30"/>
  </w:num>
  <w:num w:numId="30">
    <w:abstractNumId w:val="21"/>
  </w:num>
  <w:num w:numId="31">
    <w:abstractNumId w:val="29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79C"/>
    <w:rsid w:val="0000179C"/>
    <w:rsid w:val="00014604"/>
    <w:rsid w:val="000519C4"/>
    <w:rsid w:val="00053ACA"/>
    <w:rsid w:val="00061926"/>
    <w:rsid w:val="00080919"/>
    <w:rsid w:val="00080CC9"/>
    <w:rsid w:val="0009656B"/>
    <w:rsid w:val="000A06C2"/>
    <w:rsid w:val="000A4FC7"/>
    <w:rsid w:val="000C2A7F"/>
    <w:rsid w:val="000C4B39"/>
    <w:rsid w:val="000C6E63"/>
    <w:rsid w:val="000D181A"/>
    <w:rsid w:val="000D2963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1F88"/>
    <w:rsid w:val="0012438F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46F"/>
    <w:rsid w:val="00197CB9"/>
    <w:rsid w:val="001A79CD"/>
    <w:rsid w:val="001A7CE5"/>
    <w:rsid w:val="001C47B1"/>
    <w:rsid w:val="001D13F9"/>
    <w:rsid w:val="001D3094"/>
    <w:rsid w:val="001E107A"/>
    <w:rsid w:val="001E1C9F"/>
    <w:rsid w:val="001E2CFA"/>
    <w:rsid w:val="002001AA"/>
    <w:rsid w:val="002004F5"/>
    <w:rsid w:val="00202F85"/>
    <w:rsid w:val="002221E8"/>
    <w:rsid w:val="0023678F"/>
    <w:rsid w:val="002411BF"/>
    <w:rsid w:val="00251D7A"/>
    <w:rsid w:val="00260693"/>
    <w:rsid w:val="00263865"/>
    <w:rsid w:val="00266D80"/>
    <w:rsid w:val="00267920"/>
    <w:rsid w:val="00270BB9"/>
    <w:rsid w:val="00275AC4"/>
    <w:rsid w:val="002938A8"/>
    <w:rsid w:val="002979DB"/>
    <w:rsid w:val="002A0A4F"/>
    <w:rsid w:val="002A4A47"/>
    <w:rsid w:val="002C1FE2"/>
    <w:rsid w:val="002D2D43"/>
    <w:rsid w:val="002D32EB"/>
    <w:rsid w:val="002E3A92"/>
    <w:rsid w:val="002E759E"/>
    <w:rsid w:val="002E76B9"/>
    <w:rsid w:val="002F4E80"/>
    <w:rsid w:val="002F73D0"/>
    <w:rsid w:val="00301A17"/>
    <w:rsid w:val="00307B6B"/>
    <w:rsid w:val="00310193"/>
    <w:rsid w:val="00316AF2"/>
    <w:rsid w:val="003438E7"/>
    <w:rsid w:val="00343E81"/>
    <w:rsid w:val="00344682"/>
    <w:rsid w:val="00353EE0"/>
    <w:rsid w:val="00354E57"/>
    <w:rsid w:val="0036540F"/>
    <w:rsid w:val="0037183E"/>
    <w:rsid w:val="003757B5"/>
    <w:rsid w:val="00381032"/>
    <w:rsid w:val="00393041"/>
    <w:rsid w:val="003A7407"/>
    <w:rsid w:val="003B60AB"/>
    <w:rsid w:val="003C2419"/>
    <w:rsid w:val="003E1982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493C"/>
    <w:rsid w:val="00445D71"/>
    <w:rsid w:val="00471C9A"/>
    <w:rsid w:val="00473F22"/>
    <w:rsid w:val="00474BD9"/>
    <w:rsid w:val="00476E8A"/>
    <w:rsid w:val="00480D5F"/>
    <w:rsid w:val="00487023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50278C"/>
    <w:rsid w:val="00504B8A"/>
    <w:rsid w:val="00510573"/>
    <w:rsid w:val="00527D20"/>
    <w:rsid w:val="005373A5"/>
    <w:rsid w:val="00550147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96BD9"/>
    <w:rsid w:val="005A502D"/>
    <w:rsid w:val="005A537D"/>
    <w:rsid w:val="005A7C66"/>
    <w:rsid w:val="005B66D4"/>
    <w:rsid w:val="005D795F"/>
    <w:rsid w:val="005E1510"/>
    <w:rsid w:val="005E61E7"/>
    <w:rsid w:val="005F1680"/>
    <w:rsid w:val="005F1FFD"/>
    <w:rsid w:val="005F62DD"/>
    <w:rsid w:val="00600770"/>
    <w:rsid w:val="00610C0B"/>
    <w:rsid w:val="006155C8"/>
    <w:rsid w:val="00616C89"/>
    <w:rsid w:val="00617A79"/>
    <w:rsid w:val="00625E08"/>
    <w:rsid w:val="00633AFF"/>
    <w:rsid w:val="006409E4"/>
    <w:rsid w:val="00641A3A"/>
    <w:rsid w:val="00646103"/>
    <w:rsid w:val="0064665D"/>
    <w:rsid w:val="00646A9C"/>
    <w:rsid w:val="00650C32"/>
    <w:rsid w:val="00666A99"/>
    <w:rsid w:val="00672BFA"/>
    <w:rsid w:val="00686EB4"/>
    <w:rsid w:val="006921C5"/>
    <w:rsid w:val="006A2F0D"/>
    <w:rsid w:val="006A36E3"/>
    <w:rsid w:val="006A67CC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699E"/>
    <w:rsid w:val="00766C4A"/>
    <w:rsid w:val="00766D79"/>
    <w:rsid w:val="00774F11"/>
    <w:rsid w:val="00780E86"/>
    <w:rsid w:val="00792207"/>
    <w:rsid w:val="007A21B5"/>
    <w:rsid w:val="007A2388"/>
    <w:rsid w:val="007A4880"/>
    <w:rsid w:val="007B1624"/>
    <w:rsid w:val="007B3765"/>
    <w:rsid w:val="007C6F9A"/>
    <w:rsid w:val="007C6FED"/>
    <w:rsid w:val="007C78A3"/>
    <w:rsid w:val="007D41E7"/>
    <w:rsid w:val="007D757E"/>
    <w:rsid w:val="007E41ED"/>
    <w:rsid w:val="007E62C7"/>
    <w:rsid w:val="00803E5C"/>
    <w:rsid w:val="00810CF6"/>
    <w:rsid w:val="0082449F"/>
    <w:rsid w:val="00831681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18B2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728F7"/>
    <w:rsid w:val="00974581"/>
    <w:rsid w:val="00990A2D"/>
    <w:rsid w:val="00990CB5"/>
    <w:rsid w:val="009942C3"/>
    <w:rsid w:val="009A001E"/>
    <w:rsid w:val="009B1719"/>
    <w:rsid w:val="009C0D05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9FE"/>
    <w:rsid w:val="00A22E7E"/>
    <w:rsid w:val="00A24D97"/>
    <w:rsid w:val="00A27BB9"/>
    <w:rsid w:val="00A31100"/>
    <w:rsid w:val="00A36AFD"/>
    <w:rsid w:val="00A433D3"/>
    <w:rsid w:val="00A4370F"/>
    <w:rsid w:val="00A52C3D"/>
    <w:rsid w:val="00A53D0B"/>
    <w:rsid w:val="00A6361F"/>
    <w:rsid w:val="00A665C7"/>
    <w:rsid w:val="00A7064C"/>
    <w:rsid w:val="00A768D3"/>
    <w:rsid w:val="00A934EA"/>
    <w:rsid w:val="00A94BC1"/>
    <w:rsid w:val="00A97606"/>
    <w:rsid w:val="00AA2843"/>
    <w:rsid w:val="00AA7052"/>
    <w:rsid w:val="00AA7AE4"/>
    <w:rsid w:val="00AB43B5"/>
    <w:rsid w:val="00AC2EE8"/>
    <w:rsid w:val="00AD18F0"/>
    <w:rsid w:val="00AD2210"/>
    <w:rsid w:val="00AD4A6A"/>
    <w:rsid w:val="00AE06D7"/>
    <w:rsid w:val="00AE2BF8"/>
    <w:rsid w:val="00AE3851"/>
    <w:rsid w:val="00AE59F0"/>
    <w:rsid w:val="00AE67D7"/>
    <w:rsid w:val="00B064EF"/>
    <w:rsid w:val="00B11CA9"/>
    <w:rsid w:val="00B210F1"/>
    <w:rsid w:val="00B3152A"/>
    <w:rsid w:val="00B3154E"/>
    <w:rsid w:val="00B459A4"/>
    <w:rsid w:val="00B46F67"/>
    <w:rsid w:val="00B50D5D"/>
    <w:rsid w:val="00B555C3"/>
    <w:rsid w:val="00B713CB"/>
    <w:rsid w:val="00B72898"/>
    <w:rsid w:val="00B85188"/>
    <w:rsid w:val="00B86765"/>
    <w:rsid w:val="00B94D22"/>
    <w:rsid w:val="00B96A24"/>
    <w:rsid w:val="00B979B7"/>
    <w:rsid w:val="00BA2DA8"/>
    <w:rsid w:val="00BA7527"/>
    <w:rsid w:val="00BB04D5"/>
    <w:rsid w:val="00BB114E"/>
    <w:rsid w:val="00BB5816"/>
    <w:rsid w:val="00BE4942"/>
    <w:rsid w:val="00BF3209"/>
    <w:rsid w:val="00C00E50"/>
    <w:rsid w:val="00C04D35"/>
    <w:rsid w:val="00C11323"/>
    <w:rsid w:val="00C16045"/>
    <w:rsid w:val="00C20D93"/>
    <w:rsid w:val="00C24976"/>
    <w:rsid w:val="00C35EF5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4450"/>
    <w:rsid w:val="00D25F5F"/>
    <w:rsid w:val="00D2796F"/>
    <w:rsid w:val="00D44143"/>
    <w:rsid w:val="00D54DE6"/>
    <w:rsid w:val="00D6013D"/>
    <w:rsid w:val="00D61BAA"/>
    <w:rsid w:val="00D65B48"/>
    <w:rsid w:val="00D667F6"/>
    <w:rsid w:val="00D839B7"/>
    <w:rsid w:val="00D903E8"/>
    <w:rsid w:val="00D93AD9"/>
    <w:rsid w:val="00D95860"/>
    <w:rsid w:val="00DB108D"/>
    <w:rsid w:val="00DB2E61"/>
    <w:rsid w:val="00DC4FFA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A4BCB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6993"/>
    <w:rsid w:val="00F0784F"/>
    <w:rsid w:val="00F11BA9"/>
    <w:rsid w:val="00F14FFA"/>
    <w:rsid w:val="00F20B5D"/>
    <w:rsid w:val="00F2536D"/>
    <w:rsid w:val="00F34302"/>
    <w:rsid w:val="00F34BDF"/>
    <w:rsid w:val="00F37467"/>
    <w:rsid w:val="00F40B65"/>
    <w:rsid w:val="00F414D7"/>
    <w:rsid w:val="00F570C0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0E86"/>
    <w:rPr>
      <w:rFonts w:ascii="Verdana" w:hAnsi="Verdana"/>
      <w:sz w:val="18"/>
      <w:szCs w:val="24"/>
      <w:lang w:val="en-GB"/>
    </w:rPr>
  </w:style>
  <w:style w:type="paragraph" w:styleId="Heading1">
    <w:name w:val="heading 1"/>
    <w:basedOn w:val="Normal"/>
    <w:next w:val="Normal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A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90A2D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rsid w:val="00990A2D"/>
    <w:pPr>
      <w:jc w:val="center"/>
    </w:pPr>
    <w:rPr>
      <w:b/>
      <w:bCs/>
      <w:sz w:val="20"/>
      <w:lang w:val="en-US"/>
    </w:rPr>
  </w:style>
  <w:style w:type="paragraph" w:styleId="BodyText2">
    <w:name w:val="Body Text 2"/>
    <w:basedOn w:val="Normal"/>
    <w:rsid w:val="00990A2D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sid w:val="00990A2D"/>
    <w:rPr>
      <w:rFonts w:ascii="Arial" w:hAnsi="Arial"/>
      <w:color w:val="000080"/>
      <w:sz w:val="22"/>
      <w:szCs w:val="16"/>
      <w:lang w:val="en-US"/>
    </w:rPr>
  </w:style>
  <w:style w:type="character" w:styleId="Hyperlink">
    <w:name w:val="Hyperlink"/>
    <w:basedOn w:val="DefaultParagraphFont"/>
    <w:rsid w:val="00301A17"/>
    <w:rPr>
      <w:color w:val="0000FF"/>
      <w:u w:val="single"/>
    </w:rPr>
  </w:style>
  <w:style w:type="table" w:styleId="TableGrid">
    <w:name w:val="Table Grid"/>
    <w:basedOn w:val="TableNormal"/>
    <w:rsid w:val="00EC7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nhideWhenUsed/>
    <w:rsid w:val="00F20B5D"/>
    <w:rPr>
      <w:rFonts w:ascii="Courier" w:eastAsia="Cambria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F20B5D"/>
    <w:rPr>
      <w:rFonts w:ascii="Courier" w:eastAsia="Cambria" w:hAnsi="Courier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color w:val="808080"/>
    </w:rPr>
  </w:style>
  <w:style w:type="character" w:customStyle="1" w:styleId="TitleChar">
    <w:name w:val="Title Char"/>
    <w:basedOn w:val="DefaultParagraphFont"/>
    <w:link w:val="Title"/>
    <w:rsid w:val="00A7064C"/>
    <w:rPr>
      <w:rFonts w:ascii="Verdana" w:hAnsi="Verdana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D441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ndorMgmt\Data_Acquisition\Kx%20Training\Course%20Evaluations\Shasha_q-Smarties_Training_Course_Evaluation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807D6-11EC-4D71-8FA0-691B17DA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Shasha_q-Smarties_Training_Course_Evaluation_0.dotx</Template>
  <TotalTime>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0</vt:lpstr>
    </vt:vector>
  </TitlesOfParts>
  <Company>First Derivatives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Scott Redstone</dc:creator>
  <cp:keywords/>
  <cp:lastModifiedBy>Scott Redstone</cp:lastModifiedBy>
  <cp:revision>2</cp:revision>
  <cp:lastPrinted>2009-10-29T19:31:00Z</cp:lastPrinted>
  <dcterms:created xsi:type="dcterms:W3CDTF">2011-07-25T17:58:00Z</dcterms:created>
  <dcterms:modified xsi:type="dcterms:W3CDTF">2011-07-25T17:58:00Z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-63788998</vt:i4>
  </property>
  <property fmtid="{D5CDD505-2E9C-101B-9397-08002B2CF9AE}" pid="3" name="_NewReviewCycle">
    <vt:lpwstr/>
  </property>
  <property fmtid="{D5CDD505-2E9C-101B-9397-08002B2CF9AE}" pid="4" name="_EmailSubject">
    <vt:lpwstr>Recent Course Evaluations:  q for Smarties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  <property fmtid="{D5CDD505-2E9C-101B-9397-08002B2CF9AE}" pid="7" name="_PreviousAdHocReviewCycleID">
    <vt:i4>1983862061</vt:i4>
  </property>
</Properties>
</file>