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B5D" w:rsidRDefault="00F20B5D" w:rsidP="001A7CE5">
      <w:pPr>
        <w:jc w:val="center"/>
        <w:rPr>
          <w:b/>
          <w:sz w:val="22"/>
          <w:szCs w:val="22"/>
        </w:rPr>
      </w:pPr>
    </w:p>
    <w:p w:rsidR="00476E8A" w:rsidRPr="00381032" w:rsidRDefault="00F20B5D" w:rsidP="001A7CE5">
      <w:pPr>
        <w:jc w:val="center"/>
        <w:rPr>
          <w:rFonts w:ascii="Arial Black" w:hAnsi="Arial Black"/>
          <w:b/>
          <w:sz w:val="28"/>
          <w:szCs w:val="28"/>
        </w:rPr>
      </w:pPr>
      <w:r w:rsidRPr="00381032">
        <w:rPr>
          <w:rFonts w:ascii="Arial Black" w:hAnsi="Arial Black"/>
          <w:b/>
          <w:sz w:val="28"/>
          <w:szCs w:val="28"/>
        </w:rPr>
        <w:t>Shasha</w:t>
      </w:r>
      <w:r w:rsidR="001A7CE5" w:rsidRPr="00381032">
        <w:rPr>
          <w:rFonts w:ascii="Arial Black" w:hAnsi="Arial Black"/>
          <w:b/>
          <w:sz w:val="28"/>
          <w:szCs w:val="28"/>
        </w:rPr>
        <w:t xml:space="preserve"> </w:t>
      </w:r>
      <w:r w:rsidR="001C47B1" w:rsidRPr="00381032">
        <w:rPr>
          <w:rFonts w:ascii="Arial Black" w:hAnsi="Arial Black"/>
          <w:b/>
          <w:sz w:val="28"/>
          <w:szCs w:val="28"/>
        </w:rPr>
        <w:t xml:space="preserve">Technology </w:t>
      </w:r>
      <w:r w:rsidRPr="00381032">
        <w:rPr>
          <w:rFonts w:ascii="Arial Black" w:hAnsi="Arial Black"/>
          <w:b/>
          <w:sz w:val="28"/>
          <w:szCs w:val="28"/>
        </w:rPr>
        <w:t>Seminars</w:t>
      </w:r>
    </w:p>
    <w:p w:rsidR="00922FF6" w:rsidRPr="000C6E63" w:rsidRDefault="00922FF6" w:rsidP="001A7CE5">
      <w:pPr>
        <w:jc w:val="center"/>
        <w:rPr>
          <w:b/>
          <w:i/>
          <w:sz w:val="22"/>
          <w:szCs w:val="22"/>
        </w:rPr>
      </w:pPr>
    </w:p>
    <w:p w:rsidR="00C11323" w:rsidRPr="00C11323" w:rsidRDefault="00C11323" w:rsidP="00686EB4">
      <w:pPr>
        <w:pStyle w:val="Title"/>
        <w:rPr>
          <w:rFonts w:ascii="Arial Black" w:hAnsi="Arial Black" w:cs="Arial"/>
          <w:b w:val="0"/>
          <w:sz w:val="22"/>
          <w:szCs w:val="22"/>
        </w:rPr>
      </w:pPr>
      <w:r w:rsidRPr="00C11323">
        <w:rPr>
          <w:rFonts w:ascii="Arial Black" w:hAnsi="Arial Black"/>
          <w:b w:val="0"/>
          <w:sz w:val="22"/>
          <w:szCs w:val="22"/>
        </w:rPr>
        <w:t xml:space="preserve">Course </w:t>
      </w:r>
      <w:r w:rsidRPr="00C11323">
        <w:rPr>
          <w:rFonts w:ascii="Arial Black" w:hAnsi="Arial Black" w:cs="Arial"/>
          <w:b w:val="0"/>
          <w:sz w:val="22"/>
          <w:szCs w:val="22"/>
        </w:rPr>
        <w:t>Evaluation</w:t>
      </w:r>
    </w:p>
    <w:p w:rsidR="00C11323" w:rsidRDefault="00C11323" w:rsidP="00A229FE">
      <w:pPr>
        <w:pStyle w:val="Title"/>
        <w:jc w:val="left"/>
        <w:rPr>
          <w:b w:val="0"/>
          <w:sz w:val="22"/>
          <w:szCs w:val="22"/>
        </w:rPr>
      </w:pPr>
    </w:p>
    <w:p w:rsidR="002979DB" w:rsidRPr="009018B2" w:rsidRDefault="00C11323" w:rsidP="009018B2">
      <w:pPr>
        <w:autoSpaceDE w:val="0"/>
        <w:autoSpaceDN w:val="0"/>
        <w:adjustRightInd w:val="0"/>
        <w:rPr>
          <w:rFonts w:ascii="Arial" w:hAnsi="Arial"/>
          <w:sz w:val="20"/>
          <w:u w:val="single"/>
        </w:rPr>
      </w:pPr>
      <w:r>
        <w:rPr>
          <w:rFonts w:ascii="Arial" w:hAnsi="Arial"/>
          <w:sz w:val="20"/>
        </w:rPr>
        <w:t xml:space="preserve">  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64"/>
        <w:gridCol w:w="4565"/>
      </w:tblGrid>
      <w:tr w:rsidR="009018B2" w:rsidTr="009018B2">
        <w:tc>
          <w:tcPr>
            <w:tcW w:w="4564" w:type="dxa"/>
          </w:tcPr>
          <w:p w:rsidR="009018B2" w:rsidRPr="009018B2" w:rsidRDefault="009018B2" w:rsidP="009018B2">
            <w:pPr>
              <w:pStyle w:val="Title"/>
              <w:spacing w:line="276" w:lineRule="auto"/>
              <w:jc w:val="left"/>
              <w:rPr>
                <w:rFonts w:ascii="Arial" w:hAnsi="Arial"/>
                <w:b w:val="0"/>
                <w:sz w:val="22"/>
                <w:szCs w:val="22"/>
              </w:rPr>
            </w:pPr>
            <w:r w:rsidRPr="009018B2">
              <w:rPr>
                <w:rFonts w:ascii="Arial" w:hAnsi="Arial"/>
                <w:sz w:val="22"/>
                <w:szCs w:val="22"/>
              </w:rPr>
              <w:t>Trainer/Speaker:</w:t>
            </w:r>
            <w:r w:rsidRPr="009018B2">
              <w:rPr>
                <w:rFonts w:ascii="Arial" w:hAnsi="Arial"/>
                <w:b w:val="0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b w:val="0"/>
                <w:sz w:val="22"/>
                <w:szCs w:val="22"/>
              </w:rPr>
              <w:t xml:space="preserve"> Dennis Shasha</w:t>
            </w:r>
          </w:p>
        </w:tc>
        <w:tc>
          <w:tcPr>
            <w:tcW w:w="4565" w:type="dxa"/>
          </w:tcPr>
          <w:p w:rsidR="009018B2" w:rsidRPr="009018B2" w:rsidRDefault="009018B2" w:rsidP="000C6E63">
            <w:pPr>
              <w:pStyle w:val="Title"/>
              <w:spacing w:line="276" w:lineRule="auto"/>
              <w:jc w:val="left"/>
              <w:rPr>
                <w:rFonts w:ascii="Arial" w:hAnsi="Arial"/>
                <w:b w:val="0"/>
                <w:sz w:val="22"/>
                <w:szCs w:val="22"/>
              </w:rPr>
            </w:pPr>
            <w:r w:rsidRPr="009018B2">
              <w:rPr>
                <w:rFonts w:ascii="Arial" w:hAnsi="Arial"/>
                <w:sz w:val="22"/>
                <w:szCs w:val="22"/>
              </w:rPr>
              <w:t>First Class Date:</w:t>
            </w:r>
            <w:r w:rsidRPr="009018B2">
              <w:rPr>
                <w:rFonts w:ascii="Arial" w:hAnsi="Arial"/>
                <w:b w:val="0"/>
                <w:sz w:val="22"/>
                <w:szCs w:val="22"/>
              </w:rPr>
              <w:t xml:space="preserve">  </w:t>
            </w:r>
            <w:sdt>
              <w:sdtPr>
                <w:rPr>
                  <w:rFonts w:ascii="Arial" w:hAnsi="Arial"/>
                  <w:b w:val="0"/>
                  <w:i/>
                  <w:color w:val="548DD4" w:themeColor="text2" w:themeTint="99"/>
                  <w:szCs w:val="20"/>
                </w:rPr>
                <w:id w:val="803727166"/>
                <w:placeholder>
                  <w:docPart w:val="255700CFC7744CB3BDC2B208B57CFDEC"/>
                </w:placeholder>
                <w:date>
                  <w:dateFormat w:val="M/d/yyyy"/>
                  <w:lid w:val="en-US"/>
                  <w:storeMappedDataAs w:val="dateTime"/>
                  <w:calendar w:val="gregorian"/>
                </w:date>
              </w:sdtPr>
              <w:sdtContent>
                <w:r w:rsidR="000C6E63" w:rsidRPr="00F06993">
                  <w:rPr>
                    <w:rFonts w:ascii="Arial" w:hAnsi="Arial"/>
                    <w:b w:val="0"/>
                    <w:i/>
                    <w:color w:val="548DD4" w:themeColor="text2" w:themeTint="99"/>
                    <w:szCs w:val="20"/>
                  </w:rPr>
                  <w:t xml:space="preserve"> Click for Calendar</w:t>
                </w:r>
              </w:sdtContent>
            </w:sdt>
          </w:p>
        </w:tc>
      </w:tr>
      <w:tr w:rsidR="009018B2" w:rsidTr="009018B2">
        <w:tc>
          <w:tcPr>
            <w:tcW w:w="4564" w:type="dxa"/>
          </w:tcPr>
          <w:p w:rsidR="009018B2" w:rsidRPr="009018B2" w:rsidRDefault="009018B2" w:rsidP="000C6E63">
            <w:pPr>
              <w:pStyle w:val="Title"/>
              <w:spacing w:line="276" w:lineRule="auto"/>
              <w:jc w:val="left"/>
              <w:rPr>
                <w:rFonts w:ascii="Arial" w:hAnsi="Arial"/>
                <w:b w:val="0"/>
                <w:sz w:val="22"/>
                <w:szCs w:val="22"/>
              </w:rPr>
            </w:pPr>
            <w:r w:rsidRPr="009018B2">
              <w:rPr>
                <w:rFonts w:ascii="Arial" w:hAnsi="Arial"/>
                <w:sz w:val="22"/>
                <w:szCs w:val="22"/>
              </w:rPr>
              <w:t>Your Name:</w:t>
            </w:r>
            <w:r>
              <w:rPr>
                <w:rFonts w:ascii="Arial" w:hAnsi="Arial"/>
                <w:sz w:val="22"/>
                <w:szCs w:val="22"/>
              </w:rPr>
              <w:t xml:space="preserve">         </w:t>
            </w:r>
            <w:r w:rsidRPr="009018B2">
              <w:rPr>
                <w:rFonts w:ascii="Arial" w:hAnsi="Arial"/>
                <w:b w:val="0"/>
                <w:sz w:val="22"/>
                <w:szCs w:val="22"/>
              </w:rPr>
              <w:t xml:space="preserve"> </w:t>
            </w:r>
            <w:sdt>
              <w:sdtPr>
                <w:rPr>
                  <w:b w:val="0"/>
                  <w:sz w:val="22"/>
                  <w:szCs w:val="22"/>
                </w:rPr>
                <w:id w:val="803727222"/>
                <w:placeholder>
                  <w:docPart w:val="5F7B00DB3BA44CB69F04FDD593AC1AE2"/>
                </w:placeholder>
              </w:sdtPr>
              <w:sdtContent>
                <w:r w:rsidR="000C6E63" w:rsidRPr="00F06993">
                  <w:rPr>
                    <w:rFonts w:ascii="Arial" w:hAnsi="Arial" w:cs="Arial"/>
                    <w:b w:val="0"/>
                    <w:i/>
                    <w:color w:val="548DD4" w:themeColor="text2" w:themeTint="99"/>
                    <w:szCs w:val="20"/>
                  </w:rPr>
                  <w:t>Enter your name</w:t>
                </w:r>
              </w:sdtContent>
            </w:sdt>
            <w:r w:rsidRPr="009018B2">
              <w:rPr>
                <w:rFonts w:ascii="Arial" w:hAnsi="Arial"/>
                <w:b w:val="0"/>
                <w:sz w:val="22"/>
                <w:szCs w:val="22"/>
              </w:rPr>
              <w:tab/>
            </w:r>
            <w:r w:rsidRPr="009018B2">
              <w:rPr>
                <w:rFonts w:ascii="Arial" w:hAnsi="Arial"/>
                <w:b w:val="0"/>
                <w:sz w:val="22"/>
                <w:szCs w:val="22"/>
              </w:rPr>
              <w:tab/>
            </w:r>
          </w:p>
        </w:tc>
        <w:tc>
          <w:tcPr>
            <w:tcW w:w="4565" w:type="dxa"/>
          </w:tcPr>
          <w:p w:rsidR="009018B2" w:rsidRPr="009018B2" w:rsidRDefault="009018B2" w:rsidP="009018B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Course Name</w:t>
            </w:r>
            <w:r w:rsidRPr="009018B2">
              <w:rPr>
                <w:rFonts w:ascii="Arial" w:hAnsi="Arial"/>
                <w:b/>
                <w:sz w:val="22"/>
                <w:szCs w:val="22"/>
              </w:rPr>
              <w:t>:</w:t>
            </w:r>
            <w:r w:rsidRPr="009018B2">
              <w:rPr>
                <w:rFonts w:ascii="Arial" w:hAnsi="Arial"/>
                <w:sz w:val="22"/>
                <w:szCs w:val="22"/>
              </w:rPr>
              <w:t xml:space="preserve">   </w:t>
            </w:r>
            <w:r>
              <w:rPr>
                <w:rFonts w:ascii="Arial" w:hAnsi="Arial"/>
                <w:sz w:val="22"/>
                <w:szCs w:val="22"/>
              </w:rPr>
              <w:t xml:space="preserve">  </w:t>
            </w:r>
            <w:r w:rsidRPr="009018B2">
              <w:rPr>
                <w:rFonts w:ascii="Arial" w:hAnsi="Arial"/>
                <w:sz w:val="22"/>
                <w:szCs w:val="22"/>
              </w:rPr>
              <w:t xml:space="preserve">  q for Smarties</w:t>
            </w:r>
            <w:r>
              <w:rPr>
                <w:rFonts w:ascii="Arial" w:hAnsi="Arial"/>
                <w:sz w:val="22"/>
                <w:szCs w:val="22"/>
              </w:rPr>
              <w:tab/>
            </w:r>
            <w:r>
              <w:rPr>
                <w:rFonts w:ascii="Arial" w:hAnsi="Arial"/>
                <w:sz w:val="22"/>
                <w:szCs w:val="22"/>
              </w:rPr>
              <w:tab/>
            </w:r>
          </w:p>
        </w:tc>
      </w:tr>
    </w:tbl>
    <w:p w:rsidR="009018B2" w:rsidRPr="00A229FE" w:rsidRDefault="009018B2">
      <w:pPr>
        <w:pStyle w:val="Title"/>
        <w:jc w:val="left"/>
        <w:rPr>
          <w:rFonts w:ascii="Arial" w:hAnsi="Arial"/>
          <w:sz w:val="22"/>
          <w:szCs w:val="22"/>
        </w:rPr>
      </w:pPr>
    </w:p>
    <w:p w:rsidR="009018B2" w:rsidRDefault="00F34BDF" w:rsidP="009018B2">
      <w:pPr>
        <w:pStyle w:val="Title"/>
        <w:jc w:val="left"/>
        <w:rPr>
          <w:sz w:val="16"/>
          <w:szCs w:val="16"/>
        </w:rPr>
      </w:pPr>
      <w:r>
        <w:rPr>
          <w:rFonts w:ascii="Arial" w:hAnsi="Arial"/>
          <w:sz w:val="28"/>
          <w:szCs w:val="28"/>
        </w:rPr>
        <w:t>Course Content:</w:t>
      </w:r>
      <w:r w:rsidR="002979DB" w:rsidRPr="002979DB">
        <w:rPr>
          <w:sz w:val="16"/>
          <w:szCs w:val="16"/>
        </w:rPr>
        <w:t xml:space="preserve"> </w:t>
      </w:r>
    </w:p>
    <w:p w:rsidR="009018B2" w:rsidRPr="009018B2" w:rsidRDefault="009018B2" w:rsidP="009018B2">
      <w:pPr>
        <w:pStyle w:val="Title"/>
        <w:jc w:val="left"/>
        <w:rPr>
          <w:rFonts w:ascii="Arial" w:hAnsi="Arial"/>
          <w:sz w:val="12"/>
          <w:szCs w:val="12"/>
        </w:rPr>
      </w:pPr>
    </w:p>
    <w:p w:rsidR="00C11323" w:rsidRPr="00F34BDF" w:rsidRDefault="00F34BDF" w:rsidP="00F34BDF">
      <w:pPr>
        <w:autoSpaceDE w:val="0"/>
        <w:autoSpaceDN w:val="0"/>
        <w:adjustRightInd w:val="0"/>
        <w:spacing w:after="120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 xml:space="preserve">Please rate each statement below: </w:t>
      </w:r>
    </w:p>
    <w:p w:rsidR="00F34BDF" w:rsidRDefault="00F34BDF" w:rsidP="00F34BDF">
      <w:pPr>
        <w:numPr>
          <w:ilvl w:val="0"/>
          <w:numId w:val="18"/>
        </w:num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Agree </w:t>
      </w:r>
    </w:p>
    <w:p w:rsidR="00F34BDF" w:rsidRDefault="00F34BDF" w:rsidP="00F34BDF">
      <w:pPr>
        <w:numPr>
          <w:ilvl w:val="0"/>
          <w:numId w:val="18"/>
        </w:numPr>
        <w:rPr>
          <w:rFonts w:ascii="Arial" w:hAnsi="Arial"/>
          <w:sz w:val="20"/>
        </w:rPr>
      </w:pPr>
      <w:r>
        <w:rPr>
          <w:rFonts w:ascii="Arial" w:hAnsi="Arial"/>
          <w:sz w:val="20"/>
        </w:rPr>
        <w:t>Disagree</w:t>
      </w:r>
      <w:r w:rsidR="00354E57" w:rsidRPr="00354E57">
        <w:rPr>
          <w:rFonts w:ascii="Arial" w:hAnsi="Arial"/>
          <w:sz w:val="20"/>
        </w:rPr>
        <w:t xml:space="preserve"> </w:t>
      </w:r>
    </w:p>
    <w:p w:rsidR="00F34BDF" w:rsidRDefault="00F34BDF" w:rsidP="00F34BDF">
      <w:pPr>
        <w:numPr>
          <w:ilvl w:val="0"/>
          <w:numId w:val="18"/>
        </w:numPr>
        <w:rPr>
          <w:rFonts w:ascii="Arial" w:hAnsi="Arial"/>
          <w:sz w:val="20"/>
        </w:rPr>
      </w:pPr>
      <w:r>
        <w:rPr>
          <w:rFonts w:ascii="Arial" w:hAnsi="Arial"/>
          <w:sz w:val="20"/>
        </w:rPr>
        <w:t>n/a</w:t>
      </w:r>
    </w:p>
    <w:p w:rsidR="00061926" w:rsidRDefault="00061926" w:rsidP="00C11323">
      <w:pPr>
        <w:pStyle w:val="Title"/>
        <w:jc w:val="left"/>
      </w:pPr>
    </w:p>
    <w:tbl>
      <w:tblPr>
        <w:tblW w:w="9360" w:type="dxa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560"/>
        <w:gridCol w:w="1800"/>
      </w:tblGrid>
      <w:tr w:rsidR="000A4FC7" w:rsidTr="002979DB">
        <w:trPr>
          <w:trHeight w:val="422"/>
        </w:trPr>
        <w:tc>
          <w:tcPr>
            <w:tcW w:w="7560" w:type="dxa"/>
            <w:shd w:val="clear" w:color="auto" w:fill="D9D9D9" w:themeFill="background1" w:themeFillShade="D9"/>
          </w:tcPr>
          <w:p w:rsidR="000A4FC7" w:rsidRDefault="00F34BDF" w:rsidP="000A4FC7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Content / Relevancy</w:t>
            </w:r>
          </w:p>
        </w:tc>
        <w:tc>
          <w:tcPr>
            <w:tcW w:w="1800" w:type="dxa"/>
          </w:tcPr>
          <w:p w:rsidR="000A4FC7" w:rsidRDefault="000A4FC7" w:rsidP="000A4FC7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Rating</w:t>
            </w:r>
          </w:p>
        </w:tc>
      </w:tr>
      <w:tr w:rsidR="000A4FC7" w:rsidTr="00343E81">
        <w:tc>
          <w:tcPr>
            <w:tcW w:w="7560" w:type="dxa"/>
          </w:tcPr>
          <w:p w:rsidR="000A4FC7" w:rsidRDefault="002979DB" w:rsidP="000A4FC7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sz w:val="20"/>
              </w:rPr>
              <w:t>The course met my expectations.</w:t>
            </w:r>
          </w:p>
        </w:tc>
        <w:tc>
          <w:tcPr>
            <w:tcW w:w="1800" w:type="dxa"/>
            <w:vAlign w:val="center"/>
          </w:tcPr>
          <w:p w:rsidR="000A4FC7" w:rsidRPr="00B3152A" w:rsidRDefault="005F28DB" w:rsidP="00343E8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sdt>
              <w:sdtPr>
                <w:rPr>
                  <w:i/>
                  <w:color w:val="548DD4" w:themeColor="text2" w:themeTint="99"/>
                  <w:sz w:val="20"/>
                  <w:szCs w:val="20"/>
                </w:rPr>
                <w:tag w:val="expectations"/>
                <w:id w:val="803727057"/>
                <w:placeholder>
                  <w:docPart w:val="6BCC13FC80184FDE814F63CE49AF9585"/>
                </w:placeholder>
                <w:dropDownList>
                  <w:listItem w:displayText="Click to Select" w:value=" "/>
                  <w:listItem w:displayText="Agree" w:value="Agree"/>
                  <w:listItem w:displayText="Disagree" w:value="Disagree"/>
                  <w:listItem w:displayText="n/a" w:value="n/a"/>
                </w:dropDownList>
              </w:sdtPr>
              <w:sdtContent>
                <w:r w:rsidR="00F06993" w:rsidRPr="00F06993">
                  <w:rPr>
                    <w:i/>
                    <w:color w:val="548DD4" w:themeColor="text2" w:themeTint="99"/>
                    <w:sz w:val="20"/>
                    <w:szCs w:val="20"/>
                  </w:rPr>
                  <w:t>Enter</w:t>
                </w:r>
              </w:sdtContent>
            </w:sdt>
          </w:p>
        </w:tc>
      </w:tr>
      <w:tr w:rsidR="000A4FC7" w:rsidTr="00343E81">
        <w:tc>
          <w:tcPr>
            <w:tcW w:w="7560" w:type="dxa"/>
          </w:tcPr>
          <w:p w:rsidR="000A4FC7" w:rsidRDefault="002979DB" w:rsidP="000A4FC7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The amount of material presented in the course was appropriate.</w:t>
            </w:r>
          </w:p>
        </w:tc>
        <w:tc>
          <w:tcPr>
            <w:tcW w:w="1800" w:type="dxa"/>
            <w:vAlign w:val="center"/>
          </w:tcPr>
          <w:p w:rsidR="000A4FC7" w:rsidRPr="00B3152A" w:rsidRDefault="005F28DB" w:rsidP="00343E8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sdt>
              <w:sdtPr>
                <w:rPr>
                  <w:i/>
                  <w:color w:val="548DD4" w:themeColor="text2" w:themeTint="99"/>
                  <w:sz w:val="20"/>
                  <w:szCs w:val="20"/>
                </w:rPr>
                <w:tag w:val="expectations"/>
                <w:id w:val="803727363"/>
                <w:placeholder>
                  <w:docPart w:val="CC9DE39C92964F3597B9B0878BBB646E"/>
                </w:placeholder>
                <w:dropDownList>
                  <w:listItem w:displayText="Click to Select" w:value=" "/>
                  <w:listItem w:displayText="Agree" w:value="Agree"/>
                  <w:listItem w:displayText="Disagree" w:value="Disagree"/>
                  <w:listItem w:displayText="n/a" w:value="n/a"/>
                </w:dropDownList>
              </w:sdtPr>
              <w:sdtContent>
                <w:r w:rsidR="00F06993" w:rsidRPr="00F06993">
                  <w:rPr>
                    <w:i/>
                    <w:color w:val="548DD4" w:themeColor="text2" w:themeTint="99"/>
                    <w:sz w:val="20"/>
                    <w:szCs w:val="20"/>
                  </w:rPr>
                  <w:t>Enter</w:t>
                </w:r>
              </w:sdtContent>
            </w:sdt>
          </w:p>
        </w:tc>
      </w:tr>
      <w:tr w:rsidR="002979DB" w:rsidTr="00343E81">
        <w:tc>
          <w:tcPr>
            <w:tcW w:w="7560" w:type="dxa"/>
          </w:tcPr>
          <w:p w:rsidR="002979DB" w:rsidRPr="006A67CC" w:rsidRDefault="002979DB" w:rsidP="000A4FC7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/>
                <w:sz w:val="20"/>
              </w:rPr>
            </w:pPr>
            <w:r w:rsidRPr="006A67CC">
              <w:rPr>
                <w:rFonts w:ascii="Arial" w:hAnsi="Arial"/>
                <w:sz w:val="20"/>
              </w:rPr>
              <w:t>The course will make a difference in the way I do my job.</w:t>
            </w:r>
          </w:p>
        </w:tc>
        <w:tc>
          <w:tcPr>
            <w:tcW w:w="1800" w:type="dxa"/>
            <w:vAlign w:val="center"/>
          </w:tcPr>
          <w:p w:rsidR="002979DB" w:rsidRPr="00B3152A" w:rsidRDefault="005F28DB" w:rsidP="00343E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sdt>
              <w:sdtPr>
                <w:rPr>
                  <w:i/>
                  <w:color w:val="548DD4" w:themeColor="text2" w:themeTint="99"/>
                  <w:sz w:val="20"/>
                  <w:szCs w:val="20"/>
                </w:rPr>
                <w:tag w:val="expectations"/>
                <w:id w:val="803727364"/>
                <w:placeholder>
                  <w:docPart w:val="E01AB73681484086BC6FB2132462E9E3"/>
                </w:placeholder>
                <w:dropDownList>
                  <w:listItem w:displayText="Click to Select" w:value=" "/>
                  <w:listItem w:displayText="Agree" w:value="Agree"/>
                  <w:listItem w:displayText="Disagree" w:value="Disagree"/>
                  <w:listItem w:displayText="n/a" w:value="n/a"/>
                </w:dropDownList>
              </w:sdtPr>
              <w:sdtContent>
                <w:r w:rsidR="00F06993" w:rsidRPr="00F06993">
                  <w:rPr>
                    <w:i/>
                    <w:color w:val="548DD4" w:themeColor="text2" w:themeTint="99"/>
                    <w:sz w:val="20"/>
                    <w:szCs w:val="20"/>
                  </w:rPr>
                  <w:t>Enter</w:t>
                </w:r>
              </w:sdtContent>
            </w:sdt>
          </w:p>
        </w:tc>
      </w:tr>
    </w:tbl>
    <w:p w:rsidR="006A67CC" w:rsidRDefault="00D44143" w:rsidP="006A67CC">
      <w:pPr>
        <w:pStyle w:val="Title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ab/>
      </w:r>
    </w:p>
    <w:p w:rsidR="00C35EF5" w:rsidRDefault="00C35EF5" w:rsidP="006A67CC">
      <w:pPr>
        <w:pStyle w:val="Title"/>
        <w:jc w:val="left"/>
      </w:pPr>
    </w:p>
    <w:p w:rsidR="00D44143" w:rsidRPr="006A67CC" w:rsidRDefault="00D44143" w:rsidP="006A67CC">
      <w:pPr>
        <w:pStyle w:val="Title"/>
        <w:jc w:val="left"/>
        <w:rPr>
          <w:rFonts w:ascii="Arial" w:hAnsi="Arial"/>
          <w:b w:val="0"/>
          <w:sz w:val="24"/>
        </w:rPr>
      </w:pPr>
      <w:r>
        <w:t>What are the three most important things you learned during the course?</w:t>
      </w:r>
    </w:p>
    <w:p w:rsidR="00D44143" w:rsidRDefault="00D44143" w:rsidP="00D44143"/>
    <w:p w:rsidR="00D44143" w:rsidRPr="00F06993" w:rsidRDefault="005F28DB" w:rsidP="00F06993">
      <w:pPr>
        <w:pStyle w:val="ListParagraph"/>
        <w:numPr>
          <w:ilvl w:val="0"/>
          <w:numId w:val="25"/>
        </w:numPr>
        <w:rPr>
          <w:sz w:val="24"/>
          <w:szCs w:val="24"/>
        </w:rPr>
      </w:pPr>
      <w:sdt>
        <w:sdtPr>
          <w:rPr>
            <w:sz w:val="24"/>
            <w:szCs w:val="24"/>
          </w:rPr>
          <w:id w:val="803727421"/>
          <w:placeholder>
            <w:docPart w:val="B7BA0B9E3AD14134AEF898F7F07346F0"/>
          </w:placeholder>
          <w:showingPlcHdr/>
        </w:sdtPr>
        <w:sdtEndPr>
          <w:rPr>
            <w:color w:val="548DD4" w:themeColor="text2" w:themeTint="99"/>
          </w:rPr>
        </w:sdtEndPr>
        <w:sdtContent>
          <w:r w:rsidR="00F06993" w:rsidRPr="00F06993">
            <w:rPr>
              <w:rStyle w:val="PlaceholderText"/>
              <w:i/>
              <w:color w:val="548DD4" w:themeColor="text2" w:themeTint="99"/>
            </w:rPr>
            <w:t>Click here to enter text.</w:t>
          </w:r>
        </w:sdtContent>
      </w:sdt>
      <w:r w:rsidR="009018B2" w:rsidRPr="00F06993">
        <w:rPr>
          <w:sz w:val="24"/>
          <w:szCs w:val="24"/>
        </w:rPr>
        <w:tab/>
      </w:r>
      <w:r w:rsidR="009018B2" w:rsidRPr="00F06993">
        <w:rPr>
          <w:sz w:val="24"/>
          <w:szCs w:val="24"/>
        </w:rPr>
        <w:tab/>
      </w:r>
    </w:p>
    <w:sdt>
      <w:sdtPr>
        <w:rPr>
          <w:sz w:val="24"/>
          <w:szCs w:val="24"/>
        </w:rPr>
        <w:id w:val="803727187"/>
        <w:placeholder>
          <w:docPart w:val="A8F59F604BDC41A3BB5E43CFA870F4F4"/>
        </w:placeholder>
        <w:showingPlcHdr/>
      </w:sdtPr>
      <w:sdtContent>
        <w:p w:rsidR="00A229FE" w:rsidRPr="009018B2" w:rsidRDefault="009018B2" w:rsidP="00A229FE">
          <w:pPr>
            <w:pStyle w:val="ListParagraph"/>
            <w:numPr>
              <w:ilvl w:val="0"/>
              <w:numId w:val="25"/>
            </w:numPr>
            <w:rPr>
              <w:sz w:val="24"/>
              <w:szCs w:val="24"/>
            </w:rPr>
          </w:pPr>
          <w:r w:rsidRPr="00F06993">
            <w:rPr>
              <w:rStyle w:val="PlaceholderText"/>
              <w:i/>
              <w:color w:val="548DD4" w:themeColor="text2" w:themeTint="99"/>
            </w:rPr>
            <w:t>Click here to enter text.</w:t>
          </w:r>
        </w:p>
      </w:sdtContent>
    </w:sdt>
    <w:sdt>
      <w:sdtPr>
        <w:rPr>
          <w:color w:val="808080"/>
          <w:sz w:val="24"/>
          <w:szCs w:val="24"/>
        </w:rPr>
        <w:id w:val="803727188"/>
        <w:placeholder>
          <w:docPart w:val="7C70D27A036A4266B652B0C7DD1FC5FB"/>
        </w:placeholder>
        <w:showingPlcHdr/>
      </w:sdtPr>
      <w:sdtEndPr>
        <w:rPr>
          <w:i/>
          <w:sz w:val="22"/>
          <w:szCs w:val="22"/>
        </w:rPr>
      </w:sdtEndPr>
      <w:sdtContent>
        <w:p w:rsidR="00A229FE" w:rsidRPr="00F06993" w:rsidRDefault="009018B2" w:rsidP="00A229FE">
          <w:pPr>
            <w:pStyle w:val="ListParagraph"/>
            <w:numPr>
              <w:ilvl w:val="0"/>
              <w:numId w:val="25"/>
            </w:numPr>
            <w:spacing w:after="0" w:line="240" w:lineRule="auto"/>
            <w:rPr>
              <w:i/>
            </w:rPr>
          </w:pPr>
          <w:r w:rsidRPr="00F06993">
            <w:rPr>
              <w:rStyle w:val="PlaceholderText"/>
              <w:i/>
              <w:color w:val="548DD4" w:themeColor="text2" w:themeTint="99"/>
            </w:rPr>
            <w:t>Click here to enter text.</w:t>
          </w:r>
        </w:p>
      </w:sdtContent>
    </w:sdt>
    <w:p w:rsidR="00D44143" w:rsidRPr="00F06993" w:rsidRDefault="00D44143" w:rsidP="00D44143">
      <w:pPr>
        <w:rPr>
          <w:i/>
        </w:rPr>
      </w:pPr>
    </w:p>
    <w:p w:rsidR="00C35EF5" w:rsidRDefault="00C35EF5" w:rsidP="006A67CC">
      <w:pPr>
        <w:pStyle w:val="Title"/>
        <w:jc w:val="left"/>
      </w:pPr>
    </w:p>
    <w:p w:rsidR="006A67CC" w:rsidRPr="006A67CC" w:rsidRDefault="00061926" w:rsidP="006A67CC">
      <w:pPr>
        <w:pStyle w:val="Title"/>
        <w:jc w:val="left"/>
        <w:rPr>
          <w:rFonts w:ascii="Arial" w:hAnsi="Arial"/>
          <w:b w:val="0"/>
          <w:sz w:val="24"/>
        </w:rPr>
      </w:pPr>
      <w:r>
        <w:t xml:space="preserve">What aspect </w:t>
      </w:r>
      <w:r w:rsidR="006A67CC">
        <w:t>of the course did you like most?</w:t>
      </w:r>
    </w:p>
    <w:p w:rsidR="00C35EF5" w:rsidRPr="00C35EF5" w:rsidRDefault="00C35EF5" w:rsidP="00C35EF5">
      <w:pPr>
        <w:rPr>
          <w:u w:val="single"/>
        </w:rPr>
      </w:pPr>
    </w:p>
    <w:sdt>
      <w:sdtPr>
        <w:rPr>
          <w:sz w:val="24"/>
          <w:szCs w:val="24"/>
          <w:u w:val="single"/>
        </w:rPr>
        <w:id w:val="803727233"/>
        <w:placeholder>
          <w:docPart w:val="B0F5930303C3488A9CB924861FBF7D5B"/>
        </w:placeholder>
        <w:showingPlcHdr/>
      </w:sdtPr>
      <w:sdtContent>
        <w:p w:rsidR="00C35EF5" w:rsidRPr="00C35EF5" w:rsidRDefault="009018B2" w:rsidP="00C35EF5">
          <w:pPr>
            <w:pStyle w:val="ListParagraph"/>
            <w:numPr>
              <w:ilvl w:val="0"/>
              <w:numId w:val="31"/>
            </w:numPr>
            <w:spacing w:after="0" w:line="240" w:lineRule="auto"/>
            <w:rPr>
              <w:rFonts w:ascii="Verdana" w:eastAsia="Times New Roman" w:hAnsi="Verdana" w:cs="Times New Roman"/>
              <w:sz w:val="24"/>
              <w:szCs w:val="24"/>
              <w:u w:val="single"/>
              <w:lang w:val="en-GB"/>
            </w:rPr>
          </w:pPr>
          <w:r w:rsidRPr="00F06993">
            <w:rPr>
              <w:rStyle w:val="PlaceholderText"/>
              <w:i/>
              <w:color w:val="548DD4" w:themeColor="text2" w:themeTint="99"/>
            </w:rPr>
            <w:t>Click here to enter text.</w:t>
          </w:r>
        </w:p>
      </w:sdtContent>
    </w:sdt>
    <w:p w:rsidR="00C11323" w:rsidRPr="00C35EF5" w:rsidRDefault="00C35EF5" w:rsidP="00C35EF5">
      <w:pPr>
        <w:ind w:left="360"/>
        <w:rPr>
          <w:rFonts w:ascii="Arial" w:hAnsi="Arial"/>
          <w:sz w:val="24"/>
        </w:rPr>
      </w:pPr>
      <w:r>
        <w:t xml:space="preserve">  </w:t>
      </w:r>
      <w:r w:rsidR="006A67CC" w:rsidRPr="00C35EF5">
        <w:tab/>
      </w:r>
      <w:r w:rsidR="006A67CC" w:rsidRPr="00C35EF5">
        <w:tab/>
      </w:r>
      <w:r w:rsidR="006A67CC" w:rsidRPr="00C35EF5">
        <w:tab/>
      </w:r>
      <w:r w:rsidR="006A67CC" w:rsidRPr="00C35EF5">
        <w:tab/>
      </w:r>
      <w:r w:rsidR="006A67CC" w:rsidRPr="00C35EF5">
        <w:tab/>
      </w:r>
      <w:r w:rsidR="006A67CC" w:rsidRPr="00C35EF5">
        <w:tab/>
      </w:r>
      <w:r w:rsidR="006A67CC" w:rsidRPr="00C35EF5">
        <w:tab/>
      </w:r>
      <w:r w:rsidR="006A67CC" w:rsidRPr="00C35EF5">
        <w:tab/>
        <w:t xml:space="preserve"> </w:t>
      </w:r>
      <w:r w:rsidR="00061926" w:rsidRPr="00C35EF5">
        <w:tab/>
      </w:r>
    </w:p>
    <w:p w:rsidR="00C35EF5" w:rsidRDefault="00C35EF5" w:rsidP="006A67CC">
      <w:pPr>
        <w:pStyle w:val="Title"/>
        <w:jc w:val="left"/>
      </w:pPr>
    </w:p>
    <w:p w:rsidR="006A67CC" w:rsidRPr="006A67CC" w:rsidRDefault="006A67CC" w:rsidP="006A67CC">
      <w:pPr>
        <w:pStyle w:val="Title"/>
        <w:jc w:val="left"/>
        <w:rPr>
          <w:rFonts w:ascii="Arial" w:hAnsi="Arial"/>
          <w:b w:val="0"/>
          <w:sz w:val="24"/>
        </w:rPr>
      </w:pPr>
      <w:r>
        <w:t>What aspect of the course would you change?</w:t>
      </w:r>
    </w:p>
    <w:p w:rsidR="006A67CC" w:rsidRDefault="006A67CC" w:rsidP="006A67CC"/>
    <w:sdt>
      <w:sdtPr>
        <w:rPr>
          <w:sz w:val="24"/>
          <w:szCs w:val="24"/>
          <w:u w:val="single"/>
        </w:rPr>
        <w:id w:val="803727240"/>
        <w:placeholder>
          <w:docPart w:val="C04B9358713A441CABC41F67A461CE87"/>
        </w:placeholder>
        <w:showingPlcHdr/>
      </w:sdtPr>
      <w:sdtContent>
        <w:p w:rsidR="00C35EF5" w:rsidRPr="00C35EF5" w:rsidRDefault="009018B2" w:rsidP="00C35EF5">
          <w:pPr>
            <w:pStyle w:val="ListParagraph"/>
            <w:numPr>
              <w:ilvl w:val="0"/>
              <w:numId w:val="31"/>
            </w:numPr>
            <w:spacing w:after="0" w:line="240" w:lineRule="auto"/>
            <w:rPr>
              <w:rFonts w:ascii="Verdana" w:eastAsia="Times New Roman" w:hAnsi="Verdana" w:cs="Times New Roman"/>
              <w:sz w:val="24"/>
              <w:szCs w:val="24"/>
              <w:u w:val="single"/>
              <w:lang w:val="en-GB"/>
            </w:rPr>
          </w:pPr>
          <w:r w:rsidRPr="00F06993">
            <w:rPr>
              <w:rStyle w:val="PlaceholderText"/>
              <w:i/>
              <w:color w:val="548DD4" w:themeColor="text2" w:themeTint="99"/>
            </w:rPr>
            <w:t>Click here to enter text.</w:t>
          </w:r>
        </w:p>
      </w:sdtContent>
    </w:sdt>
    <w:p w:rsidR="006A67CC" w:rsidRDefault="006A67CC" w:rsidP="00C35EF5">
      <w:pPr>
        <w:ind w:left="360"/>
      </w:pPr>
    </w:p>
    <w:p w:rsidR="00061926" w:rsidRDefault="00061926" w:rsidP="00C11323">
      <w:pPr>
        <w:pStyle w:val="Title"/>
        <w:jc w:val="left"/>
      </w:pPr>
    </w:p>
    <w:p w:rsidR="00686EB4" w:rsidRDefault="00061926" w:rsidP="00C11323">
      <w:pPr>
        <w:pStyle w:val="Title"/>
        <w:jc w:val="left"/>
      </w:pPr>
      <w:r w:rsidRPr="00061926">
        <w:t>Comments</w:t>
      </w:r>
      <w:r>
        <w:t xml:space="preserve"> on Course Content/Relevancy</w:t>
      </w:r>
      <w:r w:rsidR="00D84160">
        <w:t xml:space="preserve"> to your job</w:t>
      </w:r>
      <w:r w:rsidRPr="00061926">
        <w:t>:</w:t>
      </w:r>
    </w:p>
    <w:p w:rsidR="00C35EF5" w:rsidRDefault="00C35EF5" w:rsidP="00C11323">
      <w:pPr>
        <w:pStyle w:val="Title"/>
        <w:jc w:val="left"/>
        <w:rPr>
          <w:b w:val="0"/>
        </w:rPr>
      </w:pPr>
    </w:p>
    <w:sdt>
      <w:sdtPr>
        <w:rPr>
          <w:sz w:val="24"/>
          <w:szCs w:val="24"/>
          <w:u w:val="single"/>
        </w:rPr>
        <w:id w:val="803727244"/>
        <w:placeholder>
          <w:docPart w:val="762603ABCAE54E60912BDC7AB0E69882"/>
        </w:placeholder>
        <w:showingPlcHdr/>
      </w:sdtPr>
      <w:sdtContent>
        <w:p w:rsidR="00C35EF5" w:rsidRPr="00C35EF5" w:rsidRDefault="009018B2" w:rsidP="00C35EF5">
          <w:pPr>
            <w:pStyle w:val="ListParagraph"/>
            <w:numPr>
              <w:ilvl w:val="0"/>
              <w:numId w:val="31"/>
            </w:numPr>
            <w:spacing w:after="0" w:line="240" w:lineRule="auto"/>
            <w:rPr>
              <w:rFonts w:ascii="Verdana" w:eastAsia="Times New Roman" w:hAnsi="Verdana" w:cs="Times New Roman"/>
              <w:sz w:val="24"/>
              <w:szCs w:val="24"/>
              <w:u w:val="single"/>
              <w:lang w:val="en-GB"/>
            </w:rPr>
          </w:pPr>
          <w:r w:rsidRPr="00F06993">
            <w:rPr>
              <w:rStyle w:val="PlaceholderText"/>
              <w:i/>
              <w:color w:val="548DD4" w:themeColor="text2" w:themeTint="99"/>
            </w:rPr>
            <w:t>Click here to enter text.</w:t>
          </w:r>
        </w:p>
      </w:sdtContent>
    </w:sdt>
    <w:p w:rsidR="00C35EF5" w:rsidRDefault="00C35EF5">
      <w:pPr>
        <w:rPr>
          <w:rFonts w:ascii="Arial" w:hAnsi="Arial"/>
          <w:sz w:val="28"/>
          <w:szCs w:val="28"/>
        </w:rPr>
      </w:pPr>
    </w:p>
    <w:p w:rsidR="00C35EF5" w:rsidRDefault="00C35EF5">
      <w:pPr>
        <w:rPr>
          <w:rFonts w:ascii="Arial" w:hAnsi="Arial"/>
          <w:sz w:val="28"/>
          <w:szCs w:val="28"/>
        </w:rPr>
      </w:pPr>
    </w:p>
    <w:p w:rsidR="00C35EF5" w:rsidRDefault="00C35EF5">
      <w:pPr>
        <w:rPr>
          <w:rFonts w:ascii="Arial" w:hAnsi="Arial"/>
          <w:b/>
          <w:bCs/>
          <w:sz w:val="28"/>
          <w:szCs w:val="28"/>
          <w:lang w:val="en-US"/>
        </w:rPr>
      </w:pPr>
      <w:r>
        <w:rPr>
          <w:rFonts w:ascii="Arial" w:hAnsi="Arial"/>
          <w:sz w:val="28"/>
          <w:szCs w:val="28"/>
        </w:rPr>
        <w:br w:type="page"/>
      </w:r>
    </w:p>
    <w:p w:rsidR="00C35EF5" w:rsidRDefault="00C35EF5" w:rsidP="00C11323">
      <w:pPr>
        <w:pStyle w:val="Title"/>
        <w:jc w:val="left"/>
        <w:rPr>
          <w:rFonts w:ascii="Arial" w:hAnsi="Arial"/>
          <w:sz w:val="28"/>
          <w:szCs w:val="28"/>
        </w:rPr>
      </w:pPr>
    </w:p>
    <w:p w:rsidR="00686EB4" w:rsidRPr="00C11323" w:rsidRDefault="00C35EF5" w:rsidP="00C11323">
      <w:pPr>
        <w:pStyle w:val="Title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T</w:t>
      </w:r>
      <w:r w:rsidR="00A7064C" w:rsidRPr="00C11323">
        <w:rPr>
          <w:rFonts w:ascii="Arial" w:hAnsi="Arial"/>
          <w:sz w:val="28"/>
          <w:szCs w:val="28"/>
        </w:rPr>
        <w:t>rainer’s Skills:</w:t>
      </w:r>
    </w:p>
    <w:p w:rsidR="00A7064C" w:rsidRDefault="00A7064C" w:rsidP="00A7064C">
      <w:pPr>
        <w:autoSpaceDE w:val="0"/>
        <w:autoSpaceDN w:val="0"/>
        <w:adjustRightInd w:val="0"/>
        <w:spacing w:after="120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Please summarize trainer’s demonstrated knowledge/skills using the rating system below:</w:t>
      </w:r>
    </w:p>
    <w:p w:rsidR="00A7064C" w:rsidRDefault="00A7064C" w:rsidP="00061926">
      <w:pPr>
        <w:numPr>
          <w:ilvl w:val="0"/>
          <w:numId w:val="33"/>
        </w:numPr>
        <w:rPr>
          <w:rFonts w:ascii="Arial" w:hAnsi="Arial"/>
          <w:sz w:val="20"/>
        </w:rPr>
      </w:pPr>
      <w:r>
        <w:rPr>
          <w:rFonts w:ascii="Arial" w:hAnsi="Arial"/>
          <w:sz w:val="20"/>
        </w:rPr>
        <w:t>Trainer shows strength in this area</w:t>
      </w:r>
    </w:p>
    <w:p w:rsidR="00A7064C" w:rsidRDefault="00A7064C" w:rsidP="00061926">
      <w:pPr>
        <w:numPr>
          <w:ilvl w:val="0"/>
          <w:numId w:val="33"/>
        </w:numPr>
        <w:rPr>
          <w:rFonts w:ascii="Arial" w:hAnsi="Arial"/>
          <w:sz w:val="20"/>
        </w:rPr>
      </w:pPr>
      <w:r>
        <w:rPr>
          <w:rFonts w:ascii="Arial" w:hAnsi="Arial"/>
          <w:sz w:val="20"/>
        </w:rPr>
        <w:t>Trainer demonstrates some ability in this area</w:t>
      </w:r>
      <w:r w:rsidR="002E76B9">
        <w:rPr>
          <w:rFonts w:ascii="Arial" w:hAnsi="Arial"/>
          <w:sz w:val="20"/>
        </w:rPr>
        <w:tab/>
      </w:r>
      <w:r w:rsidR="002E76B9">
        <w:rPr>
          <w:rFonts w:ascii="Arial" w:hAnsi="Arial"/>
          <w:sz w:val="20"/>
        </w:rPr>
        <w:tab/>
      </w:r>
      <w:r w:rsidR="002E76B9">
        <w:rPr>
          <w:rFonts w:ascii="Arial" w:hAnsi="Arial"/>
          <w:sz w:val="20"/>
        </w:rPr>
        <w:tab/>
      </w:r>
    </w:p>
    <w:p w:rsidR="00686EB4" w:rsidRDefault="00A7064C" w:rsidP="00061926">
      <w:pPr>
        <w:numPr>
          <w:ilvl w:val="0"/>
          <w:numId w:val="33"/>
        </w:numPr>
        <w:rPr>
          <w:rFonts w:ascii="Arial" w:hAnsi="Arial"/>
          <w:sz w:val="20"/>
        </w:rPr>
      </w:pPr>
      <w:r>
        <w:rPr>
          <w:rFonts w:ascii="Arial" w:hAnsi="Arial"/>
          <w:sz w:val="20"/>
        </w:rPr>
        <w:t>Trainer needs additional support in this area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</w:p>
    <w:p w:rsidR="00A7064C" w:rsidRDefault="00A7064C" w:rsidP="00686EB4">
      <w:pPr>
        <w:ind w:left="360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</w:r>
    </w:p>
    <w:p w:rsidR="00A7064C" w:rsidRDefault="00A7064C" w:rsidP="00A7064C">
      <w:pPr>
        <w:autoSpaceDE w:val="0"/>
        <w:autoSpaceDN w:val="0"/>
        <w:adjustRightInd w:val="0"/>
        <w:rPr>
          <w:rFonts w:ascii="Arial" w:hAnsi="Arial"/>
          <w:b/>
          <w:sz w:val="20"/>
        </w:rPr>
      </w:pPr>
    </w:p>
    <w:tbl>
      <w:tblPr>
        <w:tblW w:w="0" w:type="auto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80"/>
        <w:gridCol w:w="990"/>
        <w:gridCol w:w="3690"/>
        <w:gridCol w:w="900"/>
      </w:tblGrid>
      <w:tr w:rsidR="00A7064C" w:rsidTr="00686EB4">
        <w:trPr>
          <w:trHeight w:val="422"/>
        </w:trPr>
        <w:tc>
          <w:tcPr>
            <w:tcW w:w="3780" w:type="dxa"/>
            <w:shd w:val="clear" w:color="auto" w:fill="D9D9D9" w:themeFill="background1" w:themeFillShade="D9"/>
          </w:tcPr>
          <w:p w:rsidR="00A7064C" w:rsidRDefault="00A7064C" w:rsidP="00686EB4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Delivery</w:t>
            </w:r>
          </w:p>
        </w:tc>
        <w:tc>
          <w:tcPr>
            <w:tcW w:w="990" w:type="dxa"/>
          </w:tcPr>
          <w:p w:rsidR="00A7064C" w:rsidRDefault="00A7064C" w:rsidP="00686EB4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Rating</w:t>
            </w:r>
          </w:p>
        </w:tc>
        <w:tc>
          <w:tcPr>
            <w:tcW w:w="3690" w:type="dxa"/>
            <w:shd w:val="clear" w:color="auto" w:fill="E0E0E0"/>
          </w:tcPr>
          <w:p w:rsidR="00A7064C" w:rsidRDefault="00686EB4" w:rsidP="00686EB4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Visual Aids</w:t>
            </w:r>
          </w:p>
        </w:tc>
        <w:tc>
          <w:tcPr>
            <w:tcW w:w="900" w:type="dxa"/>
          </w:tcPr>
          <w:p w:rsidR="00A7064C" w:rsidRDefault="00A7064C" w:rsidP="00686EB4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Rating</w:t>
            </w:r>
          </w:p>
        </w:tc>
      </w:tr>
      <w:tr w:rsidR="00686EB4" w:rsidTr="00343E81">
        <w:tc>
          <w:tcPr>
            <w:tcW w:w="3780" w:type="dxa"/>
          </w:tcPr>
          <w:p w:rsidR="00686EB4" w:rsidRDefault="002E76B9" w:rsidP="002E76B9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Greeting the group warmly.</w:t>
            </w:r>
          </w:p>
        </w:tc>
        <w:sdt>
          <w:sdtPr>
            <w:rPr>
              <w:rFonts w:ascii="Arial" w:hAnsi="Arial"/>
              <w:sz w:val="20"/>
            </w:rPr>
            <w:id w:val="803727400"/>
            <w:placeholder>
              <w:docPart w:val="7977356367564DBE8D6413A33D4B0380"/>
            </w:placeholder>
            <w:showingPlcHdr/>
            <w:dropDownList>
              <w:listItem w:displayText="1" w:value="1"/>
              <w:listItem w:displayText="2" w:value="2"/>
              <w:listItem w:displayText="3" w:value="3"/>
              <w:listItem w:displayText="n/a" w:value="n/a"/>
            </w:dropDownList>
          </w:sdtPr>
          <w:sdtContent>
            <w:tc>
              <w:tcPr>
                <w:tcW w:w="990" w:type="dxa"/>
                <w:vAlign w:val="center"/>
              </w:tcPr>
              <w:p w:rsidR="00686EB4" w:rsidRDefault="00343E81" w:rsidP="00343E81">
                <w:pPr>
                  <w:autoSpaceDE w:val="0"/>
                  <w:autoSpaceDN w:val="0"/>
                  <w:adjustRightInd w:val="0"/>
                  <w:jc w:val="center"/>
                  <w:rPr>
                    <w:rFonts w:ascii="Arial" w:hAnsi="Arial"/>
                    <w:sz w:val="20"/>
                  </w:rPr>
                </w:pPr>
                <w:r w:rsidRPr="00F06993">
                  <w:rPr>
                    <w:rStyle w:val="PlaceholderText"/>
                    <w:i/>
                    <w:color w:val="548DD4" w:themeColor="text2" w:themeTint="99"/>
                  </w:rPr>
                  <w:t>Enter</w:t>
                </w:r>
              </w:p>
            </w:tc>
          </w:sdtContent>
        </w:sdt>
        <w:tc>
          <w:tcPr>
            <w:tcW w:w="3690" w:type="dxa"/>
          </w:tcPr>
          <w:p w:rsidR="00686EB4" w:rsidRDefault="00686EB4" w:rsidP="00686EB4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Used visual aids.</w:t>
            </w:r>
          </w:p>
        </w:tc>
        <w:sdt>
          <w:sdtPr>
            <w:rPr>
              <w:rFonts w:ascii="Arial" w:hAnsi="Arial"/>
              <w:sz w:val="20"/>
            </w:rPr>
            <w:id w:val="803727443"/>
            <w:placeholder>
              <w:docPart w:val="946387AD9C3143CB84BFF81FF4CBE2B6"/>
            </w:placeholder>
            <w:showingPlcHdr/>
            <w:dropDownList>
              <w:listItem w:displayText="1" w:value="1"/>
              <w:listItem w:displayText="2" w:value="2"/>
              <w:listItem w:displayText="3" w:value="3"/>
              <w:listItem w:displayText="n/a" w:value="n/a"/>
            </w:dropDownList>
          </w:sdtPr>
          <w:sdtContent>
            <w:tc>
              <w:tcPr>
                <w:tcW w:w="900" w:type="dxa"/>
                <w:vAlign w:val="center"/>
              </w:tcPr>
              <w:p w:rsidR="00686EB4" w:rsidRDefault="00F06993" w:rsidP="00343E81">
                <w:pPr>
                  <w:autoSpaceDE w:val="0"/>
                  <w:autoSpaceDN w:val="0"/>
                  <w:adjustRightInd w:val="0"/>
                  <w:jc w:val="center"/>
                  <w:rPr>
                    <w:rFonts w:ascii="Arial" w:hAnsi="Arial"/>
                    <w:sz w:val="20"/>
                  </w:rPr>
                </w:pPr>
                <w:r w:rsidRPr="00F06993">
                  <w:rPr>
                    <w:rStyle w:val="PlaceholderText"/>
                    <w:i/>
                    <w:color w:val="548DD4" w:themeColor="text2" w:themeTint="99"/>
                  </w:rPr>
                  <w:t>Enter</w:t>
                </w:r>
              </w:p>
            </w:tc>
          </w:sdtContent>
        </w:sdt>
      </w:tr>
      <w:tr w:rsidR="00686EB4" w:rsidTr="00343E81">
        <w:tc>
          <w:tcPr>
            <w:tcW w:w="3780" w:type="dxa"/>
          </w:tcPr>
          <w:p w:rsidR="00686EB4" w:rsidRDefault="00686EB4" w:rsidP="00A7064C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sz w:val="20"/>
              </w:rPr>
              <w:t>Used a voice loud and clear enough to hear easily.</w:t>
            </w:r>
          </w:p>
        </w:tc>
        <w:sdt>
          <w:sdtPr>
            <w:rPr>
              <w:rFonts w:ascii="Arial" w:hAnsi="Arial"/>
              <w:sz w:val="20"/>
            </w:rPr>
            <w:id w:val="803727401"/>
            <w:placeholder>
              <w:docPart w:val="A368E21302564850970FB429D54C22B6"/>
            </w:placeholder>
            <w:showingPlcHdr/>
            <w:dropDownList>
              <w:listItem w:displayText="1" w:value="1"/>
              <w:listItem w:displayText="2" w:value="2"/>
              <w:listItem w:displayText="3" w:value="3"/>
              <w:listItem w:displayText="n/a" w:value="n/a"/>
            </w:dropDownList>
          </w:sdtPr>
          <w:sdtContent>
            <w:tc>
              <w:tcPr>
                <w:tcW w:w="990" w:type="dxa"/>
                <w:vAlign w:val="center"/>
              </w:tcPr>
              <w:p w:rsidR="00686EB4" w:rsidRDefault="00343E81" w:rsidP="00343E81">
                <w:pPr>
                  <w:autoSpaceDE w:val="0"/>
                  <w:autoSpaceDN w:val="0"/>
                  <w:adjustRightInd w:val="0"/>
                  <w:jc w:val="center"/>
                  <w:rPr>
                    <w:rFonts w:ascii="Arial" w:hAnsi="Arial"/>
                    <w:sz w:val="20"/>
                  </w:rPr>
                </w:pPr>
                <w:r w:rsidRPr="00F06993">
                  <w:rPr>
                    <w:rStyle w:val="PlaceholderText"/>
                    <w:i/>
                    <w:color w:val="548DD4" w:themeColor="text2" w:themeTint="99"/>
                  </w:rPr>
                  <w:t>Enter</w:t>
                </w:r>
              </w:p>
            </w:tc>
          </w:sdtContent>
        </w:sdt>
        <w:tc>
          <w:tcPr>
            <w:tcW w:w="3690" w:type="dxa"/>
          </w:tcPr>
          <w:p w:rsidR="00686EB4" w:rsidRDefault="00686EB4" w:rsidP="00686EB4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Made sure materials could be read easily from where I was sitting.</w:t>
            </w:r>
          </w:p>
        </w:tc>
        <w:sdt>
          <w:sdtPr>
            <w:rPr>
              <w:rFonts w:ascii="Arial" w:hAnsi="Arial"/>
              <w:sz w:val="20"/>
            </w:rPr>
            <w:id w:val="803727441"/>
            <w:placeholder>
              <w:docPart w:val="CDD4128804834DCF9F66447075FAEFA9"/>
            </w:placeholder>
            <w:showingPlcHdr/>
            <w:dropDownList>
              <w:listItem w:displayText="1" w:value="1"/>
              <w:listItem w:displayText="2" w:value="2"/>
              <w:listItem w:displayText="3" w:value="3"/>
              <w:listItem w:displayText="n/a" w:value="n/a"/>
            </w:dropDownList>
          </w:sdtPr>
          <w:sdtContent>
            <w:tc>
              <w:tcPr>
                <w:tcW w:w="900" w:type="dxa"/>
                <w:vAlign w:val="center"/>
              </w:tcPr>
              <w:p w:rsidR="00686EB4" w:rsidRDefault="00F06993" w:rsidP="00343E81">
                <w:pPr>
                  <w:autoSpaceDE w:val="0"/>
                  <w:autoSpaceDN w:val="0"/>
                  <w:adjustRightInd w:val="0"/>
                  <w:jc w:val="center"/>
                  <w:rPr>
                    <w:rFonts w:ascii="Arial" w:hAnsi="Arial"/>
                    <w:sz w:val="20"/>
                  </w:rPr>
                </w:pPr>
                <w:r w:rsidRPr="00F06993">
                  <w:rPr>
                    <w:rStyle w:val="PlaceholderText"/>
                    <w:i/>
                    <w:color w:val="548DD4" w:themeColor="text2" w:themeTint="99"/>
                  </w:rPr>
                  <w:t>Enter</w:t>
                </w:r>
              </w:p>
            </w:tc>
          </w:sdtContent>
        </w:sdt>
      </w:tr>
      <w:tr w:rsidR="00686EB4" w:rsidTr="00343E81">
        <w:tc>
          <w:tcPr>
            <w:tcW w:w="3780" w:type="dxa"/>
          </w:tcPr>
          <w:p w:rsidR="00686EB4" w:rsidRDefault="00686EB4" w:rsidP="00A7064C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Delivered a talk designed in a logical way from beginning to middle and end,</w:t>
            </w:r>
          </w:p>
        </w:tc>
        <w:sdt>
          <w:sdtPr>
            <w:rPr>
              <w:rFonts w:ascii="Arial" w:hAnsi="Arial"/>
              <w:sz w:val="20"/>
            </w:rPr>
            <w:id w:val="803727086"/>
            <w:placeholder>
              <w:docPart w:val="B2EEE66016F24397BC7CE28710A16CF8"/>
            </w:placeholder>
            <w:showingPlcHdr/>
            <w:dropDownList>
              <w:listItem w:displayText="1" w:value="1"/>
              <w:listItem w:displayText="2" w:value="2"/>
              <w:listItem w:displayText="3" w:value="3"/>
              <w:listItem w:displayText="n/a" w:value="n/a"/>
            </w:dropDownList>
          </w:sdtPr>
          <w:sdtContent>
            <w:tc>
              <w:tcPr>
                <w:tcW w:w="990" w:type="dxa"/>
                <w:vAlign w:val="center"/>
              </w:tcPr>
              <w:p w:rsidR="00686EB4" w:rsidRDefault="00343E81" w:rsidP="00343E81">
                <w:pPr>
                  <w:autoSpaceDE w:val="0"/>
                  <w:autoSpaceDN w:val="0"/>
                  <w:adjustRightInd w:val="0"/>
                  <w:jc w:val="center"/>
                  <w:rPr>
                    <w:rFonts w:ascii="Arial" w:hAnsi="Arial"/>
                    <w:sz w:val="20"/>
                  </w:rPr>
                </w:pPr>
                <w:r w:rsidRPr="00F06993">
                  <w:rPr>
                    <w:rStyle w:val="PlaceholderText"/>
                    <w:i/>
                    <w:color w:val="548DD4" w:themeColor="text2" w:themeTint="99"/>
                  </w:rPr>
                  <w:t>Enter</w:t>
                </w:r>
              </w:p>
            </w:tc>
          </w:sdtContent>
        </w:sdt>
        <w:tc>
          <w:tcPr>
            <w:tcW w:w="3690" w:type="dxa"/>
            <w:tcBorders>
              <w:bottom w:val="single" w:sz="4" w:space="0" w:color="auto"/>
            </w:tcBorders>
          </w:tcPr>
          <w:p w:rsidR="00686EB4" w:rsidRDefault="00686EB4" w:rsidP="00686EB4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Got the point across in a clear and simple way.</w:t>
            </w:r>
          </w:p>
        </w:tc>
        <w:sdt>
          <w:sdtPr>
            <w:rPr>
              <w:rFonts w:ascii="Arial" w:hAnsi="Arial"/>
              <w:sz w:val="20"/>
            </w:rPr>
            <w:id w:val="803727444"/>
            <w:placeholder>
              <w:docPart w:val="E6136FA4F426465BADF49F2356939F87"/>
            </w:placeholder>
            <w:showingPlcHdr/>
            <w:dropDownList>
              <w:listItem w:displayText="1" w:value="1"/>
              <w:listItem w:displayText="2" w:value="2"/>
              <w:listItem w:displayText="3" w:value="3"/>
              <w:listItem w:displayText="n/a" w:value="n/a"/>
            </w:dropDownList>
          </w:sdtPr>
          <w:sdtContent>
            <w:tc>
              <w:tcPr>
                <w:tcW w:w="900" w:type="dxa"/>
                <w:vAlign w:val="center"/>
              </w:tcPr>
              <w:p w:rsidR="00686EB4" w:rsidRDefault="00F06993" w:rsidP="00343E81">
                <w:pPr>
                  <w:autoSpaceDE w:val="0"/>
                  <w:autoSpaceDN w:val="0"/>
                  <w:adjustRightInd w:val="0"/>
                  <w:jc w:val="center"/>
                  <w:rPr>
                    <w:rFonts w:ascii="Arial" w:hAnsi="Arial"/>
                    <w:sz w:val="20"/>
                  </w:rPr>
                </w:pPr>
                <w:r w:rsidRPr="00F06993">
                  <w:rPr>
                    <w:rStyle w:val="PlaceholderText"/>
                    <w:i/>
                    <w:color w:val="548DD4" w:themeColor="text2" w:themeTint="99"/>
                  </w:rPr>
                  <w:t>Enter</w:t>
                </w:r>
              </w:p>
            </w:tc>
          </w:sdtContent>
        </w:sdt>
      </w:tr>
      <w:tr w:rsidR="00686EB4" w:rsidTr="00343E81">
        <w:tc>
          <w:tcPr>
            <w:tcW w:w="3780" w:type="dxa"/>
          </w:tcPr>
          <w:p w:rsidR="00686EB4" w:rsidRDefault="00686EB4" w:rsidP="00A7064C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Described clearly what to expect from the course.</w:t>
            </w:r>
          </w:p>
        </w:tc>
        <w:sdt>
          <w:sdtPr>
            <w:rPr>
              <w:rFonts w:ascii="Arial" w:hAnsi="Arial"/>
              <w:sz w:val="20"/>
            </w:rPr>
            <w:id w:val="803727402"/>
            <w:placeholder>
              <w:docPart w:val="0A88620A08F34C67B37FD4A19EBDB13E"/>
            </w:placeholder>
            <w:showingPlcHdr/>
            <w:dropDownList>
              <w:listItem w:displayText="1" w:value="1"/>
              <w:listItem w:displayText="2" w:value="2"/>
              <w:listItem w:displayText="3" w:value="3"/>
              <w:listItem w:displayText="n/a" w:value="n/a"/>
            </w:dropDownList>
          </w:sdtPr>
          <w:sdtContent>
            <w:tc>
              <w:tcPr>
                <w:tcW w:w="990" w:type="dxa"/>
                <w:vAlign w:val="center"/>
              </w:tcPr>
              <w:p w:rsidR="00686EB4" w:rsidRDefault="00343E81" w:rsidP="00343E81">
                <w:pPr>
                  <w:autoSpaceDE w:val="0"/>
                  <w:autoSpaceDN w:val="0"/>
                  <w:adjustRightInd w:val="0"/>
                  <w:jc w:val="center"/>
                  <w:rPr>
                    <w:rFonts w:ascii="Arial" w:hAnsi="Arial"/>
                    <w:sz w:val="20"/>
                  </w:rPr>
                </w:pPr>
                <w:r w:rsidRPr="00F06993">
                  <w:rPr>
                    <w:rStyle w:val="PlaceholderText"/>
                    <w:i/>
                    <w:color w:val="548DD4" w:themeColor="text2" w:themeTint="99"/>
                  </w:rPr>
                  <w:t>Enter</w:t>
                </w:r>
              </w:p>
            </w:tc>
          </w:sdtContent>
        </w:sdt>
        <w:tc>
          <w:tcPr>
            <w:tcW w:w="3690" w:type="dxa"/>
            <w:shd w:val="clear" w:color="auto" w:fill="auto"/>
          </w:tcPr>
          <w:p w:rsidR="00686EB4" w:rsidRDefault="00686EB4" w:rsidP="00686EB4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Talked to the group rather than to the screen or flipchart.</w:t>
            </w:r>
          </w:p>
        </w:tc>
        <w:sdt>
          <w:sdtPr>
            <w:rPr>
              <w:rFonts w:ascii="Arial" w:hAnsi="Arial"/>
              <w:sz w:val="20"/>
            </w:rPr>
            <w:id w:val="803727445"/>
            <w:placeholder>
              <w:docPart w:val="4128DBD237054BAC9BBABCFB4F2D3232"/>
            </w:placeholder>
            <w:showingPlcHdr/>
            <w:dropDownList>
              <w:listItem w:displayText="1" w:value="1"/>
              <w:listItem w:displayText="2" w:value="2"/>
              <w:listItem w:displayText="3" w:value="3"/>
              <w:listItem w:displayText="n/a" w:value="n/a"/>
            </w:dropDownList>
          </w:sdtPr>
          <w:sdtContent>
            <w:tc>
              <w:tcPr>
                <w:tcW w:w="900" w:type="dxa"/>
                <w:vAlign w:val="center"/>
              </w:tcPr>
              <w:p w:rsidR="00686EB4" w:rsidRDefault="00F06993" w:rsidP="00343E81">
                <w:pPr>
                  <w:autoSpaceDE w:val="0"/>
                  <w:autoSpaceDN w:val="0"/>
                  <w:adjustRightInd w:val="0"/>
                  <w:jc w:val="center"/>
                  <w:rPr>
                    <w:rFonts w:ascii="Arial" w:hAnsi="Arial"/>
                    <w:sz w:val="20"/>
                  </w:rPr>
                </w:pPr>
                <w:r w:rsidRPr="00F06993">
                  <w:rPr>
                    <w:rStyle w:val="PlaceholderText"/>
                    <w:i/>
                    <w:color w:val="548DD4" w:themeColor="text2" w:themeTint="99"/>
                  </w:rPr>
                  <w:t>Enter</w:t>
                </w:r>
              </w:p>
            </w:tc>
          </w:sdtContent>
        </w:sdt>
      </w:tr>
      <w:tr w:rsidR="00686EB4" w:rsidTr="00343E81">
        <w:tc>
          <w:tcPr>
            <w:tcW w:w="3780" w:type="dxa"/>
          </w:tcPr>
          <w:p w:rsidR="00686EB4" w:rsidRDefault="00686EB4" w:rsidP="00A7064C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Used effective examples and illustrations.</w:t>
            </w:r>
          </w:p>
        </w:tc>
        <w:sdt>
          <w:sdtPr>
            <w:rPr>
              <w:rFonts w:ascii="Arial" w:hAnsi="Arial"/>
              <w:sz w:val="20"/>
            </w:rPr>
            <w:id w:val="803727432"/>
            <w:placeholder>
              <w:docPart w:val="B45D15B1EC9540C2848D8AFF4A8AF3BF"/>
            </w:placeholder>
            <w:showingPlcHdr/>
            <w:dropDownList>
              <w:listItem w:displayText="1" w:value="1"/>
              <w:listItem w:displayText="2" w:value="2"/>
              <w:listItem w:displayText="3" w:value="3"/>
              <w:listItem w:displayText="n/a" w:value="n/a"/>
            </w:dropDownList>
          </w:sdtPr>
          <w:sdtContent>
            <w:tc>
              <w:tcPr>
                <w:tcW w:w="990" w:type="dxa"/>
                <w:vAlign w:val="center"/>
              </w:tcPr>
              <w:p w:rsidR="00686EB4" w:rsidRDefault="00F06993" w:rsidP="00343E81">
                <w:pPr>
                  <w:autoSpaceDE w:val="0"/>
                  <w:autoSpaceDN w:val="0"/>
                  <w:adjustRightInd w:val="0"/>
                  <w:jc w:val="center"/>
                  <w:rPr>
                    <w:rFonts w:ascii="Arial" w:hAnsi="Arial"/>
                    <w:sz w:val="20"/>
                  </w:rPr>
                </w:pPr>
                <w:r w:rsidRPr="00F06993">
                  <w:rPr>
                    <w:rStyle w:val="PlaceholderText"/>
                    <w:i/>
                    <w:color w:val="548DD4" w:themeColor="text2" w:themeTint="99"/>
                  </w:rPr>
                  <w:t>Enter</w:t>
                </w:r>
              </w:p>
            </w:tc>
          </w:sdtContent>
        </w:sdt>
        <w:tc>
          <w:tcPr>
            <w:tcW w:w="3690" w:type="dxa"/>
          </w:tcPr>
          <w:p w:rsidR="00686EB4" w:rsidRDefault="00686EB4" w:rsidP="00686EB4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Used key words rather than sentences</w:t>
            </w:r>
          </w:p>
        </w:tc>
        <w:sdt>
          <w:sdtPr>
            <w:rPr>
              <w:rFonts w:ascii="Arial" w:hAnsi="Arial"/>
              <w:sz w:val="20"/>
            </w:rPr>
            <w:id w:val="803727446"/>
            <w:placeholder>
              <w:docPart w:val="2F8FE79CAD3C44A190F451AE75FAC01B"/>
            </w:placeholder>
            <w:showingPlcHdr/>
            <w:dropDownList>
              <w:listItem w:displayText="1" w:value="1"/>
              <w:listItem w:displayText="2" w:value="2"/>
              <w:listItem w:displayText="3" w:value="3"/>
              <w:listItem w:displayText="n/a" w:value="n/a"/>
            </w:dropDownList>
          </w:sdtPr>
          <w:sdtContent>
            <w:tc>
              <w:tcPr>
                <w:tcW w:w="900" w:type="dxa"/>
                <w:vAlign w:val="center"/>
              </w:tcPr>
              <w:p w:rsidR="00686EB4" w:rsidRDefault="00F06993" w:rsidP="00343E81">
                <w:pPr>
                  <w:autoSpaceDE w:val="0"/>
                  <w:autoSpaceDN w:val="0"/>
                  <w:adjustRightInd w:val="0"/>
                  <w:jc w:val="center"/>
                  <w:rPr>
                    <w:rFonts w:ascii="Arial" w:hAnsi="Arial"/>
                    <w:sz w:val="20"/>
                  </w:rPr>
                </w:pPr>
                <w:r w:rsidRPr="00F06993">
                  <w:rPr>
                    <w:rStyle w:val="PlaceholderText"/>
                    <w:i/>
                    <w:color w:val="548DD4" w:themeColor="text2" w:themeTint="99"/>
                  </w:rPr>
                  <w:t>Enter</w:t>
                </w:r>
              </w:p>
            </w:tc>
          </w:sdtContent>
        </w:sdt>
      </w:tr>
      <w:tr w:rsidR="00686EB4" w:rsidTr="00343E81">
        <w:trPr>
          <w:trHeight w:val="458"/>
        </w:trPr>
        <w:tc>
          <w:tcPr>
            <w:tcW w:w="3780" w:type="dxa"/>
          </w:tcPr>
          <w:p w:rsidR="00686EB4" w:rsidRDefault="00686EB4" w:rsidP="00A7064C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Defined unfamiliar technical terms.</w:t>
            </w:r>
          </w:p>
        </w:tc>
        <w:sdt>
          <w:sdtPr>
            <w:rPr>
              <w:rFonts w:ascii="Arial" w:hAnsi="Arial"/>
              <w:sz w:val="20"/>
            </w:rPr>
            <w:id w:val="803727433"/>
            <w:placeholder>
              <w:docPart w:val="E2B37BF6F2624E67A3547C9EB1A29B21"/>
            </w:placeholder>
            <w:showingPlcHdr/>
            <w:dropDownList>
              <w:listItem w:displayText="1" w:value="1"/>
              <w:listItem w:displayText="2" w:value="2"/>
              <w:listItem w:displayText="3" w:value="3"/>
              <w:listItem w:displayText="n/a" w:value="n/a"/>
            </w:dropDownList>
          </w:sdtPr>
          <w:sdtContent>
            <w:tc>
              <w:tcPr>
                <w:tcW w:w="990" w:type="dxa"/>
                <w:vAlign w:val="center"/>
              </w:tcPr>
              <w:p w:rsidR="00686EB4" w:rsidRDefault="00F06993" w:rsidP="00343E81">
                <w:pPr>
                  <w:autoSpaceDE w:val="0"/>
                  <w:autoSpaceDN w:val="0"/>
                  <w:adjustRightInd w:val="0"/>
                  <w:spacing w:before="120"/>
                  <w:jc w:val="center"/>
                  <w:rPr>
                    <w:rFonts w:ascii="Arial" w:hAnsi="Arial"/>
                    <w:b/>
                    <w:sz w:val="20"/>
                  </w:rPr>
                </w:pPr>
                <w:r w:rsidRPr="00F06993">
                  <w:rPr>
                    <w:rStyle w:val="PlaceholderText"/>
                    <w:i/>
                    <w:color w:val="548DD4" w:themeColor="text2" w:themeTint="99"/>
                  </w:rPr>
                  <w:t>Enter</w:t>
                </w:r>
              </w:p>
            </w:tc>
          </w:sdtContent>
        </w:sdt>
        <w:tc>
          <w:tcPr>
            <w:tcW w:w="3690" w:type="dxa"/>
            <w:shd w:val="clear" w:color="auto" w:fill="D9D9D9" w:themeFill="background1" w:themeFillShade="D9"/>
          </w:tcPr>
          <w:p w:rsidR="00686EB4" w:rsidRDefault="00686EB4" w:rsidP="00686EB4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/>
                <w:sz w:val="20"/>
              </w:rPr>
            </w:pPr>
            <w:r w:rsidRPr="00686EB4">
              <w:rPr>
                <w:rFonts w:ascii="Arial" w:hAnsi="Arial"/>
                <w:b/>
                <w:sz w:val="20"/>
              </w:rPr>
              <w:t>Body Language</w:t>
            </w:r>
          </w:p>
        </w:tc>
        <w:tc>
          <w:tcPr>
            <w:tcW w:w="900" w:type="dxa"/>
            <w:vAlign w:val="center"/>
          </w:tcPr>
          <w:p w:rsidR="00686EB4" w:rsidRDefault="00C24976" w:rsidP="00343E81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Rating</w:t>
            </w:r>
          </w:p>
        </w:tc>
      </w:tr>
      <w:tr w:rsidR="00686EB4" w:rsidTr="00343E81">
        <w:tc>
          <w:tcPr>
            <w:tcW w:w="3780" w:type="dxa"/>
            <w:tcBorders>
              <w:bottom w:val="single" w:sz="4" w:space="0" w:color="auto"/>
            </w:tcBorders>
          </w:tcPr>
          <w:p w:rsidR="00686EB4" w:rsidRDefault="00686EB4" w:rsidP="00A7064C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Summarized the main points before finishing.</w:t>
            </w:r>
          </w:p>
        </w:tc>
        <w:sdt>
          <w:sdtPr>
            <w:rPr>
              <w:rFonts w:ascii="Arial" w:hAnsi="Arial"/>
              <w:sz w:val="20"/>
            </w:rPr>
            <w:id w:val="803727434"/>
            <w:placeholder>
              <w:docPart w:val="AD11EEFF342042AFA3FEBD89EFABD723"/>
            </w:placeholder>
            <w:showingPlcHdr/>
            <w:dropDownList>
              <w:listItem w:displayText="1" w:value="1"/>
              <w:listItem w:displayText="2" w:value="2"/>
              <w:listItem w:displayText="3" w:value="3"/>
              <w:listItem w:displayText="n/a" w:value="n/a"/>
            </w:dropDownList>
          </w:sdtPr>
          <w:sdtContent>
            <w:tc>
              <w:tcPr>
                <w:tcW w:w="990" w:type="dxa"/>
                <w:vAlign w:val="center"/>
              </w:tcPr>
              <w:p w:rsidR="00686EB4" w:rsidRDefault="00F06993" w:rsidP="00343E81">
                <w:pPr>
                  <w:autoSpaceDE w:val="0"/>
                  <w:autoSpaceDN w:val="0"/>
                  <w:adjustRightInd w:val="0"/>
                  <w:jc w:val="center"/>
                  <w:rPr>
                    <w:rFonts w:ascii="Arial" w:hAnsi="Arial"/>
                    <w:b/>
                    <w:sz w:val="20"/>
                  </w:rPr>
                </w:pPr>
                <w:r w:rsidRPr="00F06993">
                  <w:rPr>
                    <w:rStyle w:val="PlaceholderText"/>
                    <w:i/>
                    <w:color w:val="548DD4" w:themeColor="text2" w:themeTint="99"/>
                  </w:rPr>
                  <w:t>Enter</w:t>
                </w:r>
              </w:p>
            </w:tc>
          </w:sdtContent>
        </w:sdt>
        <w:tc>
          <w:tcPr>
            <w:tcW w:w="3690" w:type="dxa"/>
            <w:vAlign w:val="center"/>
          </w:tcPr>
          <w:p w:rsidR="00686EB4" w:rsidRDefault="00686EB4" w:rsidP="00686EB4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sz w:val="20"/>
              </w:rPr>
              <w:t>Maintained good eye contact with the group.</w:t>
            </w:r>
          </w:p>
        </w:tc>
        <w:sdt>
          <w:sdtPr>
            <w:rPr>
              <w:rFonts w:ascii="Arial" w:hAnsi="Arial"/>
              <w:sz w:val="20"/>
            </w:rPr>
            <w:id w:val="803727456"/>
            <w:placeholder>
              <w:docPart w:val="66984EADB15B4F729584D0FF580C38E8"/>
            </w:placeholder>
            <w:showingPlcHdr/>
            <w:dropDownList>
              <w:listItem w:displayText="1" w:value="1"/>
              <w:listItem w:displayText="2" w:value="2"/>
              <w:listItem w:displayText="3" w:value="3"/>
              <w:listItem w:displayText="n/a" w:value="n/a"/>
            </w:dropDownList>
          </w:sdtPr>
          <w:sdtContent>
            <w:tc>
              <w:tcPr>
                <w:tcW w:w="900" w:type="dxa"/>
                <w:vAlign w:val="center"/>
              </w:tcPr>
              <w:p w:rsidR="00686EB4" w:rsidRDefault="002D32EB" w:rsidP="00343E81">
                <w:pPr>
                  <w:autoSpaceDE w:val="0"/>
                  <w:autoSpaceDN w:val="0"/>
                  <w:adjustRightInd w:val="0"/>
                  <w:jc w:val="center"/>
                  <w:rPr>
                    <w:rFonts w:ascii="Arial" w:hAnsi="Arial"/>
                    <w:b/>
                    <w:sz w:val="20"/>
                  </w:rPr>
                </w:pPr>
                <w:r w:rsidRPr="00F06993">
                  <w:rPr>
                    <w:rStyle w:val="PlaceholderText"/>
                    <w:i/>
                    <w:color w:val="548DD4" w:themeColor="text2" w:themeTint="99"/>
                  </w:rPr>
                  <w:t>Enter</w:t>
                </w:r>
              </w:p>
            </w:tc>
          </w:sdtContent>
        </w:sdt>
      </w:tr>
      <w:tr w:rsidR="00686EB4" w:rsidTr="00343E81">
        <w:trPr>
          <w:trHeight w:val="485"/>
        </w:trPr>
        <w:tc>
          <w:tcPr>
            <w:tcW w:w="3780" w:type="dxa"/>
            <w:shd w:val="clear" w:color="auto" w:fill="D9D9D9" w:themeFill="background1" w:themeFillShade="D9"/>
          </w:tcPr>
          <w:p w:rsidR="00686EB4" w:rsidRPr="00686EB4" w:rsidRDefault="00686EB4" w:rsidP="00686EB4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Group Participation</w:t>
            </w:r>
          </w:p>
        </w:tc>
        <w:tc>
          <w:tcPr>
            <w:tcW w:w="990" w:type="dxa"/>
            <w:vAlign w:val="center"/>
          </w:tcPr>
          <w:p w:rsidR="00686EB4" w:rsidRDefault="00C24976" w:rsidP="00343E81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/>
                <w:sz w:val="20"/>
              </w:rPr>
            </w:pPr>
            <w:r w:rsidRPr="00C24976">
              <w:rPr>
                <w:rFonts w:ascii="Arial" w:hAnsi="Arial"/>
                <w:b/>
                <w:sz w:val="20"/>
              </w:rPr>
              <w:t>Rating</w:t>
            </w:r>
          </w:p>
        </w:tc>
        <w:tc>
          <w:tcPr>
            <w:tcW w:w="3690" w:type="dxa"/>
            <w:vAlign w:val="center"/>
          </w:tcPr>
          <w:p w:rsidR="00686EB4" w:rsidRDefault="00686EB4" w:rsidP="00686EB4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Was friendly and smiled.</w:t>
            </w:r>
          </w:p>
        </w:tc>
        <w:sdt>
          <w:sdtPr>
            <w:rPr>
              <w:rFonts w:ascii="Arial" w:hAnsi="Arial"/>
              <w:sz w:val="20"/>
            </w:rPr>
            <w:id w:val="803727447"/>
            <w:placeholder>
              <w:docPart w:val="86225FED32194AFD8A0160089BC0926D"/>
            </w:placeholder>
            <w:showingPlcHdr/>
            <w:dropDownList>
              <w:listItem w:displayText="1" w:value="1"/>
              <w:listItem w:displayText="2" w:value="2"/>
              <w:listItem w:displayText="3" w:value="3"/>
              <w:listItem w:displayText="n/a" w:value="n/a"/>
            </w:dropDownList>
          </w:sdtPr>
          <w:sdtContent>
            <w:tc>
              <w:tcPr>
                <w:tcW w:w="900" w:type="dxa"/>
                <w:vAlign w:val="center"/>
              </w:tcPr>
              <w:p w:rsidR="00686EB4" w:rsidRDefault="00F06993" w:rsidP="00343E81">
                <w:pPr>
                  <w:jc w:val="center"/>
                  <w:rPr>
                    <w:rFonts w:ascii="Arial" w:hAnsi="Arial"/>
                    <w:sz w:val="20"/>
                  </w:rPr>
                </w:pPr>
                <w:r w:rsidRPr="00F06993">
                  <w:rPr>
                    <w:rStyle w:val="PlaceholderText"/>
                    <w:i/>
                    <w:color w:val="548DD4" w:themeColor="text2" w:themeTint="99"/>
                  </w:rPr>
                  <w:t>Enter</w:t>
                </w:r>
              </w:p>
            </w:tc>
          </w:sdtContent>
        </w:sdt>
      </w:tr>
      <w:tr w:rsidR="00686EB4" w:rsidTr="00343E81">
        <w:tc>
          <w:tcPr>
            <w:tcW w:w="3780" w:type="dxa"/>
          </w:tcPr>
          <w:p w:rsidR="00686EB4" w:rsidRDefault="00686EB4" w:rsidP="00686EB4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0" w:firstLine="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Involved the group. </w:t>
            </w:r>
          </w:p>
        </w:tc>
        <w:sdt>
          <w:sdtPr>
            <w:rPr>
              <w:rFonts w:ascii="Arial" w:hAnsi="Arial"/>
              <w:sz w:val="20"/>
            </w:rPr>
            <w:id w:val="803727437"/>
            <w:placeholder>
              <w:docPart w:val="88F3FDE536D54D80A183925F0ECEA1D8"/>
            </w:placeholder>
            <w:showingPlcHdr/>
            <w:dropDownList>
              <w:listItem w:displayText="1" w:value="1"/>
              <w:listItem w:displayText="2" w:value="2"/>
              <w:listItem w:displayText="3" w:value="3"/>
              <w:listItem w:displayText="n/a" w:value="n/a"/>
            </w:dropDownList>
          </w:sdtPr>
          <w:sdtContent>
            <w:tc>
              <w:tcPr>
                <w:tcW w:w="990" w:type="dxa"/>
                <w:vAlign w:val="center"/>
              </w:tcPr>
              <w:p w:rsidR="00686EB4" w:rsidRDefault="00F06993" w:rsidP="00343E81">
                <w:pPr>
                  <w:autoSpaceDE w:val="0"/>
                  <w:autoSpaceDN w:val="0"/>
                  <w:adjustRightInd w:val="0"/>
                  <w:jc w:val="center"/>
                  <w:rPr>
                    <w:rFonts w:ascii="Arial" w:hAnsi="Arial"/>
                    <w:sz w:val="20"/>
                  </w:rPr>
                </w:pPr>
                <w:r w:rsidRPr="00F06993">
                  <w:rPr>
                    <w:rStyle w:val="PlaceholderText"/>
                    <w:i/>
                    <w:color w:val="548DD4" w:themeColor="text2" w:themeTint="99"/>
                  </w:rPr>
                  <w:t>Enter</w:t>
                </w:r>
              </w:p>
            </w:tc>
          </w:sdtContent>
        </w:sdt>
        <w:tc>
          <w:tcPr>
            <w:tcW w:w="3690" w:type="dxa"/>
            <w:tcBorders>
              <w:bottom w:val="single" w:sz="4" w:space="0" w:color="auto"/>
            </w:tcBorders>
            <w:vAlign w:val="center"/>
          </w:tcPr>
          <w:p w:rsidR="00686EB4" w:rsidRDefault="00686EB4" w:rsidP="00686EB4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Used body language to help communicate ideas visually</w:t>
            </w:r>
          </w:p>
        </w:tc>
        <w:sdt>
          <w:sdtPr>
            <w:rPr>
              <w:rFonts w:ascii="Arial" w:hAnsi="Arial"/>
              <w:sz w:val="20"/>
            </w:rPr>
            <w:id w:val="1181898922"/>
            <w:placeholder>
              <w:docPart w:val="2A6F5E2C5AD141C68A5CACC310825DA2"/>
            </w:placeholder>
            <w:showingPlcHdr/>
            <w:dropDownList>
              <w:listItem w:displayText="1" w:value="1"/>
              <w:listItem w:displayText="2" w:value="2"/>
              <w:listItem w:displayText="3" w:value="3"/>
              <w:listItem w:displayText="n/a" w:value="n/a"/>
            </w:dropDownList>
          </w:sdtPr>
          <w:sdtContent>
            <w:tc>
              <w:tcPr>
                <w:tcW w:w="900" w:type="dxa"/>
                <w:vAlign w:val="center"/>
              </w:tcPr>
              <w:p w:rsidR="00686EB4" w:rsidRDefault="00966D5F" w:rsidP="00343E81">
                <w:pPr>
                  <w:autoSpaceDE w:val="0"/>
                  <w:autoSpaceDN w:val="0"/>
                  <w:adjustRightInd w:val="0"/>
                  <w:jc w:val="center"/>
                  <w:rPr>
                    <w:rFonts w:ascii="Arial" w:hAnsi="Arial"/>
                    <w:sz w:val="20"/>
                  </w:rPr>
                </w:pPr>
                <w:r w:rsidRPr="00F06993">
                  <w:rPr>
                    <w:rStyle w:val="PlaceholderText"/>
                    <w:i/>
                    <w:color w:val="548DD4" w:themeColor="text2" w:themeTint="99"/>
                  </w:rPr>
                  <w:t>Enter</w:t>
                </w:r>
              </w:p>
            </w:tc>
          </w:sdtContent>
        </w:sdt>
      </w:tr>
      <w:tr w:rsidR="00686EB4" w:rsidTr="00343E81">
        <w:tc>
          <w:tcPr>
            <w:tcW w:w="3780" w:type="dxa"/>
          </w:tcPr>
          <w:p w:rsidR="00686EB4" w:rsidRDefault="00686EB4" w:rsidP="00686EB4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Handled questions and comments with effectively.</w:t>
            </w:r>
          </w:p>
        </w:tc>
        <w:sdt>
          <w:sdtPr>
            <w:rPr>
              <w:rFonts w:ascii="Arial" w:hAnsi="Arial"/>
              <w:sz w:val="20"/>
            </w:rPr>
            <w:id w:val="803727438"/>
            <w:placeholder>
              <w:docPart w:val="3343329842BD4070B57BEC95DF23A1EB"/>
            </w:placeholder>
            <w:showingPlcHdr/>
            <w:dropDownList>
              <w:listItem w:displayText="1" w:value="1"/>
              <w:listItem w:displayText="2" w:value="2"/>
              <w:listItem w:displayText="3" w:value="3"/>
              <w:listItem w:displayText="n/a" w:value="n/a"/>
            </w:dropDownList>
          </w:sdtPr>
          <w:sdtContent>
            <w:tc>
              <w:tcPr>
                <w:tcW w:w="990" w:type="dxa"/>
                <w:vAlign w:val="center"/>
              </w:tcPr>
              <w:p w:rsidR="00686EB4" w:rsidRDefault="00F06993" w:rsidP="00343E81">
                <w:pPr>
                  <w:autoSpaceDE w:val="0"/>
                  <w:autoSpaceDN w:val="0"/>
                  <w:adjustRightInd w:val="0"/>
                  <w:spacing w:before="120"/>
                  <w:jc w:val="center"/>
                  <w:rPr>
                    <w:rFonts w:ascii="Arial" w:hAnsi="Arial"/>
                    <w:b/>
                    <w:sz w:val="20"/>
                  </w:rPr>
                </w:pPr>
                <w:r w:rsidRPr="00F06993">
                  <w:rPr>
                    <w:rStyle w:val="PlaceholderText"/>
                    <w:i/>
                    <w:color w:val="548DD4" w:themeColor="text2" w:themeTint="99"/>
                  </w:rPr>
                  <w:t>Enter</w:t>
                </w:r>
              </w:p>
            </w:tc>
          </w:sdtContent>
        </w:sdt>
        <w:tc>
          <w:tcPr>
            <w:tcW w:w="3690" w:type="dxa"/>
            <w:shd w:val="clear" w:color="auto" w:fill="E0E0E0"/>
          </w:tcPr>
          <w:p w:rsidR="00686EB4" w:rsidRPr="00686EB4" w:rsidRDefault="00686EB4" w:rsidP="00686EB4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Technical Competency</w:t>
            </w:r>
          </w:p>
        </w:tc>
        <w:tc>
          <w:tcPr>
            <w:tcW w:w="900" w:type="dxa"/>
            <w:vAlign w:val="center"/>
          </w:tcPr>
          <w:p w:rsidR="00686EB4" w:rsidRDefault="00C24976" w:rsidP="00343E81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Rating</w:t>
            </w:r>
          </w:p>
        </w:tc>
      </w:tr>
      <w:tr w:rsidR="00686EB4" w:rsidTr="00343E81">
        <w:tc>
          <w:tcPr>
            <w:tcW w:w="3780" w:type="dxa"/>
          </w:tcPr>
          <w:p w:rsidR="00686EB4" w:rsidRDefault="00686EB4" w:rsidP="00686EB4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Divided course into appropriate sections.</w:t>
            </w:r>
          </w:p>
        </w:tc>
        <w:sdt>
          <w:sdtPr>
            <w:rPr>
              <w:rFonts w:ascii="Arial" w:hAnsi="Arial"/>
              <w:sz w:val="20"/>
            </w:rPr>
            <w:id w:val="803727435"/>
            <w:placeholder>
              <w:docPart w:val="BEDC3CD9428041269E6D7811651B6CD3"/>
            </w:placeholder>
            <w:showingPlcHdr/>
            <w:dropDownList>
              <w:listItem w:displayText="1" w:value="1"/>
              <w:listItem w:displayText="2" w:value="2"/>
              <w:listItem w:displayText="3" w:value="3"/>
              <w:listItem w:displayText="n/a" w:value="n/a"/>
            </w:dropDownList>
          </w:sdtPr>
          <w:sdtContent>
            <w:tc>
              <w:tcPr>
                <w:tcW w:w="990" w:type="dxa"/>
                <w:vAlign w:val="center"/>
              </w:tcPr>
              <w:p w:rsidR="00686EB4" w:rsidRDefault="00F06993" w:rsidP="00343E81">
                <w:pPr>
                  <w:autoSpaceDE w:val="0"/>
                  <w:autoSpaceDN w:val="0"/>
                  <w:adjustRightInd w:val="0"/>
                  <w:jc w:val="center"/>
                  <w:rPr>
                    <w:rFonts w:ascii="Arial" w:hAnsi="Arial"/>
                    <w:sz w:val="20"/>
                  </w:rPr>
                </w:pPr>
                <w:r w:rsidRPr="00F06993">
                  <w:rPr>
                    <w:rStyle w:val="PlaceholderText"/>
                    <w:i/>
                    <w:color w:val="548DD4" w:themeColor="text2" w:themeTint="99"/>
                  </w:rPr>
                  <w:t>Enter</w:t>
                </w:r>
              </w:p>
            </w:tc>
          </w:sdtContent>
        </w:sdt>
        <w:tc>
          <w:tcPr>
            <w:tcW w:w="3690" w:type="dxa"/>
          </w:tcPr>
          <w:p w:rsidR="00686EB4" w:rsidRDefault="00686EB4" w:rsidP="00A7064C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sz w:val="20"/>
              </w:rPr>
              <w:t>Taught technically accurate content.</w:t>
            </w:r>
          </w:p>
        </w:tc>
        <w:sdt>
          <w:sdtPr>
            <w:rPr>
              <w:rFonts w:ascii="Arial" w:hAnsi="Arial"/>
              <w:sz w:val="20"/>
            </w:rPr>
            <w:id w:val="803727448"/>
            <w:placeholder>
              <w:docPart w:val="C063FC3A70B64DB29CDE014B2806ED7C"/>
            </w:placeholder>
            <w:showingPlcHdr/>
            <w:dropDownList>
              <w:listItem w:displayText="1" w:value="1"/>
              <w:listItem w:displayText="2" w:value="2"/>
              <w:listItem w:displayText="3" w:value="3"/>
              <w:listItem w:displayText="n/a" w:value="n/a"/>
            </w:dropDownList>
          </w:sdtPr>
          <w:sdtContent>
            <w:tc>
              <w:tcPr>
                <w:tcW w:w="900" w:type="dxa"/>
                <w:vAlign w:val="center"/>
              </w:tcPr>
              <w:p w:rsidR="00686EB4" w:rsidRDefault="00F06993" w:rsidP="00343E81">
                <w:pPr>
                  <w:autoSpaceDE w:val="0"/>
                  <w:autoSpaceDN w:val="0"/>
                  <w:adjustRightInd w:val="0"/>
                  <w:jc w:val="center"/>
                  <w:rPr>
                    <w:rFonts w:ascii="Arial" w:hAnsi="Arial"/>
                    <w:sz w:val="20"/>
                  </w:rPr>
                </w:pPr>
                <w:r w:rsidRPr="00F06993">
                  <w:rPr>
                    <w:rStyle w:val="PlaceholderText"/>
                    <w:i/>
                    <w:color w:val="548DD4" w:themeColor="text2" w:themeTint="99"/>
                  </w:rPr>
                  <w:t>Enter</w:t>
                </w:r>
              </w:p>
            </w:tc>
          </w:sdtContent>
        </w:sdt>
      </w:tr>
      <w:tr w:rsidR="00686EB4" w:rsidTr="00343E81">
        <w:tc>
          <w:tcPr>
            <w:tcW w:w="3780" w:type="dxa"/>
          </w:tcPr>
          <w:p w:rsidR="00686EB4" w:rsidRDefault="00686EB4" w:rsidP="00686EB4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Provided clear instructions for all activities.</w:t>
            </w:r>
          </w:p>
        </w:tc>
        <w:sdt>
          <w:sdtPr>
            <w:rPr>
              <w:rFonts w:ascii="Arial" w:hAnsi="Arial"/>
              <w:sz w:val="20"/>
            </w:rPr>
            <w:id w:val="803727439"/>
            <w:placeholder>
              <w:docPart w:val="11DBEAD701D6402CB04DC938F05CD441"/>
            </w:placeholder>
            <w:showingPlcHdr/>
            <w:dropDownList>
              <w:listItem w:displayText="1" w:value="1"/>
              <w:listItem w:displayText="2" w:value="2"/>
              <w:listItem w:displayText="3" w:value="3"/>
              <w:listItem w:displayText="n/a" w:value="n/a"/>
            </w:dropDownList>
          </w:sdtPr>
          <w:sdtContent>
            <w:tc>
              <w:tcPr>
                <w:tcW w:w="990" w:type="dxa"/>
                <w:vAlign w:val="center"/>
              </w:tcPr>
              <w:p w:rsidR="00686EB4" w:rsidRDefault="00F06993" w:rsidP="00343E81">
                <w:pPr>
                  <w:autoSpaceDE w:val="0"/>
                  <w:autoSpaceDN w:val="0"/>
                  <w:adjustRightInd w:val="0"/>
                  <w:jc w:val="center"/>
                  <w:rPr>
                    <w:rFonts w:ascii="Arial" w:hAnsi="Arial"/>
                    <w:sz w:val="20"/>
                  </w:rPr>
                </w:pPr>
                <w:r w:rsidRPr="00F06993">
                  <w:rPr>
                    <w:rStyle w:val="PlaceholderText"/>
                    <w:i/>
                    <w:color w:val="548DD4" w:themeColor="text2" w:themeTint="99"/>
                  </w:rPr>
                  <w:t>Enter</w:t>
                </w:r>
              </w:p>
            </w:tc>
          </w:sdtContent>
        </w:sdt>
        <w:tc>
          <w:tcPr>
            <w:tcW w:w="3690" w:type="dxa"/>
          </w:tcPr>
          <w:p w:rsidR="00686EB4" w:rsidRDefault="00686EB4" w:rsidP="00A7064C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Gauged group level of technical knowledge and adjusted the presentation accordingly. </w:t>
            </w:r>
          </w:p>
        </w:tc>
        <w:sdt>
          <w:sdtPr>
            <w:rPr>
              <w:rFonts w:ascii="Arial" w:hAnsi="Arial"/>
              <w:sz w:val="20"/>
            </w:rPr>
            <w:id w:val="803727415"/>
            <w:placeholder>
              <w:docPart w:val="7D189D61E7AB46B78C5D19F75F8814DB"/>
            </w:placeholder>
            <w:showingPlcHdr/>
            <w:dropDownList>
              <w:listItem w:displayText="1" w:value="1"/>
              <w:listItem w:displayText="2" w:value="2"/>
              <w:listItem w:displayText="3" w:value="3"/>
              <w:listItem w:displayText="n/a" w:value="n/a"/>
            </w:dropDownList>
          </w:sdtPr>
          <w:sdtContent>
            <w:tc>
              <w:tcPr>
                <w:tcW w:w="900" w:type="dxa"/>
                <w:vAlign w:val="center"/>
              </w:tcPr>
              <w:p w:rsidR="00686EB4" w:rsidRDefault="00343E81" w:rsidP="00343E81">
                <w:pPr>
                  <w:autoSpaceDE w:val="0"/>
                  <w:autoSpaceDN w:val="0"/>
                  <w:adjustRightInd w:val="0"/>
                  <w:jc w:val="center"/>
                  <w:rPr>
                    <w:rFonts w:ascii="Arial" w:hAnsi="Arial"/>
                    <w:sz w:val="20"/>
                  </w:rPr>
                </w:pPr>
                <w:r w:rsidRPr="00343E81">
                  <w:rPr>
                    <w:rStyle w:val="PlaceholderText"/>
                    <w:i/>
                  </w:rPr>
                  <w:t>Enter</w:t>
                </w:r>
              </w:p>
            </w:tc>
          </w:sdtContent>
        </w:sdt>
      </w:tr>
      <w:tr w:rsidR="00686EB4" w:rsidTr="00343E81">
        <w:tc>
          <w:tcPr>
            <w:tcW w:w="3780" w:type="dxa"/>
          </w:tcPr>
          <w:p w:rsidR="00686EB4" w:rsidRDefault="00686EB4" w:rsidP="00686EB4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Clarified or rephrased questions to elicit group participation.</w:t>
            </w:r>
          </w:p>
        </w:tc>
        <w:sdt>
          <w:sdtPr>
            <w:rPr>
              <w:rFonts w:ascii="Arial" w:hAnsi="Arial"/>
              <w:sz w:val="20"/>
            </w:rPr>
            <w:id w:val="803727440"/>
            <w:placeholder>
              <w:docPart w:val="A04739D3C2B044E3A7CDA25657D88F28"/>
            </w:placeholder>
            <w:showingPlcHdr/>
            <w:dropDownList>
              <w:listItem w:displayText="1" w:value="1"/>
              <w:listItem w:displayText="2" w:value="2"/>
              <w:listItem w:displayText="3" w:value="3"/>
              <w:listItem w:displayText="n/a" w:value="n/a"/>
            </w:dropDownList>
          </w:sdtPr>
          <w:sdtContent>
            <w:tc>
              <w:tcPr>
                <w:tcW w:w="990" w:type="dxa"/>
                <w:vAlign w:val="center"/>
              </w:tcPr>
              <w:p w:rsidR="00686EB4" w:rsidRDefault="00F06993" w:rsidP="00343E81">
                <w:pPr>
                  <w:autoSpaceDE w:val="0"/>
                  <w:autoSpaceDN w:val="0"/>
                  <w:adjustRightInd w:val="0"/>
                  <w:jc w:val="center"/>
                  <w:rPr>
                    <w:rFonts w:ascii="Arial" w:hAnsi="Arial"/>
                    <w:sz w:val="20"/>
                  </w:rPr>
                </w:pPr>
                <w:r w:rsidRPr="00F06993">
                  <w:rPr>
                    <w:rStyle w:val="PlaceholderText"/>
                    <w:i/>
                    <w:color w:val="548DD4" w:themeColor="text2" w:themeTint="99"/>
                  </w:rPr>
                  <w:t>Enter</w:t>
                </w:r>
              </w:p>
            </w:tc>
          </w:sdtContent>
        </w:sdt>
        <w:tc>
          <w:tcPr>
            <w:tcW w:w="3690" w:type="dxa"/>
          </w:tcPr>
          <w:p w:rsidR="00686EB4" w:rsidRPr="00686EB4" w:rsidRDefault="00686EB4" w:rsidP="00686EB4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Accurately broke down technical/complex concepts in a way participants could understand.</w:t>
            </w:r>
          </w:p>
        </w:tc>
        <w:sdt>
          <w:sdtPr>
            <w:rPr>
              <w:rFonts w:ascii="Arial" w:hAnsi="Arial"/>
              <w:sz w:val="20"/>
            </w:rPr>
            <w:id w:val="803727449"/>
            <w:placeholder>
              <w:docPart w:val="5CA032931EA84E28B21A15158644800F"/>
            </w:placeholder>
            <w:showingPlcHdr/>
            <w:dropDownList>
              <w:listItem w:displayText="1" w:value="1"/>
              <w:listItem w:displayText="2" w:value="2"/>
              <w:listItem w:displayText="3" w:value="3"/>
              <w:listItem w:displayText="n/a" w:value="n/a"/>
            </w:dropDownList>
          </w:sdtPr>
          <w:sdtContent>
            <w:tc>
              <w:tcPr>
                <w:tcW w:w="900" w:type="dxa"/>
                <w:vAlign w:val="center"/>
              </w:tcPr>
              <w:p w:rsidR="00686EB4" w:rsidRDefault="00F06993" w:rsidP="00343E81">
                <w:pPr>
                  <w:autoSpaceDE w:val="0"/>
                  <w:autoSpaceDN w:val="0"/>
                  <w:adjustRightInd w:val="0"/>
                  <w:jc w:val="center"/>
                  <w:rPr>
                    <w:rFonts w:ascii="Arial" w:hAnsi="Arial"/>
                    <w:sz w:val="20"/>
                  </w:rPr>
                </w:pPr>
                <w:r w:rsidRPr="00F06993">
                  <w:rPr>
                    <w:rStyle w:val="PlaceholderText"/>
                    <w:i/>
                    <w:color w:val="548DD4" w:themeColor="text2" w:themeTint="99"/>
                  </w:rPr>
                  <w:t>Enter</w:t>
                </w:r>
              </w:p>
            </w:tc>
          </w:sdtContent>
        </w:sdt>
      </w:tr>
      <w:tr w:rsidR="00D84160" w:rsidTr="00343E81">
        <w:tc>
          <w:tcPr>
            <w:tcW w:w="3780" w:type="dxa"/>
          </w:tcPr>
          <w:p w:rsidR="00D84160" w:rsidRDefault="00D84160" w:rsidP="00686EB4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Effective use of Kit Kats</w:t>
            </w:r>
          </w:p>
        </w:tc>
        <w:sdt>
          <w:sdtPr>
            <w:rPr>
              <w:rFonts w:ascii="Arial" w:hAnsi="Arial"/>
              <w:sz w:val="20"/>
            </w:rPr>
            <w:id w:val="1181898923"/>
            <w:placeholder>
              <w:docPart w:val="2F7E1C9E3668471AB073E86B9EB2B547"/>
            </w:placeholder>
            <w:showingPlcHdr/>
            <w:dropDownList>
              <w:listItem w:displayText="1" w:value="1"/>
              <w:listItem w:displayText="2" w:value="2"/>
              <w:listItem w:displayText="3" w:value="3"/>
              <w:listItem w:displayText="n/a" w:value="n/a"/>
            </w:dropDownList>
          </w:sdtPr>
          <w:sdtContent>
            <w:tc>
              <w:tcPr>
                <w:tcW w:w="990" w:type="dxa"/>
                <w:vAlign w:val="center"/>
              </w:tcPr>
              <w:p w:rsidR="00D84160" w:rsidRDefault="00D84160" w:rsidP="00343E81">
                <w:pPr>
                  <w:autoSpaceDE w:val="0"/>
                  <w:autoSpaceDN w:val="0"/>
                  <w:adjustRightInd w:val="0"/>
                  <w:jc w:val="center"/>
                  <w:rPr>
                    <w:rFonts w:ascii="Arial" w:hAnsi="Arial"/>
                    <w:sz w:val="20"/>
                  </w:rPr>
                </w:pPr>
                <w:r w:rsidRPr="00F06993">
                  <w:rPr>
                    <w:rStyle w:val="PlaceholderText"/>
                    <w:i/>
                    <w:color w:val="548DD4" w:themeColor="text2" w:themeTint="99"/>
                  </w:rPr>
                  <w:t>Enter</w:t>
                </w:r>
              </w:p>
            </w:tc>
          </w:sdtContent>
        </w:sdt>
        <w:tc>
          <w:tcPr>
            <w:tcW w:w="3690" w:type="dxa"/>
          </w:tcPr>
          <w:p w:rsidR="00D84160" w:rsidRDefault="00D84160" w:rsidP="00D84160">
            <w:pPr>
              <w:autoSpaceDE w:val="0"/>
              <w:autoSpaceDN w:val="0"/>
              <w:adjustRightInd w:val="0"/>
              <w:ind w:left="360"/>
              <w:rPr>
                <w:rFonts w:ascii="Arial" w:hAnsi="Arial"/>
                <w:sz w:val="20"/>
              </w:rPr>
            </w:pPr>
          </w:p>
        </w:tc>
        <w:tc>
          <w:tcPr>
            <w:tcW w:w="900" w:type="dxa"/>
            <w:vAlign w:val="center"/>
          </w:tcPr>
          <w:p w:rsidR="00D84160" w:rsidRDefault="00D84160" w:rsidP="00343E8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</w:rPr>
            </w:pPr>
          </w:p>
        </w:tc>
      </w:tr>
    </w:tbl>
    <w:p w:rsidR="00353EE0" w:rsidRDefault="00353EE0" w:rsidP="00A7064C"/>
    <w:p w:rsidR="00353EE0" w:rsidRDefault="00353EE0" w:rsidP="00A7064C"/>
    <w:p w:rsidR="00061926" w:rsidRDefault="00061926" w:rsidP="00061926">
      <w:pPr>
        <w:pStyle w:val="Title"/>
        <w:jc w:val="left"/>
      </w:pPr>
      <w:r w:rsidRPr="00061926">
        <w:t>Comments</w:t>
      </w:r>
      <w:r>
        <w:t xml:space="preserve"> on Trainer</w:t>
      </w:r>
      <w:r w:rsidRPr="00061926">
        <w:t>:</w:t>
      </w:r>
    </w:p>
    <w:p w:rsidR="00061926" w:rsidRDefault="00061926" w:rsidP="00061926">
      <w:pPr>
        <w:pStyle w:val="Title"/>
        <w:jc w:val="left"/>
        <w:rPr>
          <w:u w:val="single"/>
        </w:rPr>
      </w:pPr>
    </w:p>
    <w:sdt>
      <w:sdtPr>
        <w:rPr>
          <w:sz w:val="24"/>
          <w:szCs w:val="24"/>
          <w:u w:val="single"/>
        </w:rPr>
        <w:id w:val="803727249"/>
        <w:placeholder>
          <w:docPart w:val="6E5018F413C44A9590CB15AD5A74F670"/>
        </w:placeholder>
        <w:showingPlcHdr/>
      </w:sdtPr>
      <w:sdtContent>
        <w:p w:rsidR="00C35EF5" w:rsidRPr="00C35EF5" w:rsidRDefault="009018B2" w:rsidP="00C35EF5">
          <w:pPr>
            <w:pStyle w:val="ListParagraph"/>
            <w:numPr>
              <w:ilvl w:val="0"/>
              <w:numId w:val="31"/>
            </w:numPr>
            <w:spacing w:after="0" w:line="240" w:lineRule="auto"/>
            <w:rPr>
              <w:rFonts w:ascii="Verdana" w:eastAsia="Times New Roman" w:hAnsi="Verdana" w:cs="Times New Roman"/>
              <w:sz w:val="24"/>
              <w:szCs w:val="24"/>
              <w:u w:val="single"/>
              <w:lang w:val="en-GB"/>
            </w:rPr>
          </w:pPr>
          <w:r w:rsidRPr="002D32EB">
            <w:rPr>
              <w:rStyle w:val="PlaceholderText"/>
              <w:i/>
              <w:color w:val="548DD4" w:themeColor="text2" w:themeTint="99"/>
            </w:rPr>
            <w:t>Click here to enter text.</w:t>
          </w:r>
        </w:p>
      </w:sdtContent>
    </w:sdt>
    <w:p w:rsidR="00C35EF5" w:rsidRDefault="00C35EF5" w:rsidP="00C35EF5">
      <w:pPr>
        <w:pStyle w:val="Title"/>
        <w:jc w:val="left"/>
        <w:rPr>
          <w:b w:val="0"/>
          <w:bCs w:val="0"/>
        </w:rPr>
      </w:pPr>
    </w:p>
    <w:p w:rsidR="00353EE0" w:rsidRPr="00061926" w:rsidRDefault="00353EE0" w:rsidP="00061926">
      <w:pPr>
        <w:pStyle w:val="Title"/>
        <w:jc w:val="left"/>
        <w:rPr>
          <w:u w:val="single"/>
        </w:rPr>
      </w:pPr>
    </w:p>
    <w:sectPr w:rsidR="00353EE0" w:rsidRPr="00061926" w:rsidSect="00A229FE">
      <w:headerReference w:type="default" r:id="rId8"/>
      <w:pgSz w:w="11906" w:h="16838" w:code="9"/>
      <w:pgMar w:top="900" w:right="1196" w:bottom="1440" w:left="1797" w:header="450" w:footer="273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2F85" w:rsidRDefault="00202F85">
      <w:r>
        <w:separator/>
      </w:r>
    </w:p>
  </w:endnote>
  <w:endnote w:type="continuationSeparator" w:id="0">
    <w:p w:rsidR="00202F85" w:rsidRDefault="00202F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2F85" w:rsidRDefault="00202F85">
      <w:r>
        <w:separator/>
      </w:r>
    </w:p>
  </w:footnote>
  <w:footnote w:type="continuationSeparator" w:id="0">
    <w:p w:rsidR="00202F85" w:rsidRDefault="00202F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6993" w:rsidRDefault="00F06993" w:rsidP="00CD1535">
    <w:pPr>
      <w:pStyle w:val="Header"/>
      <w:tabs>
        <w:tab w:val="clear" w:pos="8306"/>
        <w:tab w:val="right" w:pos="9450"/>
      </w:tabs>
      <w:ind w:right="-688"/>
      <w:jc w:val="right"/>
    </w:pPr>
    <w:r w:rsidRPr="00CD1535">
      <w:rPr>
        <w:rFonts w:ascii="Trebuchet MS" w:hAnsi="Trebuchet MS"/>
        <w:b/>
        <w:bCs/>
        <w:color w:val="5476AA"/>
        <w:sz w:val="36"/>
        <w:szCs w:val="36"/>
        <w:u w:val="single"/>
      </w:rPr>
      <w:t xml:space="preserve">    </w:t>
    </w:r>
    <w:r w:rsidRPr="00CD1535">
      <w:rPr>
        <w:rFonts w:ascii="Trebuchet MS" w:hAnsi="Trebuchet MS"/>
        <w:b/>
        <w:bCs/>
        <w:color w:val="5476AA"/>
        <w:sz w:val="36"/>
        <w:szCs w:val="36"/>
        <w:u w:val="single"/>
      </w:rPr>
      <w:tab/>
    </w:r>
    <w:r w:rsidRPr="00CD1535">
      <w:rPr>
        <w:rFonts w:ascii="Trebuchet MS" w:hAnsi="Trebuchet MS"/>
        <w:b/>
        <w:bCs/>
        <w:color w:val="5476AA"/>
        <w:sz w:val="36"/>
        <w:szCs w:val="36"/>
        <w:u w:val="single"/>
      </w:rPr>
      <w:tab/>
      <w:t xml:space="preserve">    Shasha Technologies  </w:t>
    </w:r>
    <w:r w:rsidRPr="00CD1535">
      <w:rPr>
        <w:rFonts w:ascii="Arial" w:hAnsi="Arial" w:cs="Arial"/>
        <w:noProof/>
        <w:sz w:val="16"/>
        <w:szCs w:val="16"/>
        <w:u w:val="single"/>
        <w:lang w:val="en-US"/>
      </w:rPr>
      <w:t xml:space="preserve"> </w:t>
    </w:r>
    <w:r w:rsidRPr="00A934EA">
      <w:rPr>
        <w:rFonts w:ascii="Arial" w:hAnsi="Arial" w:cs="Arial"/>
        <w:noProof/>
        <w:sz w:val="16"/>
        <w:szCs w:val="16"/>
        <w:lang w:val="en-US"/>
      </w:rPr>
      <w:drawing>
        <wp:inline distT="0" distB="0" distL="0" distR="0">
          <wp:extent cx="723900" cy="643468"/>
          <wp:effectExtent l="19050" t="0" r="0" b="0"/>
          <wp:docPr id="2" name="Picture 1" descr="http://www.co-intelligence.org/ciilogo_125x100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co-intelligence.org/ciilogo_125x100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661" cy="6432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61558"/>
    <w:multiLevelType w:val="hybridMultilevel"/>
    <w:tmpl w:val="2AA8CB8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61924DA"/>
    <w:multiLevelType w:val="hybridMultilevel"/>
    <w:tmpl w:val="CBCAA96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733635E"/>
    <w:multiLevelType w:val="hybridMultilevel"/>
    <w:tmpl w:val="54C0BA9A"/>
    <w:lvl w:ilvl="0" w:tplc="73A02D0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07770B84"/>
    <w:multiLevelType w:val="hybridMultilevel"/>
    <w:tmpl w:val="E60E4F2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7C0797D"/>
    <w:multiLevelType w:val="hybridMultilevel"/>
    <w:tmpl w:val="CFA0B8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857766"/>
    <w:multiLevelType w:val="hybridMultilevel"/>
    <w:tmpl w:val="CFA0B8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2A7501"/>
    <w:multiLevelType w:val="hybridMultilevel"/>
    <w:tmpl w:val="D028494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765305F"/>
    <w:multiLevelType w:val="hybridMultilevel"/>
    <w:tmpl w:val="C122B3B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7D04E3C"/>
    <w:multiLevelType w:val="hybridMultilevel"/>
    <w:tmpl w:val="3232FE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8C051E"/>
    <w:multiLevelType w:val="hybridMultilevel"/>
    <w:tmpl w:val="A678EB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FB63F34"/>
    <w:multiLevelType w:val="hybridMultilevel"/>
    <w:tmpl w:val="73E69E66"/>
    <w:lvl w:ilvl="0" w:tplc="5A46B99E">
      <w:start w:val="133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892224A"/>
    <w:multiLevelType w:val="hybridMultilevel"/>
    <w:tmpl w:val="33C807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A81302"/>
    <w:multiLevelType w:val="hybridMultilevel"/>
    <w:tmpl w:val="E93C42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EB21F7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30F74387"/>
    <w:multiLevelType w:val="hybridMultilevel"/>
    <w:tmpl w:val="A154AC1A"/>
    <w:lvl w:ilvl="0" w:tplc="FFFFFFFF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21216DD"/>
    <w:multiLevelType w:val="hybridMultilevel"/>
    <w:tmpl w:val="CEC887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2D60918"/>
    <w:multiLevelType w:val="hybridMultilevel"/>
    <w:tmpl w:val="3064D6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4235470"/>
    <w:multiLevelType w:val="hybridMultilevel"/>
    <w:tmpl w:val="B5C26AF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7765E80"/>
    <w:multiLevelType w:val="hybridMultilevel"/>
    <w:tmpl w:val="40289B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D32A55"/>
    <w:multiLevelType w:val="hybridMultilevel"/>
    <w:tmpl w:val="6D6E99DA"/>
    <w:lvl w:ilvl="0" w:tplc="FFFFFFFF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487B6DBA"/>
    <w:multiLevelType w:val="hybridMultilevel"/>
    <w:tmpl w:val="918050F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A1D7672"/>
    <w:multiLevelType w:val="hybridMultilevel"/>
    <w:tmpl w:val="A6302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DE33052"/>
    <w:multiLevelType w:val="hybridMultilevel"/>
    <w:tmpl w:val="CFA0B8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9D1B6D"/>
    <w:multiLevelType w:val="hybridMultilevel"/>
    <w:tmpl w:val="8F46DAD2"/>
    <w:lvl w:ilvl="0" w:tplc="FFFFFFFF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FFFFFFFF">
      <w:start w:val="15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5032598"/>
    <w:multiLevelType w:val="hybridMultilevel"/>
    <w:tmpl w:val="EA4642A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ABF2786"/>
    <w:multiLevelType w:val="hybridMultilevel"/>
    <w:tmpl w:val="80B29E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5AED6F73"/>
    <w:multiLevelType w:val="hybridMultilevel"/>
    <w:tmpl w:val="97BC79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DC77750"/>
    <w:multiLevelType w:val="hybridMultilevel"/>
    <w:tmpl w:val="214EF3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A42419E"/>
    <w:multiLevelType w:val="hybridMultilevel"/>
    <w:tmpl w:val="5100CC32"/>
    <w:lvl w:ilvl="0" w:tplc="FFFFFFFF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E1D2B6A"/>
    <w:multiLevelType w:val="hybridMultilevel"/>
    <w:tmpl w:val="5DC6F3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0DC6AF6"/>
    <w:multiLevelType w:val="hybridMultilevel"/>
    <w:tmpl w:val="7BDC2E7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7749034B"/>
    <w:multiLevelType w:val="hybridMultilevel"/>
    <w:tmpl w:val="A678EB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9127273"/>
    <w:multiLevelType w:val="hybridMultilevel"/>
    <w:tmpl w:val="E590591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16"/>
  </w:num>
  <w:num w:numId="4">
    <w:abstractNumId w:val="7"/>
  </w:num>
  <w:num w:numId="5">
    <w:abstractNumId w:val="20"/>
  </w:num>
  <w:num w:numId="6">
    <w:abstractNumId w:val="13"/>
    <w:lvlOverride w:ilvl="0">
      <w:startOverride w:val="1"/>
    </w:lvlOverride>
  </w:num>
  <w:num w:numId="7">
    <w:abstractNumId w:val="17"/>
  </w:num>
  <w:num w:numId="8">
    <w:abstractNumId w:val="24"/>
  </w:num>
  <w:num w:numId="9">
    <w:abstractNumId w:val="1"/>
  </w:num>
  <w:num w:numId="10">
    <w:abstractNumId w:val="6"/>
  </w:num>
  <w:num w:numId="11">
    <w:abstractNumId w:val="32"/>
  </w:num>
  <w:num w:numId="12">
    <w:abstractNumId w:val="3"/>
  </w:num>
  <w:num w:numId="13">
    <w:abstractNumId w:val="10"/>
  </w:num>
  <w:num w:numId="14">
    <w:abstractNumId w:val="0"/>
  </w:num>
  <w:num w:numId="15">
    <w:abstractNumId w:val="23"/>
  </w:num>
  <w:num w:numId="16">
    <w:abstractNumId w:val="14"/>
  </w:num>
  <w:num w:numId="17">
    <w:abstractNumId w:val="28"/>
  </w:num>
  <w:num w:numId="18">
    <w:abstractNumId w:val="9"/>
  </w:num>
  <w:num w:numId="19">
    <w:abstractNumId w:val="19"/>
  </w:num>
  <w:num w:numId="20">
    <w:abstractNumId w:val="18"/>
  </w:num>
  <w:num w:numId="21">
    <w:abstractNumId w:val="25"/>
  </w:num>
  <w:num w:numId="22">
    <w:abstractNumId w:val="27"/>
  </w:num>
  <w:num w:numId="23">
    <w:abstractNumId w:val="26"/>
  </w:num>
  <w:num w:numId="24">
    <w:abstractNumId w:val="8"/>
  </w:num>
  <w:num w:numId="25">
    <w:abstractNumId w:val="5"/>
  </w:num>
  <w:num w:numId="26">
    <w:abstractNumId w:val="15"/>
  </w:num>
  <w:num w:numId="27">
    <w:abstractNumId w:val="22"/>
  </w:num>
  <w:num w:numId="28">
    <w:abstractNumId w:val="4"/>
  </w:num>
  <w:num w:numId="29">
    <w:abstractNumId w:val="30"/>
  </w:num>
  <w:num w:numId="30">
    <w:abstractNumId w:val="21"/>
  </w:num>
  <w:num w:numId="31">
    <w:abstractNumId w:val="29"/>
  </w:num>
  <w:num w:numId="32">
    <w:abstractNumId w:val="11"/>
  </w:num>
  <w:num w:numId="33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/uKXhYdY7zBUOXAae8kFiStumes=" w:salt="xEm0vZook0vYv+mPS+W2FQ==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28DB"/>
    <w:rsid w:val="00014604"/>
    <w:rsid w:val="000519C4"/>
    <w:rsid w:val="00053ACA"/>
    <w:rsid w:val="00061926"/>
    <w:rsid w:val="00080919"/>
    <w:rsid w:val="00080CC9"/>
    <w:rsid w:val="0009656B"/>
    <w:rsid w:val="000A06C2"/>
    <w:rsid w:val="000A4FC7"/>
    <w:rsid w:val="000C2A7F"/>
    <w:rsid w:val="000C4B39"/>
    <w:rsid w:val="000C6E63"/>
    <w:rsid w:val="000D181A"/>
    <w:rsid w:val="000D2963"/>
    <w:rsid w:val="000D4C64"/>
    <w:rsid w:val="000E7B36"/>
    <w:rsid w:val="000F2504"/>
    <w:rsid w:val="000F740A"/>
    <w:rsid w:val="001042A0"/>
    <w:rsid w:val="00107910"/>
    <w:rsid w:val="001136FA"/>
    <w:rsid w:val="00117B2F"/>
    <w:rsid w:val="00120272"/>
    <w:rsid w:val="001211AA"/>
    <w:rsid w:val="0012438F"/>
    <w:rsid w:val="00134AC6"/>
    <w:rsid w:val="001513B0"/>
    <w:rsid w:val="001540A6"/>
    <w:rsid w:val="00166A8D"/>
    <w:rsid w:val="00170AF4"/>
    <w:rsid w:val="001746EC"/>
    <w:rsid w:val="00176C29"/>
    <w:rsid w:val="00177578"/>
    <w:rsid w:val="00182FD2"/>
    <w:rsid w:val="00187A1A"/>
    <w:rsid w:val="0019646F"/>
    <w:rsid w:val="00197CB9"/>
    <w:rsid w:val="001A79CD"/>
    <w:rsid w:val="001A7CE5"/>
    <w:rsid w:val="001C47B1"/>
    <w:rsid w:val="001D13F9"/>
    <w:rsid w:val="001D3094"/>
    <w:rsid w:val="001E107A"/>
    <w:rsid w:val="001E1C9F"/>
    <w:rsid w:val="001E2CFA"/>
    <w:rsid w:val="002001AA"/>
    <w:rsid w:val="002004F5"/>
    <w:rsid w:val="00202F85"/>
    <w:rsid w:val="002221E8"/>
    <w:rsid w:val="0023678F"/>
    <w:rsid w:val="002411BF"/>
    <w:rsid w:val="00251D7A"/>
    <w:rsid w:val="00260693"/>
    <w:rsid w:val="00263865"/>
    <w:rsid w:val="00266D80"/>
    <w:rsid w:val="00267920"/>
    <w:rsid w:val="00270BB9"/>
    <w:rsid w:val="00275AC4"/>
    <w:rsid w:val="002938A8"/>
    <w:rsid w:val="002979DB"/>
    <w:rsid w:val="002A0A4F"/>
    <w:rsid w:val="002A4A47"/>
    <w:rsid w:val="002C1FE2"/>
    <w:rsid w:val="002D2D43"/>
    <w:rsid w:val="002D32EB"/>
    <w:rsid w:val="002E3A92"/>
    <w:rsid w:val="002E759E"/>
    <w:rsid w:val="002E76B9"/>
    <w:rsid w:val="002F4E80"/>
    <w:rsid w:val="002F73D0"/>
    <w:rsid w:val="00301A17"/>
    <w:rsid w:val="00307B6B"/>
    <w:rsid w:val="00310193"/>
    <w:rsid w:val="00316AF2"/>
    <w:rsid w:val="003438E7"/>
    <w:rsid w:val="00343E81"/>
    <w:rsid w:val="00344682"/>
    <w:rsid w:val="00353EE0"/>
    <w:rsid w:val="00354E57"/>
    <w:rsid w:val="0036540F"/>
    <w:rsid w:val="0037183E"/>
    <w:rsid w:val="003757B5"/>
    <w:rsid w:val="00381032"/>
    <w:rsid w:val="00393041"/>
    <w:rsid w:val="003A7407"/>
    <w:rsid w:val="003B60AB"/>
    <w:rsid w:val="003C2419"/>
    <w:rsid w:val="003E1982"/>
    <w:rsid w:val="003F0DB1"/>
    <w:rsid w:val="00400834"/>
    <w:rsid w:val="00405C64"/>
    <w:rsid w:val="00406A04"/>
    <w:rsid w:val="00424CD3"/>
    <w:rsid w:val="0042589F"/>
    <w:rsid w:val="00434F0B"/>
    <w:rsid w:val="00441182"/>
    <w:rsid w:val="004424F5"/>
    <w:rsid w:val="0044493C"/>
    <w:rsid w:val="00445D71"/>
    <w:rsid w:val="00471C9A"/>
    <w:rsid w:val="00473F22"/>
    <w:rsid w:val="00474BD9"/>
    <w:rsid w:val="00476E8A"/>
    <w:rsid w:val="00480D5F"/>
    <w:rsid w:val="00487023"/>
    <w:rsid w:val="00490711"/>
    <w:rsid w:val="00490C86"/>
    <w:rsid w:val="004973D9"/>
    <w:rsid w:val="004A5FDE"/>
    <w:rsid w:val="004B4803"/>
    <w:rsid w:val="004B6E9C"/>
    <w:rsid w:val="004C0A4F"/>
    <w:rsid w:val="004C16AB"/>
    <w:rsid w:val="004C7D2E"/>
    <w:rsid w:val="004D0AB9"/>
    <w:rsid w:val="004D7314"/>
    <w:rsid w:val="004E20A4"/>
    <w:rsid w:val="004E2512"/>
    <w:rsid w:val="004E4471"/>
    <w:rsid w:val="004F07EB"/>
    <w:rsid w:val="004F6165"/>
    <w:rsid w:val="0050278C"/>
    <w:rsid w:val="00504B8A"/>
    <w:rsid w:val="00510573"/>
    <w:rsid w:val="00527D20"/>
    <w:rsid w:val="005373A5"/>
    <w:rsid w:val="00550147"/>
    <w:rsid w:val="005623B0"/>
    <w:rsid w:val="0057170E"/>
    <w:rsid w:val="00582998"/>
    <w:rsid w:val="005846B2"/>
    <w:rsid w:val="00586AE0"/>
    <w:rsid w:val="00590AB8"/>
    <w:rsid w:val="0059137B"/>
    <w:rsid w:val="005924C6"/>
    <w:rsid w:val="005951CF"/>
    <w:rsid w:val="00595DE2"/>
    <w:rsid w:val="00596BD9"/>
    <w:rsid w:val="005A502D"/>
    <w:rsid w:val="005A537D"/>
    <w:rsid w:val="005A7C66"/>
    <w:rsid w:val="005B66D4"/>
    <w:rsid w:val="005D795F"/>
    <w:rsid w:val="005E1510"/>
    <w:rsid w:val="005E61E7"/>
    <w:rsid w:val="005F1680"/>
    <w:rsid w:val="005F1FFD"/>
    <w:rsid w:val="005F28DB"/>
    <w:rsid w:val="005F62DD"/>
    <w:rsid w:val="00600770"/>
    <w:rsid w:val="00610C0B"/>
    <w:rsid w:val="006155C8"/>
    <w:rsid w:val="00616C89"/>
    <w:rsid w:val="00617A79"/>
    <w:rsid w:val="00625E08"/>
    <w:rsid w:val="00633AFF"/>
    <w:rsid w:val="006409E4"/>
    <w:rsid w:val="00641A3A"/>
    <w:rsid w:val="00646103"/>
    <w:rsid w:val="0064665D"/>
    <w:rsid w:val="00646A9C"/>
    <w:rsid w:val="00650C32"/>
    <w:rsid w:val="00666A99"/>
    <w:rsid w:val="00672BFA"/>
    <w:rsid w:val="00686EB4"/>
    <w:rsid w:val="006921C5"/>
    <w:rsid w:val="006A2F0D"/>
    <w:rsid w:val="006A36E3"/>
    <w:rsid w:val="006A67CC"/>
    <w:rsid w:val="006C0849"/>
    <w:rsid w:val="006D1EE5"/>
    <w:rsid w:val="006D7A50"/>
    <w:rsid w:val="006E3EDE"/>
    <w:rsid w:val="006E3F4D"/>
    <w:rsid w:val="006E47FE"/>
    <w:rsid w:val="006E6A77"/>
    <w:rsid w:val="006F08AA"/>
    <w:rsid w:val="00706F26"/>
    <w:rsid w:val="007144F8"/>
    <w:rsid w:val="007146AC"/>
    <w:rsid w:val="00721363"/>
    <w:rsid w:val="007239BB"/>
    <w:rsid w:val="00734BFE"/>
    <w:rsid w:val="00743126"/>
    <w:rsid w:val="007456DA"/>
    <w:rsid w:val="00753F9C"/>
    <w:rsid w:val="0076699E"/>
    <w:rsid w:val="00766C4A"/>
    <w:rsid w:val="00766D79"/>
    <w:rsid w:val="00774F11"/>
    <w:rsid w:val="00780E86"/>
    <w:rsid w:val="00792207"/>
    <w:rsid w:val="007A21B5"/>
    <w:rsid w:val="007A2388"/>
    <w:rsid w:val="007A4880"/>
    <w:rsid w:val="007B1624"/>
    <w:rsid w:val="007B3765"/>
    <w:rsid w:val="007C6F9A"/>
    <w:rsid w:val="007C6FED"/>
    <w:rsid w:val="007C78A3"/>
    <w:rsid w:val="007D41E7"/>
    <w:rsid w:val="007D757E"/>
    <w:rsid w:val="007E41ED"/>
    <w:rsid w:val="007E62C7"/>
    <w:rsid w:val="00803E5C"/>
    <w:rsid w:val="00810CF6"/>
    <w:rsid w:val="0082449F"/>
    <w:rsid w:val="00831681"/>
    <w:rsid w:val="0084216A"/>
    <w:rsid w:val="00846AA8"/>
    <w:rsid w:val="00864BBE"/>
    <w:rsid w:val="00881412"/>
    <w:rsid w:val="0089410B"/>
    <w:rsid w:val="00896D33"/>
    <w:rsid w:val="008B3D83"/>
    <w:rsid w:val="008C04A4"/>
    <w:rsid w:val="008C1806"/>
    <w:rsid w:val="008E0A3F"/>
    <w:rsid w:val="008F24C3"/>
    <w:rsid w:val="009018B2"/>
    <w:rsid w:val="00904998"/>
    <w:rsid w:val="00911B7B"/>
    <w:rsid w:val="00922FF6"/>
    <w:rsid w:val="0092579D"/>
    <w:rsid w:val="009331C1"/>
    <w:rsid w:val="009360AD"/>
    <w:rsid w:val="009366DA"/>
    <w:rsid w:val="00951E18"/>
    <w:rsid w:val="00955B9A"/>
    <w:rsid w:val="00960D3F"/>
    <w:rsid w:val="00966D5F"/>
    <w:rsid w:val="009728F7"/>
    <w:rsid w:val="00974581"/>
    <w:rsid w:val="00990A2D"/>
    <w:rsid w:val="00990CB5"/>
    <w:rsid w:val="009942C3"/>
    <w:rsid w:val="009A001E"/>
    <w:rsid w:val="009B1719"/>
    <w:rsid w:val="009C0D05"/>
    <w:rsid w:val="009E13E2"/>
    <w:rsid w:val="009E3E14"/>
    <w:rsid w:val="009E6D79"/>
    <w:rsid w:val="009F5529"/>
    <w:rsid w:val="009F6651"/>
    <w:rsid w:val="00A04E31"/>
    <w:rsid w:val="00A10612"/>
    <w:rsid w:val="00A11BC7"/>
    <w:rsid w:val="00A12A55"/>
    <w:rsid w:val="00A229FE"/>
    <w:rsid w:val="00A22E7E"/>
    <w:rsid w:val="00A24D97"/>
    <w:rsid w:val="00A27BB9"/>
    <w:rsid w:val="00A31100"/>
    <w:rsid w:val="00A36AFD"/>
    <w:rsid w:val="00A433D3"/>
    <w:rsid w:val="00A4370F"/>
    <w:rsid w:val="00A52C3D"/>
    <w:rsid w:val="00A53D0B"/>
    <w:rsid w:val="00A6361F"/>
    <w:rsid w:val="00A665C7"/>
    <w:rsid w:val="00A7064C"/>
    <w:rsid w:val="00A768D3"/>
    <w:rsid w:val="00A934EA"/>
    <w:rsid w:val="00A97606"/>
    <w:rsid w:val="00AA2843"/>
    <w:rsid w:val="00AA7052"/>
    <w:rsid w:val="00AA7AE4"/>
    <w:rsid w:val="00AB43B5"/>
    <w:rsid w:val="00AC2EE8"/>
    <w:rsid w:val="00AD18F0"/>
    <w:rsid w:val="00AD2210"/>
    <w:rsid w:val="00AD4A6A"/>
    <w:rsid w:val="00AE06D7"/>
    <w:rsid w:val="00AE2BF8"/>
    <w:rsid w:val="00AE3851"/>
    <w:rsid w:val="00AE59F0"/>
    <w:rsid w:val="00AE67D7"/>
    <w:rsid w:val="00B064EF"/>
    <w:rsid w:val="00B11CA9"/>
    <w:rsid w:val="00B210F1"/>
    <w:rsid w:val="00B3152A"/>
    <w:rsid w:val="00B3154E"/>
    <w:rsid w:val="00B459A4"/>
    <w:rsid w:val="00B46F67"/>
    <w:rsid w:val="00B50D5D"/>
    <w:rsid w:val="00B555C3"/>
    <w:rsid w:val="00B713CB"/>
    <w:rsid w:val="00B72898"/>
    <w:rsid w:val="00B85188"/>
    <w:rsid w:val="00B86765"/>
    <w:rsid w:val="00B94D22"/>
    <w:rsid w:val="00B96A24"/>
    <w:rsid w:val="00B979B7"/>
    <w:rsid w:val="00BA2DA8"/>
    <w:rsid w:val="00BA7527"/>
    <w:rsid w:val="00BB04D5"/>
    <w:rsid w:val="00BB114E"/>
    <w:rsid w:val="00BB5816"/>
    <w:rsid w:val="00BE4942"/>
    <w:rsid w:val="00BF3209"/>
    <w:rsid w:val="00C00E50"/>
    <w:rsid w:val="00C04D35"/>
    <w:rsid w:val="00C11323"/>
    <w:rsid w:val="00C16045"/>
    <w:rsid w:val="00C20D93"/>
    <w:rsid w:val="00C24976"/>
    <w:rsid w:val="00C35EF5"/>
    <w:rsid w:val="00C55F3D"/>
    <w:rsid w:val="00C63B15"/>
    <w:rsid w:val="00C83388"/>
    <w:rsid w:val="00C90D75"/>
    <w:rsid w:val="00C90DA4"/>
    <w:rsid w:val="00C912ED"/>
    <w:rsid w:val="00C9195A"/>
    <w:rsid w:val="00CA445C"/>
    <w:rsid w:val="00CB1B33"/>
    <w:rsid w:val="00CC2BC5"/>
    <w:rsid w:val="00CD1535"/>
    <w:rsid w:val="00CE7071"/>
    <w:rsid w:val="00CF6CEA"/>
    <w:rsid w:val="00D053E4"/>
    <w:rsid w:val="00D0707F"/>
    <w:rsid w:val="00D24450"/>
    <w:rsid w:val="00D25F5F"/>
    <w:rsid w:val="00D2796F"/>
    <w:rsid w:val="00D44143"/>
    <w:rsid w:val="00D54DE6"/>
    <w:rsid w:val="00D6013D"/>
    <w:rsid w:val="00D61BAA"/>
    <w:rsid w:val="00D65B48"/>
    <w:rsid w:val="00D667F6"/>
    <w:rsid w:val="00D839B7"/>
    <w:rsid w:val="00D84160"/>
    <w:rsid w:val="00D903E8"/>
    <w:rsid w:val="00D93AD9"/>
    <w:rsid w:val="00D95860"/>
    <w:rsid w:val="00DB108D"/>
    <w:rsid w:val="00DB2E61"/>
    <w:rsid w:val="00DC4FFA"/>
    <w:rsid w:val="00DD4B50"/>
    <w:rsid w:val="00DD7529"/>
    <w:rsid w:val="00DE25AC"/>
    <w:rsid w:val="00DE697C"/>
    <w:rsid w:val="00DF78EE"/>
    <w:rsid w:val="00E02703"/>
    <w:rsid w:val="00E03A95"/>
    <w:rsid w:val="00E1050B"/>
    <w:rsid w:val="00E16B79"/>
    <w:rsid w:val="00E2699B"/>
    <w:rsid w:val="00E31AFA"/>
    <w:rsid w:val="00E41862"/>
    <w:rsid w:val="00E42428"/>
    <w:rsid w:val="00E500F6"/>
    <w:rsid w:val="00E54139"/>
    <w:rsid w:val="00E62019"/>
    <w:rsid w:val="00E64614"/>
    <w:rsid w:val="00E70A80"/>
    <w:rsid w:val="00E72A87"/>
    <w:rsid w:val="00E73858"/>
    <w:rsid w:val="00E755CF"/>
    <w:rsid w:val="00E77D6A"/>
    <w:rsid w:val="00E8672D"/>
    <w:rsid w:val="00EA4BCB"/>
    <w:rsid w:val="00EB043F"/>
    <w:rsid w:val="00EB7CDB"/>
    <w:rsid w:val="00EC1A09"/>
    <w:rsid w:val="00EC52E6"/>
    <w:rsid w:val="00EC74CA"/>
    <w:rsid w:val="00EE0D50"/>
    <w:rsid w:val="00EE1865"/>
    <w:rsid w:val="00EE34A8"/>
    <w:rsid w:val="00EF1BFF"/>
    <w:rsid w:val="00F02DAD"/>
    <w:rsid w:val="00F06993"/>
    <w:rsid w:val="00F0784F"/>
    <w:rsid w:val="00F11BA9"/>
    <w:rsid w:val="00F20B5D"/>
    <w:rsid w:val="00F2536D"/>
    <w:rsid w:val="00F34302"/>
    <w:rsid w:val="00F34BDF"/>
    <w:rsid w:val="00F37467"/>
    <w:rsid w:val="00F40B65"/>
    <w:rsid w:val="00F414D7"/>
    <w:rsid w:val="00F7534F"/>
    <w:rsid w:val="00F82595"/>
    <w:rsid w:val="00F82B15"/>
    <w:rsid w:val="00FB1D2B"/>
    <w:rsid w:val="00FB225D"/>
    <w:rsid w:val="00FB6AF5"/>
    <w:rsid w:val="00FB6B60"/>
    <w:rsid w:val="00FB76E1"/>
    <w:rsid w:val="00FC4768"/>
    <w:rsid w:val="00FD52BA"/>
    <w:rsid w:val="00FD78C9"/>
    <w:rsid w:val="00FF41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80E86"/>
    <w:rPr>
      <w:rFonts w:ascii="Verdana" w:hAnsi="Verdana"/>
      <w:sz w:val="18"/>
      <w:szCs w:val="24"/>
      <w:lang w:val="en-GB"/>
    </w:rPr>
  </w:style>
  <w:style w:type="paragraph" w:styleId="Heading1">
    <w:name w:val="heading 1"/>
    <w:basedOn w:val="Normal"/>
    <w:next w:val="Normal"/>
    <w:qFormat/>
    <w:rsid w:val="00990A2D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990A2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90A2D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990A2D"/>
    <w:pPr>
      <w:tabs>
        <w:tab w:val="center" w:pos="4153"/>
        <w:tab w:val="right" w:pos="8306"/>
      </w:tabs>
    </w:pPr>
  </w:style>
  <w:style w:type="paragraph" w:styleId="Title">
    <w:name w:val="Title"/>
    <w:basedOn w:val="Normal"/>
    <w:link w:val="TitleChar"/>
    <w:qFormat/>
    <w:rsid w:val="00990A2D"/>
    <w:pPr>
      <w:jc w:val="center"/>
    </w:pPr>
    <w:rPr>
      <w:b/>
      <w:bCs/>
      <w:sz w:val="20"/>
      <w:lang w:val="en-US"/>
    </w:rPr>
  </w:style>
  <w:style w:type="paragraph" w:styleId="BodyText2">
    <w:name w:val="Body Text 2"/>
    <w:basedOn w:val="Normal"/>
    <w:rsid w:val="00990A2D"/>
    <w:rPr>
      <w:rFonts w:ascii="Arial" w:hAnsi="Arial" w:cs="Arial"/>
      <w:sz w:val="22"/>
      <w:lang w:val="en-US"/>
    </w:rPr>
  </w:style>
  <w:style w:type="paragraph" w:styleId="BodyText">
    <w:name w:val="Body Text"/>
    <w:basedOn w:val="Normal"/>
    <w:rsid w:val="00990A2D"/>
    <w:rPr>
      <w:rFonts w:ascii="Arial" w:hAnsi="Arial"/>
      <w:color w:val="000080"/>
      <w:sz w:val="22"/>
      <w:szCs w:val="16"/>
      <w:lang w:val="en-US"/>
    </w:rPr>
  </w:style>
  <w:style w:type="character" w:styleId="Hyperlink">
    <w:name w:val="Hyperlink"/>
    <w:basedOn w:val="DefaultParagraphFont"/>
    <w:rsid w:val="00301A17"/>
    <w:rPr>
      <w:color w:val="0000FF"/>
      <w:u w:val="single"/>
    </w:rPr>
  </w:style>
  <w:style w:type="table" w:styleId="TableGrid">
    <w:name w:val="Table Grid"/>
    <w:basedOn w:val="TableNormal"/>
    <w:rsid w:val="00EC74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A11B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11BC7"/>
    <w:rPr>
      <w:rFonts w:ascii="Tahoma" w:hAnsi="Tahoma" w:cs="Tahoma"/>
      <w:sz w:val="16"/>
      <w:szCs w:val="16"/>
      <w:lang w:val="en-GB"/>
    </w:rPr>
  </w:style>
  <w:style w:type="paragraph" w:styleId="PlainText">
    <w:name w:val="Plain Text"/>
    <w:basedOn w:val="Normal"/>
    <w:link w:val="PlainTextChar"/>
    <w:unhideWhenUsed/>
    <w:rsid w:val="00F20B5D"/>
    <w:rPr>
      <w:rFonts w:ascii="Courier" w:eastAsia="Cambria" w:hAnsi="Courier"/>
      <w:sz w:val="21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rsid w:val="00F20B5D"/>
    <w:rPr>
      <w:rFonts w:ascii="Courier" w:eastAsia="Cambria" w:hAnsi="Courier"/>
      <w:sz w:val="21"/>
      <w:szCs w:val="21"/>
    </w:rPr>
  </w:style>
  <w:style w:type="character" w:styleId="PlaceholderText">
    <w:name w:val="Placeholder Text"/>
    <w:basedOn w:val="DefaultParagraphFont"/>
    <w:uiPriority w:val="99"/>
    <w:semiHidden/>
    <w:rsid w:val="00F20B5D"/>
    <w:rPr>
      <w:color w:val="808080"/>
    </w:rPr>
  </w:style>
  <w:style w:type="character" w:customStyle="1" w:styleId="TitleChar">
    <w:name w:val="Title Char"/>
    <w:basedOn w:val="DefaultParagraphFont"/>
    <w:link w:val="Title"/>
    <w:rsid w:val="00A7064C"/>
    <w:rPr>
      <w:rFonts w:ascii="Verdana" w:hAnsi="Verdana"/>
      <w:b/>
      <w:bCs/>
      <w:szCs w:val="24"/>
    </w:rPr>
  </w:style>
  <w:style w:type="paragraph" w:styleId="ListParagraph">
    <w:name w:val="List Paragraph"/>
    <w:basedOn w:val="Normal"/>
    <w:uiPriority w:val="34"/>
    <w:qFormat/>
    <w:rsid w:val="00D4414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833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Y:\VendorMgmt\Data_Acquisition\Kx%20Training\Course%20Evaluations\Shasha_q-Smarties_Training_Course_Evaluation_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255700CFC7744CB3BDC2B208B57CFD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61D6B1-5822-463B-8316-B889A097AEE2}"/>
      </w:docPartPr>
      <w:docPartBody>
        <w:p w:rsidR="00313F4A" w:rsidRDefault="00313F4A">
          <w:pPr>
            <w:pStyle w:val="255700CFC7744CB3BDC2B208B57CFDEC"/>
          </w:pPr>
          <w:r w:rsidRPr="00B25F74">
            <w:rPr>
              <w:rStyle w:val="PlaceholderText"/>
            </w:rPr>
            <w:t>Click here to enter a date.</w:t>
          </w:r>
        </w:p>
      </w:docPartBody>
    </w:docPart>
    <w:docPart>
      <w:docPartPr>
        <w:name w:val="5F7B00DB3BA44CB69F04FDD593AC1A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79E7F7-6D97-4825-9AF2-10E743721305}"/>
      </w:docPartPr>
      <w:docPartBody>
        <w:p w:rsidR="00313F4A" w:rsidRDefault="00313F4A">
          <w:pPr>
            <w:pStyle w:val="5F7B00DB3BA44CB69F04FDD593AC1AE2"/>
          </w:pPr>
          <w:r w:rsidRPr="00B25F74">
            <w:rPr>
              <w:rStyle w:val="PlaceholderText"/>
            </w:rPr>
            <w:t>Click here to enter text.</w:t>
          </w:r>
        </w:p>
      </w:docPartBody>
    </w:docPart>
    <w:docPart>
      <w:docPartPr>
        <w:name w:val="6BCC13FC80184FDE814F63CE49AF95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A52DEF-7D23-433B-895E-D065370D4F04}"/>
      </w:docPartPr>
      <w:docPartBody>
        <w:p w:rsidR="00313F4A" w:rsidRDefault="00313F4A">
          <w:pPr>
            <w:pStyle w:val="6BCC13FC80184FDE814F63CE49AF9585"/>
          </w:pPr>
          <w:r w:rsidRPr="00B25F74">
            <w:rPr>
              <w:rStyle w:val="PlaceholderText"/>
            </w:rPr>
            <w:t>Choose an item.</w:t>
          </w:r>
        </w:p>
      </w:docPartBody>
    </w:docPart>
    <w:docPart>
      <w:docPartPr>
        <w:name w:val="CC9DE39C92964F3597B9B0878BBB64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F435E5-1429-4807-ABE5-2E67844B7783}"/>
      </w:docPartPr>
      <w:docPartBody>
        <w:p w:rsidR="00313F4A" w:rsidRDefault="00313F4A">
          <w:pPr>
            <w:pStyle w:val="CC9DE39C92964F3597B9B0878BBB646E"/>
          </w:pPr>
          <w:r w:rsidRPr="00B25F74">
            <w:rPr>
              <w:rStyle w:val="PlaceholderText"/>
            </w:rPr>
            <w:t>Choose an item.</w:t>
          </w:r>
        </w:p>
      </w:docPartBody>
    </w:docPart>
    <w:docPart>
      <w:docPartPr>
        <w:name w:val="E01AB73681484086BC6FB2132462E9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3EDD37-2925-4993-9159-3EB91F2AD5C9}"/>
      </w:docPartPr>
      <w:docPartBody>
        <w:p w:rsidR="00313F4A" w:rsidRDefault="00313F4A">
          <w:pPr>
            <w:pStyle w:val="E01AB73681484086BC6FB2132462E9E3"/>
          </w:pPr>
          <w:r w:rsidRPr="00B25F74">
            <w:rPr>
              <w:rStyle w:val="PlaceholderText"/>
            </w:rPr>
            <w:t>Choose an item.</w:t>
          </w:r>
        </w:p>
      </w:docPartBody>
    </w:docPart>
    <w:docPart>
      <w:docPartPr>
        <w:name w:val="B7BA0B9E3AD14134AEF898F7F07346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D1AE39-7C29-4DE4-B047-0E4B9C9B04B0}"/>
      </w:docPartPr>
      <w:docPartBody>
        <w:p w:rsidR="00313F4A" w:rsidRDefault="00313F4A">
          <w:pPr>
            <w:pStyle w:val="B7BA0B9E3AD14134AEF898F7F07346F0"/>
          </w:pPr>
          <w:r w:rsidRPr="00F06993">
            <w:rPr>
              <w:rStyle w:val="PlaceholderText"/>
              <w:i/>
              <w:color w:val="548DD4" w:themeColor="text2" w:themeTint="99"/>
            </w:rPr>
            <w:t>Click here to enter text.</w:t>
          </w:r>
        </w:p>
      </w:docPartBody>
    </w:docPart>
    <w:docPart>
      <w:docPartPr>
        <w:name w:val="A8F59F604BDC41A3BB5E43CFA870F4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2D5671-6ABC-4558-9CB1-E7911AF72E1E}"/>
      </w:docPartPr>
      <w:docPartBody>
        <w:p w:rsidR="00313F4A" w:rsidRDefault="00313F4A">
          <w:pPr>
            <w:pStyle w:val="A8F59F604BDC41A3BB5E43CFA870F4F4"/>
          </w:pPr>
          <w:r w:rsidRPr="00F06993">
            <w:rPr>
              <w:rStyle w:val="PlaceholderText"/>
              <w:i/>
              <w:color w:val="548DD4" w:themeColor="text2" w:themeTint="99"/>
            </w:rPr>
            <w:t>Click here to enter text.</w:t>
          </w:r>
        </w:p>
      </w:docPartBody>
    </w:docPart>
    <w:docPart>
      <w:docPartPr>
        <w:name w:val="7C70D27A036A4266B652B0C7DD1FC5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CBCCE7-3F30-4E15-9E47-DC2B7B0FB9D6}"/>
      </w:docPartPr>
      <w:docPartBody>
        <w:p w:rsidR="00313F4A" w:rsidRDefault="00313F4A">
          <w:pPr>
            <w:pStyle w:val="7C70D27A036A4266B652B0C7DD1FC5FB"/>
          </w:pPr>
          <w:r w:rsidRPr="00F06993">
            <w:rPr>
              <w:rStyle w:val="PlaceholderText"/>
              <w:i/>
              <w:color w:val="548DD4" w:themeColor="text2" w:themeTint="99"/>
            </w:rPr>
            <w:t>Click here to enter text.</w:t>
          </w:r>
        </w:p>
      </w:docPartBody>
    </w:docPart>
    <w:docPart>
      <w:docPartPr>
        <w:name w:val="B0F5930303C3488A9CB924861FBF7D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0591CF-1259-402D-9EFE-CDB87E502A4D}"/>
      </w:docPartPr>
      <w:docPartBody>
        <w:p w:rsidR="00313F4A" w:rsidRDefault="00313F4A">
          <w:pPr>
            <w:pStyle w:val="B0F5930303C3488A9CB924861FBF7D5B"/>
          </w:pPr>
          <w:r w:rsidRPr="00F06993">
            <w:rPr>
              <w:rStyle w:val="PlaceholderText"/>
              <w:i/>
              <w:color w:val="548DD4" w:themeColor="text2" w:themeTint="99"/>
            </w:rPr>
            <w:t>Click here to enter text.</w:t>
          </w:r>
        </w:p>
      </w:docPartBody>
    </w:docPart>
    <w:docPart>
      <w:docPartPr>
        <w:name w:val="C04B9358713A441CABC41F67A461CE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40023B-1AD6-4EF9-AAD5-707007D21A68}"/>
      </w:docPartPr>
      <w:docPartBody>
        <w:p w:rsidR="00313F4A" w:rsidRDefault="00313F4A">
          <w:pPr>
            <w:pStyle w:val="C04B9358713A441CABC41F67A461CE87"/>
          </w:pPr>
          <w:r w:rsidRPr="00F06993">
            <w:rPr>
              <w:rStyle w:val="PlaceholderText"/>
              <w:i/>
              <w:color w:val="548DD4" w:themeColor="text2" w:themeTint="99"/>
            </w:rPr>
            <w:t>Click here to enter text.</w:t>
          </w:r>
        </w:p>
      </w:docPartBody>
    </w:docPart>
    <w:docPart>
      <w:docPartPr>
        <w:name w:val="762603ABCAE54E60912BDC7AB0E698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396C73-F64D-4C21-B5FB-3F44AF010D3A}"/>
      </w:docPartPr>
      <w:docPartBody>
        <w:p w:rsidR="00313F4A" w:rsidRDefault="00313F4A">
          <w:pPr>
            <w:pStyle w:val="762603ABCAE54E60912BDC7AB0E69882"/>
          </w:pPr>
          <w:r w:rsidRPr="00F06993">
            <w:rPr>
              <w:rStyle w:val="PlaceholderText"/>
              <w:i/>
              <w:color w:val="548DD4" w:themeColor="text2" w:themeTint="99"/>
            </w:rPr>
            <w:t xml:space="preserve">Click here to enter </w:t>
          </w:r>
          <w:r w:rsidRPr="00F06993">
            <w:rPr>
              <w:rStyle w:val="PlaceholderText"/>
              <w:i/>
              <w:color w:val="548DD4" w:themeColor="text2" w:themeTint="99"/>
            </w:rPr>
            <w:t>text.</w:t>
          </w:r>
        </w:p>
      </w:docPartBody>
    </w:docPart>
    <w:docPart>
      <w:docPartPr>
        <w:name w:val="7977356367564DBE8D6413A33D4B03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9F2CEB-7D2D-4C91-B370-5CA8A6A4C5DE}"/>
      </w:docPartPr>
      <w:docPartBody>
        <w:p w:rsidR="00313F4A" w:rsidRDefault="00313F4A">
          <w:pPr>
            <w:pStyle w:val="7977356367564DBE8D6413A33D4B0380"/>
          </w:pPr>
          <w:r w:rsidRPr="00F06993">
            <w:rPr>
              <w:rStyle w:val="PlaceholderText"/>
              <w:i/>
              <w:color w:val="548DD4" w:themeColor="text2" w:themeTint="99"/>
            </w:rPr>
            <w:t>Enter</w:t>
          </w:r>
        </w:p>
      </w:docPartBody>
    </w:docPart>
    <w:docPart>
      <w:docPartPr>
        <w:name w:val="946387AD9C3143CB84BFF81FF4CBE2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6460C1-FD95-4CFC-88C6-CF421A463BDE}"/>
      </w:docPartPr>
      <w:docPartBody>
        <w:p w:rsidR="00313F4A" w:rsidRDefault="00313F4A">
          <w:pPr>
            <w:pStyle w:val="946387AD9C3143CB84BFF81FF4CBE2B6"/>
          </w:pPr>
          <w:r w:rsidRPr="00F06993">
            <w:rPr>
              <w:rStyle w:val="PlaceholderText"/>
              <w:i/>
              <w:color w:val="548DD4" w:themeColor="text2" w:themeTint="99"/>
            </w:rPr>
            <w:t>Enter</w:t>
          </w:r>
        </w:p>
      </w:docPartBody>
    </w:docPart>
    <w:docPart>
      <w:docPartPr>
        <w:name w:val="A368E21302564850970FB429D54C22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F4EB22-0686-4580-93C9-9C9C95349319}"/>
      </w:docPartPr>
      <w:docPartBody>
        <w:p w:rsidR="00313F4A" w:rsidRDefault="00313F4A">
          <w:pPr>
            <w:pStyle w:val="A368E21302564850970FB429D54C22B6"/>
          </w:pPr>
          <w:r w:rsidRPr="00F06993">
            <w:rPr>
              <w:rStyle w:val="PlaceholderText"/>
              <w:i/>
              <w:color w:val="548DD4" w:themeColor="text2" w:themeTint="99"/>
            </w:rPr>
            <w:t>Enter</w:t>
          </w:r>
        </w:p>
      </w:docPartBody>
    </w:docPart>
    <w:docPart>
      <w:docPartPr>
        <w:name w:val="CDD4128804834DCF9F66447075FAEF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64DB32-D27E-4CB0-869F-FD395BB7AD53}"/>
      </w:docPartPr>
      <w:docPartBody>
        <w:p w:rsidR="00313F4A" w:rsidRDefault="00313F4A">
          <w:pPr>
            <w:pStyle w:val="CDD4128804834DCF9F66447075FAEFA9"/>
          </w:pPr>
          <w:r w:rsidRPr="00F06993">
            <w:rPr>
              <w:rStyle w:val="PlaceholderText"/>
              <w:i/>
              <w:color w:val="548DD4" w:themeColor="text2" w:themeTint="99"/>
            </w:rPr>
            <w:t>Enter</w:t>
          </w:r>
        </w:p>
      </w:docPartBody>
    </w:docPart>
    <w:docPart>
      <w:docPartPr>
        <w:name w:val="B2EEE66016F24397BC7CE28710A16C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438B93-4E1A-4714-BFD5-9CF7C7AC5549}"/>
      </w:docPartPr>
      <w:docPartBody>
        <w:p w:rsidR="00313F4A" w:rsidRDefault="00313F4A">
          <w:pPr>
            <w:pStyle w:val="B2EEE66016F24397BC7CE28710A16CF8"/>
          </w:pPr>
          <w:r w:rsidRPr="00F06993">
            <w:rPr>
              <w:rStyle w:val="PlaceholderText"/>
              <w:i/>
              <w:color w:val="548DD4" w:themeColor="text2" w:themeTint="99"/>
            </w:rPr>
            <w:t>Enter</w:t>
          </w:r>
        </w:p>
      </w:docPartBody>
    </w:docPart>
    <w:docPart>
      <w:docPartPr>
        <w:name w:val="E6136FA4F426465BADF49F2356939F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AE3DEA-017B-431F-97B5-4C464A63D092}"/>
      </w:docPartPr>
      <w:docPartBody>
        <w:p w:rsidR="00313F4A" w:rsidRDefault="00313F4A">
          <w:pPr>
            <w:pStyle w:val="E6136FA4F426465BADF49F2356939F87"/>
          </w:pPr>
          <w:r w:rsidRPr="00F06993">
            <w:rPr>
              <w:rStyle w:val="PlaceholderText"/>
              <w:i/>
              <w:color w:val="548DD4" w:themeColor="text2" w:themeTint="99"/>
            </w:rPr>
            <w:t>Enter</w:t>
          </w:r>
        </w:p>
      </w:docPartBody>
    </w:docPart>
    <w:docPart>
      <w:docPartPr>
        <w:name w:val="0A88620A08F34C67B37FD4A19EBDB1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BD17A8-82AC-4450-91D2-8372D2C236FA}"/>
      </w:docPartPr>
      <w:docPartBody>
        <w:p w:rsidR="00313F4A" w:rsidRDefault="00313F4A">
          <w:pPr>
            <w:pStyle w:val="0A88620A08F34C67B37FD4A19EBDB13E"/>
          </w:pPr>
          <w:r w:rsidRPr="00F06993">
            <w:rPr>
              <w:rStyle w:val="PlaceholderText"/>
              <w:i/>
              <w:color w:val="548DD4" w:themeColor="text2" w:themeTint="99"/>
            </w:rPr>
            <w:t>Enter</w:t>
          </w:r>
        </w:p>
      </w:docPartBody>
    </w:docPart>
    <w:docPart>
      <w:docPartPr>
        <w:name w:val="4128DBD237054BAC9BBABCFB4F2D32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326EC8-F062-4460-B84A-5EE1AE8C5FF4}"/>
      </w:docPartPr>
      <w:docPartBody>
        <w:p w:rsidR="00313F4A" w:rsidRDefault="00313F4A">
          <w:pPr>
            <w:pStyle w:val="4128DBD237054BAC9BBABCFB4F2D3232"/>
          </w:pPr>
          <w:r w:rsidRPr="00F06993">
            <w:rPr>
              <w:rStyle w:val="PlaceholderText"/>
              <w:i/>
              <w:color w:val="548DD4" w:themeColor="text2" w:themeTint="99"/>
            </w:rPr>
            <w:t>Enter</w:t>
          </w:r>
        </w:p>
      </w:docPartBody>
    </w:docPart>
    <w:docPart>
      <w:docPartPr>
        <w:name w:val="B45D15B1EC9540C2848D8AFF4A8AF3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09C0AC-D4DE-45A0-B047-671B9791874B}"/>
      </w:docPartPr>
      <w:docPartBody>
        <w:p w:rsidR="00313F4A" w:rsidRDefault="00313F4A">
          <w:pPr>
            <w:pStyle w:val="B45D15B1EC9540C2848D8AFF4A8AF3BF"/>
          </w:pPr>
          <w:r w:rsidRPr="00F06993">
            <w:rPr>
              <w:rStyle w:val="PlaceholderText"/>
              <w:i/>
              <w:color w:val="548DD4" w:themeColor="text2" w:themeTint="99"/>
            </w:rPr>
            <w:t>Enter</w:t>
          </w:r>
        </w:p>
      </w:docPartBody>
    </w:docPart>
    <w:docPart>
      <w:docPartPr>
        <w:name w:val="2F8FE79CAD3C44A190F451AE75FAC0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55ADC1-FAED-422C-9C4F-1073444E9C77}"/>
      </w:docPartPr>
      <w:docPartBody>
        <w:p w:rsidR="00313F4A" w:rsidRDefault="00313F4A">
          <w:pPr>
            <w:pStyle w:val="2F8FE79CAD3C44A190F451AE75FAC01B"/>
          </w:pPr>
          <w:r w:rsidRPr="00F06993">
            <w:rPr>
              <w:rStyle w:val="PlaceholderText"/>
              <w:i/>
              <w:color w:val="548DD4" w:themeColor="text2" w:themeTint="99"/>
            </w:rPr>
            <w:t>Enter</w:t>
          </w:r>
        </w:p>
      </w:docPartBody>
    </w:docPart>
    <w:docPart>
      <w:docPartPr>
        <w:name w:val="E2B37BF6F2624E67A3547C9EB1A29B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BCE4C0-467D-4C97-B945-E7F4989AD604}"/>
      </w:docPartPr>
      <w:docPartBody>
        <w:p w:rsidR="00313F4A" w:rsidRDefault="00313F4A">
          <w:pPr>
            <w:pStyle w:val="E2B37BF6F2624E67A3547C9EB1A29B21"/>
          </w:pPr>
          <w:r w:rsidRPr="00F06993">
            <w:rPr>
              <w:rStyle w:val="PlaceholderText"/>
              <w:i/>
              <w:color w:val="548DD4" w:themeColor="text2" w:themeTint="99"/>
            </w:rPr>
            <w:t>Enter</w:t>
          </w:r>
        </w:p>
      </w:docPartBody>
    </w:docPart>
    <w:docPart>
      <w:docPartPr>
        <w:name w:val="AD11EEFF342042AFA3FEBD89EFABD7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DC537C-D06C-47CC-95BA-2F8969396FCE}"/>
      </w:docPartPr>
      <w:docPartBody>
        <w:p w:rsidR="00313F4A" w:rsidRDefault="00313F4A">
          <w:pPr>
            <w:pStyle w:val="AD11EEFF342042AFA3FEBD89EFABD723"/>
          </w:pPr>
          <w:r w:rsidRPr="00F06993">
            <w:rPr>
              <w:rStyle w:val="PlaceholderText"/>
              <w:i/>
              <w:color w:val="548DD4" w:themeColor="text2" w:themeTint="99"/>
            </w:rPr>
            <w:t>Enter</w:t>
          </w:r>
        </w:p>
      </w:docPartBody>
    </w:docPart>
    <w:docPart>
      <w:docPartPr>
        <w:name w:val="66984EADB15B4F729584D0FF580C38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7C5582-3F67-4052-982E-5FCA2E28F520}"/>
      </w:docPartPr>
      <w:docPartBody>
        <w:p w:rsidR="00313F4A" w:rsidRDefault="00313F4A">
          <w:pPr>
            <w:pStyle w:val="66984EADB15B4F729584D0FF580C38E8"/>
          </w:pPr>
          <w:r w:rsidRPr="00F06993">
            <w:rPr>
              <w:rStyle w:val="PlaceholderText"/>
              <w:i/>
              <w:color w:val="548DD4" w:themeColor="text2" w:themeTint="99"/>
            </w:rPr>
            <w:t>Enter</w:t>
          </w:r>
        </w:p>
      </w:docPartBody>
    </w:docPart>
    <w:docPart>
      <w:docPartPr>
        <w:name w:val="86225FED32194AFD8A0160089BC092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25AB21-CBCB-4DEC-BD7F-5DB508A1496F}"/>
      </w:docPartPr>
      <w:docPartBody>
        <w:p w:rsidR="00313F4A" w:rsidRDefault="00313F4A">
          <w:pPr>
            <w:pStyle w:val="86225FED32194AFD8A0160089BC0926D"/>
          </w:pPr>
          <w:r w:rsidRPr="00F06993">
            <w:rPr>
              <w:rStyle w:val="PlaceholderText"/>
              <w:i/>
              <w:color w:val="548DD4" w:themeColor="text2" w:themeTint="99"/>
            </w:rPr>
            <w:t>Enter</w:t>
          </w:r>
        </w:p>
      </w:docPartBody>
    </w:docPart>
    <w:docPart>
      <w:docPartPr>
        <w:name w:val="88F3FDE536D54D80A183925F0ECEA1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DEF2D0-14A0-4F18-B548-29FE04D03AB0}"/>
      </w:docPartPr>
      <w:docPartBody>
        <w:p w:rsidR="00313F4A" w:rsidRDefault="00313F4A">
          <w:pPr>
            <w:pStyle w:val="88F3FDE536D54D80A183925F0ECEA1D8"/>
          </w:pPr>
          <w:r w:rsidRPr="00F06993">
            <w:rPr>
              <w:rStyle w:val="PlaceholderText"/>
              <w:i/>
              <w:color w:val="548DD4" w:themeColor="text2" w:themeTint="99"/>
            </w:rPr>
            <w:t>Enter</w:t>
          </w:r>
        </w:p>
      </w:docPartBody>
    </w:docPart>
    <w:docPart>
      <w:docPartPr>
        <w:name w:val="3343329842BD4070B57BEC95DF23A1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4DAE46-EBC6-4517-A381-1D78E0200288}"/>
      </w:docPartPr>
      <w:docPartBody>
        <w:p w:rsidR="00313F4A" w:rsidRDefault="00313F4A">
          <w:pPr>
            <w:pStyle w:val="3343329842BD4070B57BEC95DF23A1EB"/>
          </w:pPr>
          <w:r w:rsidRPr="00F06993">
            <w:rPr>
              <w:rStyle w:val="PlaceholderText"/>
              <w:i/>
              <w:color w:val="548DD4" w:themeColor="text2" w:themeTint="99"/>
            </w:rPr>
            <w:t>Enter</w:t>
          </w:r>
        </w:p>
      </w:docPartBody>
    </w:docPart>
    <w:docPart>
      <w:docPartPr>
        <w:name w:val="BEDC3CD9428041269E6D7811651B6C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F72D1F-3861-47C4-919D-231E212F113D}"/>
      </w:docPartPr>
      <w:docPartBody>
        <w:p w:rsidR="00313F4A" w:rsidRDefault="00313F4A">
          <w:pPr>
            <w:pStyle w:val="BEDC3CD9428041269E6D7811651B6CD3"/>
          </w:pPr>
          <w:r w:rsidRPr="00F06993">
            <w:rPr>
              <w:rStyle w:val="PlaceholderText"/>
              <w:i/>
              <w:color w:val="548DD4" w:themeColor="text2" w:themeTint="99"/>
            </w:rPr>
            <w:t>Enter</w:t>
          </w:r>
        </w:p>
      </w:docPartBody>
    </w:docPart>
    <w:docPart>
      <w:docPartPr>
        <w:name w:val="C063FC3A70B64DB29CDE014B2806ED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FBB1BD-CA13-414A-9D21-A3817712D437}"/>
      </w:docPartPr>
      <w:docPartBody>
        <w:p w:rsidR="00313F4A" w:rsidRDefault="00313F4A">
          <w:pPr>
            <w:pStyle w:val="C063FC3A70B64DB29CDE014B2806ED7C"/>
          </w:pPr>
          <w:r w:rsidRPr="00F06993">
            <w:rPr>
              <w:rStyle w:val="PlaceholderText"/>
              <w:i/>
              <w:color w:val="548DD4" w:themeColor="text2" w:themeTint="99"/>
            </w:rPr>
            <w:t>Enter</w:t>
          </w:r>
        </w:p>
      </w:docPartBody>
    </w:docPart>
    <w:docPart>
      <w:docPartPr>
        <w:name w:val="11DBEAD701D6402CB04DC938F05CD4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252C5F-9223-4011-8952-896F3359CC89}"/>
      </w:docPartPr>
      <w:docPartBody>
        <w:p w:rsidR="00313F4A" w:rsidRDefault="00313F4A">
          <w:pPr>
            <w:pStyle w:val="11DBEAD701D6402CB04DC938F05CD441"/>
          </w:pPr>
          <w:r w:rsidRPr="00F06993">
            <w:rPr>
              <w:rStyle w:val="PlaceholderText"/>
              <w:i/>
              <w:color w:val="548DD4" w:themeColor="text2" w:themeTint="99"/>
            </w:rPr>
            <w:t>Enter</w:t>
          </w:r>
        </w:p>
      </w:docPartBody>
    </w:docPart>
    <w:docPart>
      <w:docPartPr>
        <w:name w:val="7D189D61E7AB46B78C5D19F75F8814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EF136D-43E3-4B2F-AE44-2C2CAE61F231}"/>
      </w:docPartPr>
      <w:docPartBody>
        <w:p w:rsidR="00313F4A" w:rsidRDefault="00313F4A">
          <w:pPr>
            <w:pStyle w:val="7D189D61E7AB46B78C5D19F75F8814DB"/>
          </w:pPr>
          <w:r w:rsidRPr="00343E81">
            <w:rPr>
              <w:rStyle w:val="PlaceholderText"/>
              <w:i/>
            </w:rPr>
            <w:t>Enter</w:t>
          </w:r>
        </w:p>
      </w:docPartBody>
    </w:docPart>
    <w:docPart>
      <w:docPartPr>
        <w:name w:val="A04739D3C2B044E3A7CDA25657D88F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9EE64D-ACBE-4A2C-91EA-971213FB042F}"/>
      </w:docPartPr>
      <w:docPartBody>
        <w:p w:rsidR="00313F4A" w:rsidRDefault="00313F4A">
          <w:pPr>
            <w:pStyle w:val="A04739D3C2B044E3A7CDA25657D88F28"/>
          </w:pPr>
          <w:r w:rsidRPr="00F06993">
            <w:rPr>
              <w:rStyle w:val="PlaceholderText"/>
              <w:i/>
              <w:color w:val="548DD4" w:themeColor="text2" w:themeTint="99"/>
            </w:rPr>
            <w:t>Enter</w:t>
          </w:r>
        </w:p>
      </w:docPartBody>
    </w:docPart>
    <w:docPart>
      <w:docPartPr>
        <w:name w:val="5CA032931EA84E28B21A1515864480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A95131-2A9C-40B9-B585-BE1B3CECF434}"/>
      </w:docPartPr>
      <w:docPartBody>
        <w:p w:rsidR="00313F4A" w:rsidRDefault="00313F4A">
          <w:pPr>
            <w:pStyle w:val="5CA032931EA84E28B21A15158644800F"/>
          </w:pPr>
          <w:r w:rsidRPr="00F06993">
            <w:rPr>
              <w:rStyle w:val="PlaceholderText"/>
              <w:i/>
              <w:color w:val="548DD4" w:themeColor="text2" w:themeTint="99"/>
            </w:rPr>
            <w:t>Enter</w:t>
          </w:r>
        </w:p>
      </w:docPartBody>
    </w:docPart>
    <w:docPart>
      <w:docPartPr>
        <w:name w:val="6E5018F413C44A9590CB15AD5A74F6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9283AB-0DC3-4236-879A-2E9B254E5C19}"/>
      </w:docPartPr>
      <w:docPartBody>
        <w:p w:rsidR="00313F4A" w:rsidRDefault="00313F4A">
          <w:pPr>
            <w:pStyle w:val="6E5018F413C44A9590CB15AD5A74F670"/>
          </w:pPr>
          <w:r w:rsidRPr="002D32EB">
            <w:rPr>
              <w:rStyle w:val="PlaceholderText"/>
              <w:i/>
              <w:color w:val="548DD4" w:themeColor="text2" w:themeTint="99"/>
            </w:rPr>
            <w:t>Click here to enter text.</w:t>
          </w:r>
        </w:p>
      </w:docPartBody>
    </w:docPart>
    <w:docPart>
      <w:docPartPr>
        <w:name w:val="2A6F5E2C5AD141C68A5CACC310825D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30C87F-193C-4F45-A266-4E06B54EAFCE}"/>
      </w:docPartPr>
      <w:docPartBody>
        <w:p w:rsidR="00000000" w:rsidRDefault="00313F4A" w:rsidP="00313F4A">
          <w:pPr>
            <w:pStyle w:val="2A6F5E2C5AD141C68A5CACC310825DA2"/>
          </w:pPr>
          <w:r w:rsidRPr="00F06993">
            <w:rPr>
              <w:rStyle w:val="PlaceholderText"/>
              <w:i/>
              <w:color w:val="548DD4" w:themeColor="text2" w:themeTint="99"/>
            </w:rPr>
            <w:t>Enter</w:t>
          </w:r>
        </w:p>
      </w:docPartBody>
    </w:docPart>
    <w:docPart>
      <w:docPartPr>
        <w:name w:val="2F7E1C9E3668471AB073E86B9EB2B5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A3B7BA-AAAC-4A4E-9462-48B725B713C5}"/>
      </w:docPartPr>
      <w:docPartBody>
        <w:p w:rsidR="00000000" w:rsidRDefault="00313F4A" w:rsidP="00313F4A">
          <w:pPr>
            <w:pStyle w:val="2F7E1C9E3668471AB073E86B9EB2B547"/>
          </w:pPr>
          <w:r w:rsidRPr="00F06993">
            <w:rPr>
              <w:rStyle w:val="PlaceholderText"/>
              <w:i/>
              <w:color w:val="548DD4" w:themeColor="text2" w:themeTint="99"/>
            </w:rPr>
            <w:t>Enter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comments="0"/>
  <w:defaultTabStop w:val="720"/>
  <w:characterSpacingControl w:val="doNotCompress"/>
  <w:compat>
    <w:useFELayout/>
  </w:compat>
  <w:rsids>
    <w:rsidRoot w:val="00313F4A"/>
    <w:rsid w:val="00313F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3F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13F4A"/>
    <w:rPr>
      <w:color w:val="808080"/>
    </w:rPr>
  </w:style>
  <w:style w:type="paragraph" w:customStyle="1" w:styleId="255700CFC7744CB3BDC2B208B57CFDEC">
    <w:name w:val="255700CFC7744CB3BDC2B208B57CFDEC"/>
    <w:rsid w:val="00313F4A"/>
  </w:style>
  <w:style w:type="paragraph" w:customStyle="1" w:styleId="5F7B00DB3BA44CB69F04FDD593AC1AE2">
    <w:name w:val="5F7B00DB3BA44CB69F04FDD593AC1AE2"/>
    <w:rsid w:val="00313F4A"/>
  </w:style>
  <w:style w:type="paragraph" w:customStyle="1" w:styleId="6BCC13FC80184FDE814F63CE49AF9585">
    <w:name w:val="6BCC13FC80184FDE814F63CE49AF9585"/>
    <w:rsid w:val="00313F4A"/>
  </w:style>
  <w:style w:type="paragraph" w:customStyle="1" w:styleId="CC9DE39C92964F3597B9B0878BBB646E">
    <w:name w:val="CC9DE39C92964F3597B9B0878BBB646E"/>
    <w:rsid w:val="00313F4A"/>
  </w:style>
  <w:style w:type="paragraph" w:customStyle="1" w:styleId="E01AB73681484086BC6FB2132462E9E3">
    <w:name w:val="E01AB73681484086BC6FB2132462E9E3"/>
    <w:rsid w:val="00313F4A"/>
  </w:style>
  <w:style w:type="paragraph" w:customStyle="1" w:styleId="B7BA0B9E3AD14134AEF898F7F07346F0">
    <w:name w:val="B7BA0B9E3AD14134AEF898F7F07346F0"/>
    <w:rsid w:val="00313F4A"/>
  </w:style>
  <w:style w:type="paragraph" w:customStyle="1" w:styleId="A8F59F604BDC41A3BB5E43CFA870F4F4">
    <w:name w:val="A8F59F604BDC41A3BB5E43CFA870F4F4"/>
    <w:rsid w:val="00313F4A"/>
  </w:style>
  <w:style w:type="paragraph" w:customStyle="1" w:styleId="7C70D27A036A4266B652B0C7DD1FC5FB">
    <w:name w:val="7C70D27A036A4266B652B0C7DD1FC5FB"/>
    <w:rsid w:val="00313F4A"/>
  </w:style>
  <w:style w:type="paragraph" w:customStyle="1" w:styleId="B0F5930303C3488A9CB924861FBF7D5B">
    <w:name w:val="B0F5930303C3488A9CB924861FBF7D5B"/>
    <w:rsid w:val="00313F4A"/>
  </w:style>
  <w:style w:type="paragraph" w:customStyle="1" w:styleId="C04B9358713A441CABC41F67A461CE87">
    <w:name w:val="C04B9358713A441CABC41F67A461CE87"/>
    <w:rsid w:val="00313F4A"/>
  </w:style>
  <w:style w:type="paragraph" w:customStyle="1" w:styleId="762603ABCAE54E60912BDC7AB0E69882">
    <w:name w:val="762603ABCAE54E60912BDC7AB0E69882"/>
    <w:rsid w:val="00313F4A"/>
  </w:style>
  <w:style w:type="paragraph" w:customStyle="1" w:styleId="7977356367564DBE8D6413A33D4B0380">
    <w:name w:val="7977356367564DBE8D6413A33D4B0380"/>
    <w:rsid w:val="00313F4A"/>
  </w:style>
  <w:style w:type="paragraph" w:customStyle="1" w:styleId="946387AD9C3143CB84BFF81FF4CBE2B6">
    <w:name w:val="946387AD9C3143CB84BFF81FF4CBE2B6"/>
    <w:rsid w:val="00313F4A"/>
  </w:style>
  <w:style w:type="paragraph" w:customStyle="1" w:styleId="A368E21302564850970FB429D54C22B6">
    <w:name w:val="A368E21302564850970FB429D54C22B6"/>
    <w:rsid w:val="00313F4A"/>
  </w:style>
  <w:style w:type="paragraph" w:customStyle="1" w:styleId="CDD4128804834DCF9F66447075FAEFA9">
    <w:name w:val="CDD4128804834DCF9F66447075FAEFA9"/>
    <w:rsid w:val="00313F4A"/>
  </w:style>
  <w:style w:type="paragraph" w:customStyle="1" w:styleId="B2EEE66016F24397BC7CE28710A16CF8">
    <w:name w:val="B2EEE66016F24397BC7CE28710A16CF8"/>
    <w:rsid w:val="00313F4A"/>
  </w:style>
  <w:style w:type="paragraph" w:customStyle="1" w:styleId="E6136FA4F426465BADF49F2356939F87">
    <w:name w:val="E6136FA4F426465BADF49F2356939F87"/>
    <w:rsid w:val="00313F4A"/>
  </w:style>
  <w:style w:type="paragraph" w:customStyle="1" w:styleId="0A88620A08F34C67B37FD4A19EBDB13E">
    <w:name w:val="0A88620A08F34C67B37FD4A19EBDB13E"/>
    <w:rsid w:val="00313F4A"/>
  </w:style>
  <w:style w:type="paragraph" w:customStyle="1" w:styleId="4128DBD237054BAC9BBABCFB4F2D3232">
    <w:name w:val="4128DBD237054BAC9BBABCFB4F2D3232"/>
    <w:rsid w:val="00313F4A"/>
  </w:style>
  <w:style w:type="paragraph" w:customStyle="1" w:styleId="B45D15B1EC9540C2848D8AFF4A8AF3BF">
    <w:name w:val="B45D15B1EC9540C2848D8AFF4A8AF3BF"/>
    <w:rsid w:val="00313F4A"/>
  </w:style>
  <w:style w:type="paragraph" w:customStyle="1" w:styleId="2F8FE79CAD3C44A190F451AE75FAC01B">
    <w:name w:val="2F8FE79CAD3C44A190F451AE75FAC01B"/>
    <w:rsid w:val="00313F4A"/>
  </w:style>
  <w:style w:type="paragraph" w:customStyle="1" w:styleId="E2B37BF6F2624E67A3547C9EB1A29B21">
    <w:name w:val="E2B37BF6F2624E67A3547C9EB1A29B21"/>
    <w:rsid w:val="00313F4A"/>
  </w:style>
  <w:style w:type="paragraph" w:customStyle="1" w:styleId="AD11EEFF342042AFA3FEBD89EFABD723">
    <w:name w:val="AD11EEFF342042AFA3FEBD89EFABD723"/>
    <w:rsid w:val="00313F4A"/>
  </w:style>
  <w:style w:type="paragraph" w:customStyle="1" w:styleId="66984EADB15B4F729584D0FF580C38E8">
    <w:name w:val="66984EADB15B4F729584D0FF580C38E8"/>
    <w:rsid w:val="00313F4A"/>
  </w:style>
  <w:style w:type="paragraph" w:customStyle="1" w:styleId="86225FED32194AFD8A0160089BC0926D">
    <w:name w:val="86225FED32194AFD8A0160089BC0926D"/>
    <w:rsid w:val="00313F4A"/>
  </w:style>
  <w:style w:type="paragraph" w:customStyle="1" w:styleId="88F3FDE536D54D80A183925F0ECEA1D8">
    <w:name w:val="88F3FDE536D54D80A183925F0ECEA1D8"/>
    <w:rsid w:val="00313F4A"/>
  </w:style>
  <w:style w:type="paragraph" w:customStyle="1" w:styleId="3343329842BD4070B57BEC95DF23A1EB">
    <w:name w:val="3343329842BD4070B57BEC95DF23A1EB"/>
    <w:rsid w:val="00313F4A"/>
  </w:style>
  <w:style w:type="paragraph" w:customStyle="1" w:styleId="BEDC3CD9428041269E6D7811651B6CD3">
    <w:name w:val="BEDC3CD9428041269E6D7811651B6CD3"/>
    <w:rsid w:val="00313F4A"/>
  </w:style>
  <w:style w:type="paragraph" w:customStyle="1" w:styleId="C063FC3A70B64DB29CDE014B2806ED7C">
    <w:name w:val="C063FC3A70B64DB29CDE014B2806ED7C"/>
    <w:rsid w:val="00313F4A"/>
  </w:style>
  <w:style w:type="paragraph" w:customStyle="1" w:styleId="11DBEAD701D6402CB04DC938F05CD441">
    <w:name w:val="11DBEAD701D6402CB04DC938F05CD441"/>
    <w:rsid w:val="00313F4A"/>
  </w:style>
  <w:style w:type="paragraph" w:customStyle="1" w:styleId="7D189D61E7AB46B78C5D19F75F8814DB">
    <w:name w:val="7D189D61E7AB46B78C5D19F75F8814DB"/>
    <w:rsid w:val="00313F4A"/>
  </w:style>
  <w:style w:type="paragraph" w:customStyle="1" w:styleId="A04739D3C2B044E3A7CDA25657D88F28">
    <w:name w:val="A04739D3C2B044E3A7CDA25657D88F28"/>
    <w:rsid w:val="00313F4A"/>
  </w:style>
  <w:style w:type="paragraph" w:customStyle="1" w:styleId="5CA032931EA84E28B21A15158644800F">
    <w:name w:val="5CA032931EA84E28B21A15158644800F"/>
    <w:rsid w:val="00313F4A"/>
  </w:style>
  <w:style w:type="paragraph" w:customStyle="1" w:styleId="6E5018F413C44A9590CB15AD5A74F670">
    <w:name w:val="6E5018F413C44A9590CB15AD5A74F670"/>
    <w:rsid w:val="00313F4A"/>
  </w:style>
  <w:style w:type="paragraph" w:customStyle="1" w:styleId="2A6F5E2C5AD141C68A5CACC310825DA2">
    <w:name w:val="2A6F5E2C5AD141C68A5CACC310825DA2"/>
    <w:rsid w:val="00313F4A"/>
  </w:style>
  <w:style w:type="paragraph" w:customStyle="1" w:styleId="2F7E1C9E3668471AB073E86B9EB2B547">
    <w:name w:val="2F7E1C9E3668471AB073E86B9EB2B547"/>
    <w:rsid w:val="00313F4A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29A070-19EA-4BD7-B533-9DCAE4BB0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Shasha_q-Smarties_Training_Course_Evaluation_0.dotx</Template>
  <TotalTime>8</TotalTime>
  <Pages>2</Pages>
  <Words>425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Level 0</vt:lpstr>
    </vt:vector>
  </TitlesOfParts>
  <Company>First Derivatives</Company>
  <LinksUpToDate>false</LinksUpToDate>
  <CharactersWithSpaces>2655</CharactersWithSpaces>
  <SharedDoc>false</SharedDoc>
  <HLinks>
    <vt:vector size="12" baseType="variant">
      <vt:variant>
        <vt:i4>3538949</vt:i4>
      </vt:variant>
      <vt:variant>
        <vt:i4>0</vt:i4>
      </vt:variant>
      <vt:variant>
        <vt:i4>0</vt:i4>
      </vt:variant>
      <vt:variant>
        <vt:i4>5</vt:i4>
      </vt:variant>
      <vt:variant>
        <vt:lpwstr>mailto:nperrem@firstderivatives.com</vt:lpwstr>
      </vt:variant>
      <vt:variant>
        <vt:lpwstr/>
      </vt:variant>
      <vt:variant>
        <vt:i4>4456533</vt:i4>
      </vt:variant>
      <vt:variant>
        <vt:i4>0</vt:i4>
      </vt:variant>
      <vt:variant>
        <vt:i4>0</vt:i4>
      </vt:variant>
      <vt:variant>
        <vt:i4>5</vt:i4>
      </vt:variant>
      <vt:variant>
        <vt:lpwstr>http://www.firstderivatives.com/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Level 0</dc:title>
  <dc:subject/>
  <dc:creator>Scott Redstone</dc:creator>
  <cp:keywords/>
  <cp:lastModifiedBy>Scott Redstone</cp:lastModifiedBy>
  <cp:revision>3</cp:revision>
  <cp:lastPrinted>2009-10-29T19:31:00Z</cp:lastPrinted>
  <dcterms:created xsi:type="dcterms:W3CDTF">2011-07-25T16:11:00Z</dcterms:created>
  <dcterms:modified xsi:type="dcterms:W3CDTF">2011-07-29T21:03:00Z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472907646</vt:i4>
  </property>
  <property fmtid="{D5CDD505-2E9C-101B-9397-08002B2CF9AE}" pid="3" name="_NewReviewCycle">
    <vt:lpwstr/>
  </property>
  <property fmtid="{D5CDD505-2E9C-101B-9397-08002B2CF9AE}" pid="4" name="_EmailSubject">
    <vt:lpwstr>Recent Course Evaluations:  q for Smarties</vt:lpwstr>
  </property>
  <property fmtid="{D5CDD505-2E9C-101B-9397-08002B2CF9AE}" pid="5" name="_AuthorEmail">
    <vt:lpwstr>scott.redstone@baml.com</vt:lpwstr>
  </property>
  <property fmtid="{D5CDD505-2E9C-101B-9397-08002B2CF9AE}" pid="6" name="_AuthorEmailDisplayName">
    <vt:lpwstr>Redstone, Scott E - GMRT-EST</vt:lpwstr>
  </property>
</Properties>
</file>