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B5D" w:rsidRDefault="00F20B5D" w:rsidP="001A7CE5">
      <w:pPr>
        <w:jc w:val="center"/>
        <w:rPr>
          <w:b/>
          <w:sz w:val="22"/>
          <w:szCs w:val="22"/>
        </w:rPr>
      </w:pPr>
    </w:p>
    <w:p w:rsidR="00476E8A" w:rsidRPr="00381032" w:rsidRDefault="00F20B5D" w:rsidP="001A7CE5">
      <w:pPr>
        <w:jc w:val="center"/>
        <w:rPr>
          <w:rFonts w:ascii="Arial Black" w:hAnsi="Arial Black"/>
          <w:b/>
          <w:sz w:val="28"/>
          <w:szCs w:val="28"/>
        </w:rPr>
      </w:pPr>
      <w:r w:rsidRPr="00381032">
        <w:rPr>
          <w:rFonts w:ascii="Arial Black" w:hAnsi="Arial Black"/>
          <w:b/>
          <w:sz w:val="28"/>
          <w:szCs w:val="28"/>
        </w:rPr>
        <w:t>Shasha</w:t>
      </w:r>
      <w:r w:rsidR="001A7CE5" w:rsidRPr="00381032">
        <w:rPr>
          <w:rFonts w:ascii="Arial Black" w:hAnsi="Arial Black"/>
          <w:b/>
          <w:sz w:val="28"/>
          <w:szCs w:val="28"/>
        </w:rPr>
        <w:t xml:space="preserve"> </w:t>
      </w:r>
      <w:r w:rsidR="001C47B1" w:rsidRPr="00381032">
        <w:rPr>
          <w:rFonts w:ascii="Arial Black" w:hAnsi="Arial Black"/>
          <w:b/>
          <w:sz w:val="28"/>
          <w:szCs w:val="28"/>
        </w:rPr>
        <w:t xml:space="preserve">Technology </w:t>
      </w:r>
      <w:r w:rsidRPr="00381032">
        <w:rPr>
          <w:rFonts w:ascii="Arial Black" w:hAnsi="Arial Black"/>
          <w:b/>
          <w:sz w:val="28"/>
          <w:szCs w:val="28"/>
        </w:rPr>
        <w:t>Seminars</w:t>
      </w:r>
    </w:p>
    <w:p w:rsidR="00922FF6" w:rsidRPr="000C6E63" w:rsidRDefault="00922FF6" w:rsidP="001A7CE5">
      <w:pPr>
        <w:jc w:val="center"/>
        <w:rPr>
          <w:b/>
          <w:i/>
          <w:sz w:val="22"/>
          <w:szCs w:val="22"/>
        </w:rPr>
      </w:pPr>
    </w:p>
    <w:p w:rsidR="00C11323" w:rsidRPr="00C11323" w:rsidRDefault="00C11323" w:rsidP="00686EB4">
      <w:pPr>
        <w:pStyle w:val="Title"/>
        <w:rPr>
          <w:rFonts w:ascii="Arial Black" w:hAnsi="Arial Black" w:cs="Arial"/>
          <w:b w:val="0"/>
          <w:sz w:val="22"/>
          <w:szCs w:val="22"/>
        </w:rPr>
      </w:pPr>
      <w:r w:rsidRPr="00C11323">
        <w:rPr>
          <w:rFonts w:ascii="Arial Black" w:hAnsi="Arial Black"/>
          <w:b w:val="0"/>
          <w:sz w:val="22"/>
          <w:szCs w:val="22"/>
        </w:rPr>
        <w:t xml:space="preserve">Course </w:t>
      </w:r>
      <w:r w:rsidRPr="00C11323">
        <w:rPr>
          <w:rFonts w:ascii="Arial Black" w:hAnsi="Arial Black" w:cs="Arial"/>
          <w:b w:val="0"/>
          <w:sz w:val="22"/>
          <w:szCs w:val="22"/>
        </w:rPr>
        <w:t>Evaluation</w:t>
      </w:r>
    </w:p>
    <w:p w:rsidR="00C11323" w:rsidRDefault="00C11323" w:rsidP="00A229FE">
      <w:pPr>
        <w:pStyle w:val="Title"/>
        <w:jc w:val="left"/>
        <w:rPr>
          <w:b w:val="0"/>
          <w:sz w:val="22"/>
          <w:szCs w:val="22"/>
        </w:rPr>
      </w:pPr>
    </w:p>
    <w:p w:rsidR="002979DB" w:rsidRPr="009018B2" w:rsidRDefault="00C11323" w:rsidP="009018B2">
      <w:pPr>
        <w:autoSpaceDE w:val="0"/>
        <w:autoSpaceDN w:val="0"/>
        <w:adjustRightInd w:val="0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</w:rPr>
        <w:t xml:space="preserve">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64"/>
        <w:gridCol w:w="4565"/>
      </w:tblGrid>
      <w:tr w:rsidR="009018B2" w:rsidTr="009018B2">
        <w:tc>
          <w:tcPr>
            <w:tcW w:w="4564" w:type="dxa"/>
          </w:tcPr>
          <w:p w:rsidR="009018B2" w:rsidRPr="009018B2" w:rsidRDefault="009018B2" w:rsidP="009018B2">
            <w:pPr>
              <w:pStyle w:val="Title"/>
              <w:spacing w:line="276" w:lineRule="auto"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9018B2">
              <w:rPr>
                <w:rFonts w:ascii="Arial" w:hAnsi="Arial"/>
                <w:sz w:val="22"/>
                <w:szCs w:val="22"/>
              </w:rPr>
              <w:t>Trainer/Speaker:</w:t>
            </w:r>
            <w:r w:rsidRPr="009018B2">
              <w:rPr>
                <w:rFonts w:ascii="Arial" w:hAnsi="Arial"/>
                <w:b w:val="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 w:val="0"/>
                <w:sz w:val="22"/>
                <w:szCs w:val="22"/>
              </w:rPr>
              <w:t xml:space="preserve"> Dennis Shasha</w:t>
            </w:r>
          </w:p>
        </w:tc>
        <w:tc>
          <w:tcPr>
            <w:tcW w:w="4565" w:type="dxa"/>
          </w:tcPr>
          <w:p w:rsidR="009018B2" w:rsidRPr="009018B2" w:rsidRDefault="009018B2" w:rsidP="000C6E63">
            <w:pPr>
              <w:pStyle w:val="Title"/>
              <w:spacing w:line="276" w:lineRule="auto"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9018B2">
              <w:rPr>
                <w:rFonts w:ascii="Arial" w:hAnsi="Arial"/>
                <w:sz w:val="22"/>
                <w:szCs w:val="22"/>
              </w:rPr>
              <w:t>First Class Date:</w:t>
            </w:r>
            <w:r w:rsidRPr="009018B2">
              <w:rPr>
                <w:rFonts w:ascii="Arial" w:hAnsi="Arial"/>
                <w:b w:val="0"/>
                <w:sz w:val="22"/>
                <w:szCs w:val="22"/>
              </w:rPr>
              <w:t xml:space="preserve">  </w:t>
            </w:r>
            <w:sdt>
              <w:sdtPr>
                <w:rPr>
                  <w:rFonts w:ascii="Arial" w:hAnsi="Arial"/>
                  <w:b w:val="0"/>
                  <w:i/>
                  <w:color w:val="548DD4" w:themeColor="text2" w:themeTint="99"/>
                  <w:szCs w:val="20"/>
                </w:rPr>
                <w:id w:val="803727166"/>
                <w:placeholder>
                  <w:docPart w:val="255700CFC7744CB3BDC2B208B57CFDEC"/>
                </w:placeholder>
                <w:date w:fullDate="2011-07-18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="004F7E6F">
                  <w:rPr>
                    <w:rFonts w:ascii="Arial" w:hAnsi="Arial"/>
                    <w:b w:val="0"/>
                    <w:i/>
                    <w:color w:val="548DD4" w:themeColor="text2" w:themeTint="99"/>
                    <w:szCs w:val="20"/>
                  </w:rPr>
                  <w:t>7/18/2011</w:t>
                </w:r>
              </w:sdtContent>
            </w:sdt>
          </w:p>
        </w:tc>
      </w:tr>
      <w:tr w:rsidR="009018B2" w:rsidTr="009018B2">
        <w:tc>
          <w:tcPr>
            <w:tcW w:w="4564" w:type="dxa"/>
          </w:tcPr>
          <w:p w:rsidR="009018B2" w:rsidRPr="009018B2" w:rsidRDefault="009018B2" w:rsidP="004F7E6F">
            <w:pPr>
              <w:pStyle w:val="Title"/>
              <w:spacing w:line="276" w:lineRule="auto"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9018B2">
              <w:rPr>
                <w:rFonts w:ascii="Arial" w:hAnsi="Arial"/>
                <w:sz w:val="22"/>
                <w:szCs w:val="22"/>
              </w:rPr>
              <w:t>Your Name:</w:t>
            </w:r>
            <w:r>
              <w:rPr>
                <w:rFonts w:ascii="Arial" w:hAnsi="Arial"/>
                <w:sz w:val="22"/>
                <w:szCs w:val="22"/>
              </w:rPr>
              <w:t xml:space="preserve">         </w:t>
            </w:r>
            <w:r w:rsidRPr="009018B2">
              <w:rPr>
                <w:rFonts w:ascii="Arial" w:hAnsi="Arial"/>
                <w:b w:val="0"/>
                <w:sz w:val="22"/>
                <w:szCs w:val="22"/>
              </w:rPr>
              <w:t xml:space="preserve"> </w:t>
            </w:r>
            <w:sdt>
              <w:sdtPr>
                <w:rPr>
                  <w:b w:val="0"/>
                  <w:sz w:val="22"/>
                  <w:szCs w:val="22"/>
                </w:rPr>
                <w:id w:val="803727222"/>
                <w:placeholder>
                  <w:docPart w:val="5F7B00DB3BA44CB69F04FDD593AC1AE2"/>
                </w:placeholder>
              </w:sdtPr>
              <w:sdtContent>
                <w:r w:rsidR="004F7E6F">
                  <w:rPr>
                    <w:rFonts w:ascii="Arial" w:hAnsi="Arial" w:cs="Arial"/>
                    <w:b w:val="0"/>
                    <w:i/>
                    <w:color w:val="548DD4" w:themeColor="text2" w:themeTint="99"/>
                    <w:szCs w:val="20"/>
                  </w:rPr>
                  <w:t>John Kiansten</w:t>
                </w:r>
              </w:sdtContent>
            </w:sdt>
            <w:r w:rsidRPr="009018B2">
              <w:rPr>
                <w:rFonts w:ascii="Arial" w:hAnsi="Arial"/>
                <w:b w:val="0"/>
                <w:sz w:val="22"/>
                <w:szCs w:val="22"/>
              </w:rPr>
              <w:tab/>
            </w:r>
            <w:r w:rsidRPr="009018B2">
              <w:rPr>
                <w:rFonts w:ascii="Arial" w:hAnsi="Arial"/>
                <w:b w:val="0"/>
                <w:sz w:val="22"/>
                <w:szCs w:val="22"/>
              </w:rPr>
              <w:tab/>
            </w:r>
          </w:p>
        </w:tc>
        <w:tc>
          <w:tcPr>
            <w:tcW w:w="4565" w:type="dxa"/>
          </w:tcPr>
          <w:p w:rsidR="009018B2" w:rsidRPr="009018B2" w:rsidRDefault="009018B2" w:rsidP="009018B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Course Name</w:t>
            </w:r>
            <w:r w:rsidRPr="009018B2">
              <w:rPr>
                <w:rFonts w:ascii="Arial" w:hAnsi="Arial"/>
                <w:b/>
                <w:sz w:val="22"/>
                <w:szCs w:val="22"/>
              </w:rPr>
              <w:t>:</w:t>
            </w:r>
            <w:r w:rsidRPr="009018B2">
              <w:rPr>
                <w:rFonts w:ascii="Arial" w:hAnsi="Arial"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sz w:val="22"/>
                <w:szCs w:val="22"/>
              </w:rPr>
              <w:t xml:space="preserve">  </w:t>
            </w:r>
            <w:r w:rsidRPr="009018B2">
              <w:rPr>
                <w:rFonts w:ascii="Arial" w:hAnsi="Arial"/>
                <w:sz w:val="22"/>
                <w:szCs w:val="22"/>
              </w:rPr>
              <w:t xml:space="preserve">  q for Smarties</w:t>
            </w:r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</w:r>
          </w:p>
        </w:tc>
      </w:tr>
    </w:tbl>
    <w:p w:rsidR="009018B2" w:rsidRPr="00A229FE" w:rsidRDefault="009018B2">
      <w:pPr>
        <w:pStyle w:val="Title"/>
        <w:jc w:val="left"/>
        <w:rPr>
          <w:rFonts w:ascii="Arial" w:hAnsi="Arial"/>
          <w:sz w:val="22"/>
          <w:szCs w:val="22"/>
        </w:rPr>
      </w:pPr>
    </w:p>
    <w:p w:rsidR="009018B2" w:rsidRDefault="00F34BDF" w:rsidP="009018B2">
      <w:pPr>
        <w:pStyle w:val="Title"/>
        <w:jc w:val="left"/>
        <w:rPr>
          <w:sz w:val="16"/>
          <w:szCs w:val="16"/>
        </w:rPr>
      </w:pPr>
      <w:r>
        <w:rPr>
          <w:rFonts w:ascii="Arial" w:hAnsi="Arial"/>
          <w:sz w:val="28"/>
          <w:szCs w:val="28"/>
        </w:rPr>
        <w:t>Course Content:</w:t>
      </w:r>
      <w:r w:rsidR="002979DB" w:rsidRPr="002979DB">
        <w:rPr>
          <w:sz w:val="16"/>
          <w:szCs w:val="16"/>
        </w:rPr>
        <w:t xml:space="preserve"> </w:t>
      </w:r>
    </w:p>
    <w:p w:rsidR="009018B2" w:rsidRPr="009018B2" w:rsidRDefault="009018B2" w:rsidP="009018B2">
      <w:pPr>
        <w:pStyle w:val="Title"/>
        <w:jc w:val="left"/>
        <w:rPr>
          <w:rFonts w:ascii="Arial" w:hAnsi="Arial"/>
          <w:sz w:val="12"/>
          <w:szCs w:val="12"/>
        </w:rPr>
      </w:pPr>
    </w:p>
    <w:p w:rsidR="00C11323" w:rsidRPr="00F34BDF" w:rsidRDefault="00F34BDF" w:rsidP="00F34BDF">
      <w:pPr>
        <w:autoSpaceDE w:val="0"/>
        <w:autoSpaceDN w:val="0"/>
        <w:adjustRightInd w:val="0"/>
        <w:spacing w:after="1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Please rate each statement below: </w:t>
      </w:r>
    </w:p>
    <w:p w:rsidR="00F34BDF" w:rsidRDefault="00F34BDF" w:rsidP="00F34BDF">
      <w:pPr>
        <w:numPr>
          <w:ilvl w:val="0"/>
          <w:numId w:val="18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Agree </w:t>
      </w:r>
    </w:p>
    <w:p w:rsidR="00F34BDF" w:rsidRDefault="00F34BDF" w:rsidP="00F34BDF">
      <w:pPr>
        <w:numPr>
          <w:ilvl w:val="0"/>
          <w:numId w:val="18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Disagree</w:t>
      </w:r>
      <w:r w:rsidR="00354E57" w:rsidRPr="00354E57">
        <w:rPr>
          <w:rFonts w:ascii="Arial" w:hAnsi="Arial"/>
          <w:sz w:val="20"/>
        </w:rPr>
        <w:t xml:space="preserve"> </w:t>
      </w:r>
    </w:p>
    <w:p w:rsidR="00F34BDF" w:rsidRDefault="00F34BDF" w:rsidP="00F34BDF">
      <w:pPr>
        <w:numPr>
          <w:ilvl w:val="0"/>
          <w:numId w:val="18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n/a</w:t>
      </w:r>
    </w:p>
    <w:p w:rsidR="00061926" w:rsidRDefault="00061926" w:rsidP="00C11323">
      <w:pPr>
        <w:pStyle w:val="Title"/>
        <w:jc w:val="left"/>
      </w:pPr>
    </w:p>
    <w:tbl>
      <w:tblPr>
        <w:tblW w:w="936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60"/>
        <w:gridCol w:w="1800"/>
      </w:tblGrid>
      <w:tr w:rsidR="000A4FC7" w:rsidTr="002979DB">
        <w:trPr>
          <w:trHeight w:val="422"/>
        </w:trPr>
        <w:tc>
          <w:tcPr>
            <w:tcW w:w="7560" w:type="dxa"/>
            <w:shd w:val="clear" w:color="auto" w:fill="D9D9D9" w:themeFill="background1" w:themeFillShade="D9"/>
          </w:tcPr>
          <w:p w:rsidR="000A4FC7" w:rsidRDefault="00F34BDF" w:rsidP="000A4FC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Content / Relevancy</w:t>
            </w:r>
          </w:p>
        </w:tc>
        <w:tc>
          <w:tcPr>
            <w:tcW w:w="1800" w:type="dxa"/>
          </w:tcPr>
          <w:p w:rsidR="000A4FC7" w:rsidRDefault="000A4FC7" w:rsidP="000A4FC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0A4FC7" w:rsidTr="00343E81">
        <w:tc>
          <w:tcPr>
            <w:tcW w:w="7560" w:type="dxa"/>
          </w:tcPr>
          <w:p w:rsidR="000A4FC7" w:rsidRDefault="002979DB" w:rsidP="000A4FC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The course met my expectations.</w:t>
            </w:r>
          </w:p>
        </w:tc>
        <w:tc>
          <w:tcPr>
            <w:tcW w:w="1800" w:type="dxa"/>
            <w:vAlign w:val="center"/>
          </w:tcPr>
          <w:p w:rsidR="000A4FC7" w:rsidRPr="00B3152A" w:rsidRDefault="00482EDD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sdt>
              <w:sdtPr>
                <w:rPr>
                  <w:i/>
                  <w:color w:val="548DD4" w:themeColor="text2" w:themeTint="99"/>
                  <w:sz w:val="20"/>
                  <w:szCs w:val="20"/>
                </w:rPr>
                <w:tag w:val="expectations"/>
                <w:id w:val="803727057"/>
                <w:placeholder>
                  <w:docPart w:val="6BCC13FC80184FDE814F63CE49AF9585"/>
                </w:placeholder>
                <w:dropDownList>
                  <w:listItem w:displayText="Click to Select" w:value=" "/>
                  <w:listItem w:displayText="Agree" w:value="Agree"/>
                  <w:listItem w:displayText="Disagree" w:value="Disagree"/>
                  <w:listItem w:displayText="n/a" w:value="n/a"/>
                </w:dropDownList>
              </w:sdtPr>
              <w:sdtContent>
                <w:r w:rsidR="004F7E6F">
                  <w:rPr>
                    <w:i/>
                    <w:color w:val="548DD4" w:themeColor="text2" w:themeTint="99"/>
                    <w:sz w:val="20"/>
                    <w:szCs w:val="20"/>
                  </w:rPr>
                  <w:t>Agree</w:t>
                </w:r>
              </w:sdtContent>
            </w:sdt>
          </w:p>
        </w:tc>
      </w:tr>
      <w:tr w:rsidR="000A4FC7" w:rsidTr="00343E81">
        <w:tc>
          <w:tcPr>
            <w:tcW w:w="7560" w:type="dxa"/>
          </w:tcPr>
          <w:p w:rsidR="000A4FC7" w:rsidRDefault="002979DB" w:rsidP="000A4FC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The amount of material presented in the course was appropriate.</w:t>
            </w:r>
          </w:p>
        </w:tc>
        <w:tc>
          <w:tcPr>
            <w:tcW w:w="1800" w:type="dxa"/>
            <w:vAlign w:val="center"/>
          </w:tcPr>
          <w:p w:rsidR="000A4FC7" w:rsidRPr="00B3152A" w:rsidRDefault="00482EDD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sdt>
              <w:sdtPr>
                <w:rPr>
                  <w:i/>
                  <w:color w:val="548DD4" w:themeColor="text2" w:themeTint="99"/>
                  <w:sz w:val="20"/>
                  <w:szCs w:val="20"/>
                </w:rPr>
                <w:tag w:val="expectations"/>
                <w:id w:val="803727363"/>
                <w:placeholder>
                  <w:docPart w:val="CC9DE39C92964F3597B9B0878BBB646E"/>
                </w:placeholder>
                <w:dropDownList>
                  <w:listItem w:displayText="Click to Select" w:value=" "/>
                  <w:listItem w:displayText="Agree" w:value="Agree"/>
                  <w:listItem w:displayText="Disagree" w:value="Disagree"/>
                  <w:listItem w:displayText="n/a" w:value="n/a"/>
                </w:dropDownList>
              </w:sdtPr>
              <w:sdtContent>
                <w:r w:rsidR="004F7E6F">
                  <w:rPr>
                    <w:i/>
                    <w:color w:val="548DD4" w:themeColor="text2" w:themeTint="99"/>
                    <w:sz w:val="20"/>
                    <w:szCs w:val="20"/>
                  </w:rPr>
                  <w:t>Agree</w:t>
                </w:r>
              </w:sdtContent>
            </w:sdt>
          </w:p>
        </w:tc>
      </w:tr>
      <w:tr w:rsidR="002979DB" w:rsidTr="00343E81">
        <w:tc>
          <w:tcPr>
            <w:tcW w:w="7560" w:type="dxa"/>
          </w:tcPr>
          <w:p w:rsidR="002979DB" w:rsidRPr="006A67CC" w:rsidRDefault="002979DB" w:rsidP="000A4FC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 w:rsidRPr="006A67CC">
              <w:rPr>
                <w:rFonts w:ascii="Arial" w:hAnsi="Arial"/>
                <w:sz w:val="20"/>
              </w:rPr>
              <w:t>The course will make a difference in the way I do my job.</w:t>
            </w:r>
          </w:p>
        </w:tc>
        <w:tc>
          <w:tcPr>
            <w:tcW w:w="1800" w:type="dxa"/>
            <w:vAlign w:val="center"/>
          </w:tcPr>
          <w:p w:rsidR="002979DB" w:rsidRPr="00B3152A" w:rsidRDefault="00482EDD" w:rsidP="00343E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i/>
                  <w:color w:val="548DD4" w:themeColor="text2" w:themeTint="99"/>
                  <w:sz w:val="20"/>
                  <w:szCs w:val="20"/>
                </w:rPr>
                <w:tag w:val="expectations"/>
                <w:id w:val="803727364"/>
                <w:placeholder>
                  <w:docPart w:val="E01AB73681484086BC6FB2132462E9E3"/>
                </w:placeholder>
                <w:dropDownList>
                  <w:listItem w:displayText="Click to Select" w:value=" "/>
                  <w:listItem w:displayText="Agree" w:value="Agree"/>
                  <w:listItem w:displayText="Disagree" w:value="Disagree"/>
                  <w:listItem w:displayText="n/a" w:value="n/a"/>
                </w:dropDownList>
              </w:sdtPr>
              <w:sdtContent>
                <w:r w:rsidR="004F7E6F">
                  <w:rPr>
                    <w:i/>
                    <w:color w:val="548DD4" w:themeColor="text2" w:themeTint="99"/>
                    <w:sz w:val="20"/>
                    <w:szCs w:val="20"/>
                  </w:rPr>
                  <w:t>Agree</w:t>
                </w:r>
              </w:sdtContent>
            </w:sdt>
          </w:p>
        </w:tc>
      </w:tr>
    </w:tbl>
    <w:p w:rsidR="006A67CC" w:rsidRDefault="00D44143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ab/>
      </w:r>
    </w:p>
    <w:p w:rsidR="00C35EF5" w:rsidRDefault="00C35EF5" w:rsidP="006A67CC">
      <w:pPr>
        <w:pStyle w:val="Title"/>
        <w:jc w:val="left"/>
      </w:pPr>
    </w:p>
    <w:p w:rsidR="00D44143" w:rsidRPr="006A67CC" w:rsidRDefault="00D44143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t>What are the three most important things you learned during the course?</w:t>
      </w:r>
    </w:p>
    <w:p w:rsidR="00D44143" w:rsidRDefault="00D44143" w:rsidP="00D44143"/>
    <w:p w:rsidR="00D44143" w:rsidRPr="00F06993" w:rsidRDefault="00482EDD" w:rsidP="00F06993">
      <w:pPr>
        <w:pStyle w:val="ListParagraph"/>
        <w:numPr>
          <w:ilvl w:val="0"/>
          <w:numId w:val="25"/>
        </w:numPr>
        <w:rPr>
          <w:sz w:val="24"/>
          <w:szCs w:val="24"/>
        </w:rPr>
      </w:pPr>
      <w:sdt>
        <w:sdtPr>
          <w:rPr>
            <w:sz w:val="24"/>
            <w:szCs w:val="24"/>
          </w:rPr>
          <w:id w:val="803727421"/>
          <w:placeholder>
            <w:docPart w:val="B7BA0B9E3AD14134AEF898F7F07346F0"/>
          </w:placeholder>
        </w:sdtPr>
        <w:sdtEndPr>
          <w:rPr>
            <w:color w:val="548DD4" w:themeColor="text2" w:themeTint="99"/>
          </w:rPr>
        </w:sdtEndPr>
        <w:sdtContent>
          <w:r w:rsidR="004F7E6F">
            <w:rPr>
              <w:sz w:val="24"/>
              <w:szCs w:val="24"/>
            </w:rPr>
            <w:t xml:space="preserve">  Good introduction to q.</w:t>
          </w:r>
        </w:sdtContent>
      </w:sdt>
      <w:r w:rsidR="009018B2" w:rsidRPr="00F06993">
        <w:rPr>
          <w:sz w:val="24"/>
          <w:szCs w:val="24"/>
        </w:rPr>
        <w:tab/>
      </w:r>
      <w:r w:rsidR="009018B2" w:rsidRPr="00F06993">
        <w:rPr>
          <w:sz w:val="24"/>
          <w:szCs w:val="24"/>
        </w:rPr>
        <w:tab/>
      </w:r>
    </w:p>
    <w:sdt>
      <w:sdtPr>
        <w:rPr>
          <w:sz w:val="24"/>
          <w:szCs w:val="24"/>
        </w:rPr>
        <w:id w:val="803727187"/>
        <w:placeholder>
          <w:docPart w:val="A8F59F604BDC41A3BB5E43CFA870F4F4"/>
        </w:placeholder>
        <w:showingPlcHdr/>
      </w:sdtPr>
      <w:sdtContent>
        <w:p w:rsidR="00A229FE" w:rsidRPr="009018B2" w:rsidRDefault="004F7E6F" w:rsidP="00A229FE">
          <w:pPr>
            <w:pStyle w:val="ListParagraph"/>
            <w:numPr>
              <w:ilvl w:val="0"/>
              <w:numId w:val="25"/>
            </w:numPr>
            <w:rPr>
              <w:sz w:val="24"/>
              <w:szCs w:val="24"/>
            </w:rPr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sdtContent>
    </w:sdt>
    <w:sdt>
      <w:sdtPr>
        <w:rPr>
          <w:color w:val="808080"/>
          <w:sz w:val="24"/>
          <w:szCs w:val="24"/>
        </w:rPr>
        <w:id w:val="803727188"/>
        <w:placeholder>
          <w:docPart w:val="7C70D27A036A4266B652B0C7DD1FC5FB"/>
        </w:placeholder>
        <w:showingPlcHdr/>
      </w:sdtPr>
      <w:sdtEndPr>
        <w:rPr>
          <w:i/>
          <w:sz w:val="22"/>
          <w:szCs w:val="22"/>
        </w:rPr>
      </w:sdtEndPr>
      <w:sdtContent>
        <w:p w:rsidR="00A229FE" w:rsidRPr="00F06993" w:rsidRDefault="004F7E6F" w:rsidP="00A229FE">
          <w:pPr>
            <w:pStyle w:val="ListParagraph"/>
            <w:numPr>
              <w:ilvl w:val="0"/>
              <w:numId w:val="25"/>
            </w:numPr>
            <w:spacing w:after="0" w:line="240" w:lineRule="auto"/>
            <w:rPr>
              <w:i/>
            </w:rPr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sdtContent>
    </w:sdt>
    <w:p w:rsidR="00D44143" w:rsidRPr="00F06993" w:rsidRDefault="00D44143" w:rsidP="00D44143">
      <w:pPr>
        <w:rPr>
          <w:i/>
        </w:rPr>
      </w:pPr>
    </w:p>
    <w:p w:rsidR="00C35EF5" w:rsidRDefault="00C35EF5" w:rsidP="006A67CC">
      <w:pPr>
        <w:pStyle w:val="Title"/>
        <w:jc w:val="left"/>
      </w:pPr>
    </w:p>
    <w:p w:rsidR="006A67CC" w:rsidRPr="006A67CC" w:rsidRDefault="00061926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t xml:space="preserve">What aspect </w:t>
      </w:r>
      <w:r w:rsidR="006A67CC">
        <w:t>of the course did you like most?</w:t>
      </w:r>
    </w:p>
    <w:p w:rsidR="00C35EF5" w:rsidRPr="00C35EF5" w:rsidRDefault="00C35EF5" w:rsidP="00C35EF5">
      <w:pPr>
        <w:rPr>
          <w:u w:val="single"/>
        </w:rPr>
      </w:pPr>
    </w:p>
    <w:sdt>
      <w:sdtPr>
        <w:rPr>
          <w:sz w:val="24"/>
          <w:szCs w:val="24"/>
          <w:u w:val="single"/>
        </w:rPr>
        <w:id w:val="803727233"/>
        <w:placeholder>
          <w:docPart w:val="B0F5930303C3488A9CB924861FBF7D5B"/>
        </w:placeholder>
      </w:sdtPr>
      <w:sdtContent>
        <w:p w:rsidR="00C35EF5" w:rsidRPr="00C35EF5" w:rsidRDefault="004F7E6F" w:rsidP="00C35EF5">
          <w:pPr>
            <w:pStyle w:val="ListParagraph"/>
            <w:numPr>
              <w:ilvl w:val="0"/>
              <w:numId w:val="31"/>
            </w:numPr>
            <w:spacing w:after="0" w:line="240" w:lineRule="auto"/>
            <w:rPr>
              <w:rFonts w:ascii="Verdana" w:eastAsia="Times New Roman" w:hAnsi="Verdana" w:cs="Times New Roman"/>
              <w:sz w:val="24"/>
              <w:szCs w:val="24"/>
              <w:u w:val="single"/>
              <w:lang w:val="en-GB"/>
            </w:rPr>
          </w:pPr>
          <w:r>
            <w:rPr>
              <w:sz w:val="24"/>
              <w:szCs w:val="24"/>
              <w:u w:val="single"/>
            </w:rPr>
            <w:t>Exercises were relevant to the finance industry.  Hands on.  Good sense of humor.</w:t>
          </w:r>
        </w:p>
      </w:sdtContent>
    </w:sdt>
    <w:p w:rsidR="00C11323" w:rsidRPr="00C35EF5" w:rsidRDefault="00C35EF5" w:rsidP="00C35EF5">
      <w:pPr>
        <w:ind w:left="360"/>
        <w:rPr>
          <w:rFonts w:ascii="Arial" w:hAnsi="Arial"/>
          <w:sz w:val="24"/>
        </w:rPr>
      </w:pPr>
      <w:r>
        <w:t xml:space="preserve">  </w:t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  <w:t xml:space="preserve"> </w:t>
      </w:r>
      <w:r w:rsidR="00061926" w:rsidRPr="00C35EF5">
        <w:tab/>
      </w:r>
    </w:p>
    <w:p w:rsidR="00C35EF5" w:rsidRDefault="00C35EF5" w:rsidP="006A67CC">
      <w:pPr>
        <w:pStyle w:val="Title"/>
        <w:jc w:val="left"/>
      </w:pPr>
    </w:p>
    <w:p w:rsidR="006A67CC" w:rsidRPr="006A67CC" w:rsidRDefault="006A67CC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t>What aspect of the course would you change?</w:t>
      </w:r>
    </w:p>
    <w:p w:rsidR="006A67CC" w:rsidRDefault="006A67CC" w:rsidP="006A67CC"/>
    <w:sdt>
      <w:sdtPr>
        <w:rPr>
          <w:sz w:val="24"/>
          <w:szCs w:val="24"/>
          <w:u w:val="single"/>
        </w:rPr>
        <w:id w:val="803727240"/>
        <w:placeholder>
          <w:docPart w:val="C04B9358713A441CABC41F67A461CE87"/>
        </w:placeholder>
      </w:sdtPr>
      <w:sdtContent>
        <w:p w:rsidR="00C35EF5" w:rsidRPr="00C35EF5" w:rsidRDefault="004F7E6F" w:rsidP="00C35EF5">
          <w:pPr>
            <w:pStyle w:val="ListParagraph"/>
            <w:numPr>
              <w:ilvl w:val="0"/>
              <w:numId w:val="31"/>
            </w:numPr>
            <w:spacing w:after="0" w:line="240" w:lineRule="auto"/>
            <w:rPr>
              <w:rFonts w:ascii="Verdana" w:eastAsia="Times New Roman" w:hAnsi="Verdana" w:cs="Times New Roman"/>
              <w:sz w:val="24"/>
              <w:szCs w:val="24"/>
              <w:u w:val="single"/>
              <w:lang w:val="en-GB"/>
            </w:rPr>
          </w:pPr>
          <w:r>
            <w:rPr>
              <w:sz w:val="24"/>
              <w:szCs w:val="24"/>
              <w:u w:val="single"/>
            </w:rPr>
            <w:t xml:space="preserve">Prefer instructor present mini-exercise which covered fundamentals of the language.  A simple example of the fundamental bits as a template to work from. </w:t>
          </w:r>
        </w:p>
      </w:sdtContent>
    </w:sdt>
    <w:p w:rsidR="006A67CC" w:rsidRDefault="006A67CC" w:rsidP="00C35EF5">
      <w:pPr>
        <w:ind w:left="360"/>
      </w:pPr>
    </w:p>
    <w:p w:rsidR="00061926" w:rsidRDefault="00061926" w:rsidP="00C11323">
      <w:pPr>
        <w:pStyle w:val="Title"/>
        <w:jc w:val="left"/>
      </w:pPr>
    </w:p>
    <w:p w:rsidR="00686EB4" w:rsidRDefault="00061926" w:rsidP="00C11323">
      <w:pPr>
        <w:pStyle w:val="Title"/>
        <w:jc w:val="left"/>
      </w:pPr>
      <w:r w:rsidRPr="00061926">
        <w:t>Comments</w:t>
      </w:r>
      <w:r>
        <w:t xml:space="preserve"> on Course Content/Relevancy</w:t>
      </w:r>
      <w:r w:rsidRPr="00061926">
        <w:t>:</w:t>
      </w:r>
    </w:p>
    <w:p w:rsidR="00C35EF5" w:rsidRDefault="00C35EF5" w:rsidP="00C11323">
      <w:pPr>
        <w:pStyle w:val="Title"/>
        <w:jc w:val="left"/>
        <w:rPr>
          <w:b w:val="0"/>
        </w:rPr>
      </w:pPr>
    </w:p>
    <w:sdt>
      <w:sdtPr>
        <w:rPr>
          <w:sz w:val="24"/>
          <w:szCs w:val="24"/>
          <w:u w:val="single"/>
        </w:rPr>
        <w:id w:val="803727244"/>
        <w:placeholder>
          <w:docPart w:val="762603ABCAE54E60912BDC7AB0E69882"/>
        </w:placeholder>
      </w:sdtPr>
      <w:sdtContent>
        <w:p w:rsidR="00C35EF5" w:rsidRPr="00C35EF5" w:rsidRDefault="004F7E6F" w:rsidP="00C35EF5">
          <w:pPr>
            <w:pStyle w:val="ListParagraph"/>
            <w:numPr>
              <w:ilvl w:val="0"/>
              <w:numId w:val="31"/>
            </w:numPr>
            <w:spacing w:after="0" w:line="240" w:lineRule="auto"/>
            <w:rPr>
              <w:rFonts w:ascii="Verdana" w:eastAsia="Times New Roman" w:hAnsi="Verdana" w:cs="Times New Roman"/>
              <w:sz w:val="24"/>
              <w:szCs w:val="24"/>
              <w:u w:val="single"/>
              <w:lang w:val="en-GB"/>
            </w:rPr>
          </w:pPr>
          <w:r>
            <w:rPr>
              <w:sz w:val="24"/>
              <w:szCs w:val="24"/>
              <w:u w:val="single"/>
            </w:rPr>
            <w:t>Not using q yet.  But since it is used in ETD there is a potential for use q for future work.  This course have given me enough of a foundation to continue with self-study and determine how and where it could be useful.</w:t>
          </w:r>
        </w:p>
      </w:sdtContent>
    </w:sdt>
    <w:p w:rsidR="00C35EF5" w:rsidRDefault="00C35EF5">
      <w:pPr>
        <w:rPr>
          <w:rFonts w:ascii="Arial" w:hAnsi="Arial"/>
          <w:sz w:val="28"/>
          <w:szCs w:val="28"/>
        </w:rPr>
      </w:pPr>
    </w:p>
    <w:p w:rsidR="00C35EF5" w:rsidRDefault="00C35EF5">
      <w:pPr>
        <w:rPr>
          <w:rFonts w:ascii="Arial" w:hAnsi="Arial"/>
          <w:sz w:val="28"/>
          <w:szCs w:val="28"/>
        </w:rPr>
      </w:pPr>
    </w:p>
    <w:p w:rsidR="00C35EF5" w:rsidRDefault="00C35EF5">
      <w:pPr>
        <w:rPr>
          <w:rFonts w:ascii="Arial" w:hAnsi="Arial"/>
          <w:b/>
          <w:bCs/>
          <w:sz w:val="28"/>
          <w:szCs w:val="28"/>
          <w:lang w:val="en-US"/>
        </w:rPr>
      </w:pPr>
      <w:r>
        <w:rPr>
          <w:rFonts w:ascii="Arial" w:hAnsi="Arial"/>
          <w:sz w:val="28"/>
          <w:szCs w:val="28"/>
        </w:rPr>
        <w:br w:type="page"/>
      </w:r>
    </w:p>
    <w:p w:rsidR="00C35EF5" w:rsidRDefault="00C35EF5" w:rsidP="00C11323">
      <w:pPr>
        <w:pStyle w:val="Title"/>
        <w:jc w:val="left"/>
        <w:rPr>
          <w:rFonts w:ascii="Arial" w:hAnsi="Arial"/>
          <w:sz w:val="28"/>
          <w:szCs w:val="28"/>
        </w:rPr>
      </w:pPr>
    </w:p>
    <w:p w:rsidR="00686EB4" w:rsidRPr="00C11323" w:rsidRDefault="00C35EF5" w:rsidP="00C11323">
      <w:pPr>
        <w:pStyle w:val="Title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</w:t>
      </w:r>
      <w:r w:rsidR="00A7064C" w:rsidRPr="00C11323">
        <w:rPr>
          <w:rFonts w:ascii="Arial" w:hAnsi="Arial"/>
          <w:sz w:val="28"/>
          <w:szCs w:val="28"/>
        </w:rPr>
        <w:t>rainer’s Skills:</w:t>
      </w:r>
    </w:p>
    <w:p w:rsidR="00A7064C" w:rsidRDefault="00A7064C" w:rsidP="00A7064C">
      <w:pPr>
        <w:autoSpaceDE w:val="0"/>
        <w:autoSpaceDN w:val="0"/>
        <w:adjustRightInd w:val="0"/>
        <w:spacing w:after="1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Please summarize trainer’s demonstrated knowledge/skills using the rating system below:</w:t>
      </w:r>
    </w:p>
    <w:p w:rsidR="00A7064C" w:rsidRDefault="00A7064C" w:rsidP="00061926">
      <w:pPr>
        <w:numPr>
          <w:ilvl w:val="0"/>
          <w:numId w:val="33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Trainer shows strength in this area</w:t>
      </w:r>
    </w:p>
    <w:p w:rsidR="00A7064C" w:rsidRDefault="00A7064C" w:rsidP="00061926">
      <w:pPr>
        <w:numPr>
          <w:ilvl w:val="0"/>
          <w:numId w:val="33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Trainer demonstrates some ability in this area</w:t>
      </w:r>
      <w:r w:rsidR="002E76B9">
        <w:rPr>
          <w:rFonts w:ascii="Arial" w:hAnsi="Arial"/>
          <w:sz w:val="20"/>
        </w:rPr>
        <w:tab/>
      </w:r>
      <w:r w:rsidR="002E76B9">
        <w:rPr>
          <w:rFonts w:ascii="Arial" w:hAnsi="Arial"/>
          <w:sz w:val="20"/>
        </w:rPr>
        <w:tab/>
      </w:r>
      <w:r w:rsidR="002E76B9">
        <w:rPr>
          <w:rFonts w:ascii="Arial" w:hAnsi="Arial"/>
          <w:sz w:val="20"/>
        </w:rPr>
        <w:tab/>
      </w:r>
    </w:p>
    <w:p w:rsidR="00686EB4" w:rsidRDefault="00A7064C" w:rsidP="00061926">
      <w:pPr>
        <w:numPr>
          <w:ilvl w:val="0"/>
          <w:numId w:val="33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Trainer needs additional support in this area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</w:p>
    <w:p w:rsidR="00A7064C" w:rsidRDefault="00A7064C" w:rsidP="00686EB4">
      <w:pPr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:rsidR="00A7064C" w:rsidRDefault="00A7064C" w:rsidP="00A7064C">
      <w:pPr>
        <w:autoSpaceDE w:val="0"/>
        <w:autoSpaceDN w:val="0"/>
        <w:adjustRightInd w:val="0"/>
        <w:rPr>
          <w:rFonts w:ascii="Arial" w:hAnsi="Arial"/>
          <w:b/>
          <w:sz w:val="20"/>
        </w:rPr>
      </w:pP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0"/>
        <w:gridCol w:w="990"/>
        <w:gridCol w:w="3690"/>
        <w:gridCol w:w="900"/>
      </w:tblGrid>
      <w:tr w:rsidR="00A7064C" w:rsidTr="00686EB4">
        <w:trPr>
          <w:trHeight w:val="422"/>
        </w:trPr>
        <w:tc>
          <w:tcPr>
            <w:tcW w:w="3780" w:type="dxa"/>
            <w:shd w:val="clear" w:color="auto" w:fill="D9D9D9" w:themeFill="background1" w:themeFillShade="D9"/>
          </w:tcPr>
          <w:p w:rsidR="00A7064C" w:rsidRDefault="00A7064C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Delivery</w:t>
            </w:r>
          </w:p>
        </w:tc>
        <w:tc>
          <w:tcPr>
            <w:tcW w:w="990" w:type="dxa"/>
          </w:tcPr>
          <w:p w:rsidR="00A7064C" w:rsidRDefault="00A7064C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  <w:tc>
          <w:tcPr>
            <w:tcW w:w="3690" w:type="dxa"/>
            <w:shd w:val="clear" w:color="auto" w:fill="E0E0E0"/>
          </w:tcPr>
          <w:p w:rsidR="00A7064C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Visual Aids</w:t>
            </w:r>
          </w:p>
        </w:tc>
        <w:tc>
          <w:tcPr>
            <w:tcW w:w="900" w:type="dxa"/>
          </w:tcPr>
          <w:p w:rsidR="00A7064C" w:rsidRDefault="00A7064C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686EB4" w:rsidTr="00343E81">
        <w:tc>
          <w:tcPr>
            <w:tcW w:w="3780" w:type="dxa"/>
          </w:tcPr>
          <w:p w:rsidR="00686EB4" w:rsidRDefault="002E76B9" w:rsidP="002E76B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Greeting the group warmly.</w:t>
            </w:r>
          </w:p>
        </w:tc>
        <w:sdt>
          <w:sdtPr>
            <w:rPr>
              <w:rFonts w:ascii="Arial" w:hAnsi="Arial"/>
              <w:sz w:val="20"/>
            </w:rPr>
            <w:id w:val="803727400"/>
            <w:placeholder>
              <w:docPart w:val="7977356367564DBE8D6413A33D4B0380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  <w:tc>
          <w:tcPr>
            <w:tcW w:w="369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visual aids.</w:t>
            </w:r>
          </w:p>
        </w:tc>
        <w:sdt>
          <w:sdtPr>
            <w:rPr>
              <w:rFonts w:ascii="Arial" w:hAnsi="Arial"/>
              <w:sz w:val="20"/>
            </w:rPr>
            <w:id w:val="803727443"/>
            <w:placeholder>
              <w:docPart w:val="946387AD9C3143CB84BFF81FF4CBE2B6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Used a voice loud and clear enough to hear easily.</w:t>
            </w:r>
          </w:p>
        </w:tc>
        <w:sdt>
          <w:sdtPr>
            <w:rPr>
              <w:rFonts w:ascii="Arial" w:hAnsi="Arial"/>
              <w:sz w:val="20"/>
            </w:rPr>
            <w:id w:val="803727401"/>
            <w:placeholder>
              <w:docPart w:val="A368E21302564850970FB429D54C22B6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  <w:tc>
          <w:tcPr>
            <w:tcW w:w="369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Made sure materials could be read easily from where I was sitting.</w:t>
            </w:r>
          </w:p>
        </w:tc>
        <w:sdt>
          <w:sdtPr>
            <w:rPr>
              <w:rFonts w:ascii="Arial" w:hAnsi="Arial"/>
              <w:sz w:val="20"/>
            </w:rPr>
            <w:id w:val="803727441"/>
            <w:placeholder>
              <w:docPart w:val="CDD4128804834DCF9F66447075FAEFA9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Delivered a talk designed in a logical way from beginning to middle and end,</w:t>
            </w:r>
          </w:p>
        </w:tc>
        <w:sdt>
          <w:sdtPr>
            <w:rPr>
              <w:rFonts w:ascii="Arial" w:hAnsi="Arial"/>
              <w:sz w:val="20"/>
            </w:rPr>
            <w:id w:val="803727086"/>
            <w:placeholder>
              <w:docPart w:val="B2EEE66016F24397BC7CE28710A16CF8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  <w:tc>
          <w:tcPr>
            <w:tcW w:w="3690" w:type="dxa"/>
            <w:tcBorders>
              <w:bottom w:val="single" w:sz="4" w:space="0" w:color="auto"/>
            </w:tcBorders>
          </w:tcPr>
          <w:p w:rsidR="00686EB4" w:rsidRDefault="00686EB4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Got the point across in a clear and simple way.</w:t>
            </w:r>
          </w:p>
        </w:tc>
        <w:sdt>
          <w:sdtPr>
            <w:rPr>
              <w:rFonts w:ascii="Arial" w:hAnsi="Arial"/>
              <w:sz w:val="20"/>
            </w:rPr>
            <w:id w:val="803727444"/>
            <w:placeholder>
              <w:docPart w:val="E6136FA4F426465BADF49F2356939F87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Described clearly what to expect from the course.</w:t>
            </w:r>
          </w:p>
        </w:tc>
        <w:sdt>
          <w:sdtPr>
            <w:rPr>
              <w:rFonts w:ascii="Arial" w:hAnsi="Arial"/>
              <w:sz w:val="20"/>
            </w:rPr>
            <w:id w:val="803727402"/>
            <w:placeholder>
              <w:docPart w:val="0A88620A08F34C67B37FD4A19EBDB13E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3</w:t>
                </w:r>
              </w:p>
            </w:tc>
          </w:sdtContent>
        </w:sdt>
        <w:tc>
          <w:tcPr>
            <w:tcW w:w="3690" w:type="dxa"/>
            <w:shd w:val="clear" w:color="auto" w:fill="auto"/>
          </w:tcPr>
          <w:p w:rsidR="00686EB4" w:rsidRDefault="00686EB4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Talked to the group rather than to the screen or flipchart.</w:t>
            </w:r>
          </w:p>
        </w:tc>
        <w:sdt>
          <w:sdtPr>
            <w:rPr>
              <w:rFonts w:ascii="Arial" w:hAnsi="Arial"/>
              <w:sz w:val="20"/>
            </w:rPr>
            <w:id w:val="803727445"/>
            <w:placeholder>
              <w:docPart w:val="4128DBD237054BAC9BBABCFB4F2D3232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effective examples and illustrations.</w:t>
            </w:r>
          </w:p>
        </w:tc>
        <w:sdt>
          <w:sdtPr>
            <w:rPr>
              <w:rFonts w:ascii="Arial" w:hAnsi="Arial"/>
              <w:sz w:val="20"/>
            </w:rPr>
            <w:id w:val="803727432"/>
            <w:placeholder>
              <w:docPart w:val="B45D15B1EC9540C2848D8AFF4A8AF3BF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  <w:tc>
          <w:tcPr>
            <w:tcW w:w="3690" w:type="dxa"/>
          </w:tcPr>
          <w:p w:rsidR="00686EB4" w:rsidRDefault="00686EB4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key words rather than sentences</w:t>
            </w:r>
          </w:p>
        </w:tc>
        <w:sdt>
          <w:sdtPr>
            <w:rPr>
              <w:rFonts w:ascii="Arial" w:hAnsi="Arial"/>
              <w:sz w:val="20"/>
            </w:rPr>
            <w:id w:val="803727446"/>
            <w:placeholder>
              <w:docPart w:val="2F8FE79CAD3C44A190F451AE75FAC01B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n/a</w:t>
                </w:r>
              </w:p>
            </w:tc>
          </w:sdtContent>
        </w:sdt>
      </w:tr>
      <w:tr w:rsidR="00686EB4" w:rsidTr="00343E81">
        <w:trPr>
          <w:trHeight w:val="458"/>
        </w:trPr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Defined unfamiliar technical terms.</w:t>
            </w:r>
          </w:p>
        </w:tc>
        <w:sdt>
          <w:sdtPr>
            <w:rPr>
              <w:rFonts w:ascii="Arial" w:hAnsi="Arial"/>
              <w:sz w:val="20"/>
            </w:rPr>
            <w:id w:val="803727433"/>
            <w:placeholder>
              <w:docPart w:val="E2B37BF6F2624E67A3547C9EB1A29B21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spacing w:before="120"/>
                  <w:jc w:val="center"/>
                  <w:rPr>
                    <w:rFonts w:ascii="Arial" w:hAnsi="Arial"/>
                    <w:b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2</w:t>
                </w:r>
              </w:p>
            </w:tc>
          </w:sdtContent>
        </w:sdt>
        <w:tc>
          <w:tcPr>
            <w:tcW w:w="3690" w:type="dxa"/>
            <w:shd w:val="clear" w:color="auto" w:fill="D9D9D9" w:themeFill="background1" w:themeFillShade="D9"/>
          </w:tcPr>
          <w:p w:rsidR="00686EB4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sz w:val="20"/>
              </w:rPr>
            </w:pPr>
            <w:r w:rsidRPr="00686EB4">
              <w:rPr>
                <w:rFonts w:ascii="Arial" w:hAnsi="Arial"/>
                <w:b/>
                <w:sz w:val="20"/>
              </w:rPr>
              <w:t>Body Language</w:t>
            </w:r>
          </w:p>
        </w:tc>
        <w:tc>
          <w:tcPr>
            <w:tcW w:w="900" w:type="dxa"/>
            <w:vAlign w:val="center"/>
          </w:tcPr>
          <w:p w:rsidR="00686EB4" w:rsidRDefault="00C24976" w:rsidP="00343E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686EB4" w:rsidTr="00343E81">
        <w:tc>
          <w:tcPr>
            <w:tcW w:w="3780" w:type="dxa"/>
            <w:tcBorders>
              <w:bottom w:val="single" w:sz="4" w:space="0" w:color="auto"/>
            </w:tcBorders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Summarized the main points before finishing.</w:t>
            </w:r>
          </w:p>
        </w:tc>
        <w:sdt>
          <w:sdtPr>
            <w:rPr>
              <w:rFonts w:ascii="Arial" w:hAnsi="Arial"/>
              <w:sz w:val="20"/>
            </w:rPr>
            <w:id w:val="803727434"/>
            <w:placeholder>
              <w:docPart w:val="AD11EEFF342042AFA3FEBD89EFABD723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b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  <w:tc>
          <w:tcPr>
            <w:tcW w:w="3690" w:type="dxa"/>
            <w:vAlign w:val="center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Maintained good eye contact with the group.</w:t>
            </w:r>
          </w:p>
        </w:tc>
        <w:sdt>
          <w:sdtPr>
            <w:rPr>
              <w:rFonts w:ascii="Arial" w:hAnsi="Arial"/>
              <w:sz w:val="20"/>
            </w:rPr>
            <w:id w:val="803727456"/>
            <w:placeholder>
              <w:docPart w:val="66984EADB15B4F729584D0FF580C38E8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b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</w:tr>
      <w:tr w:rsidR="00686EB4" w:rsidTr="00343E81">
        <w:trPr>
          <w:trHeight w:val="485"/>
        </w:trPr>
        <w:tc>
          <w:tcPr>
            <w:tcW w:w="3780" w:type="dxa"/>
            <w:shd w:val="clear" w:color="auto" w:fill="D9D9D9" w:themeFill="background1" w:themeFillShade="D9"/>
          </w:tcPr>
          <w:p w:rsidR="00686EB4" w:rsidRPr="00686EB4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Group Participation</w:t>
            </w:r>
          </w:p>
        </w:tc>
        <w:tc>
          <w:tcPr>
            <w:tcW w:w="990" w:type="dxa"/>
            <w:vAlign w:val="center"/>
          </w:tcPr>
          <w:p w:rsidR="00686EB4" w:rsidRDefault="00C24976" w:rsidP="00343E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sz w:val="20"/>
              </w:rPr>
            </w:pPr>
            <w:r w:rsidRPr="00C24976">
              <w:rPr>
                <w:rFonts w:ascii="Arial" w:hAnsi="Arial"/>
                <w:b/>
                <w:sz w:val="20"/>
              </w:rPr>
              <w:t>Rating</w:t>
            </w:r>
          </w:p>
        </w:tc>
        <w:tc>
          <w:tcPr>
            <w:tcW w:w="3690" w:type="dxa"/>
            <w:vAlign w:val="center"/>
          </w:tcPr>
          <w:p w:rsidR="00686EB4" w:rsidRDefault="00686EB4" w:rsidP="00686EB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Was friendly and smiled.</w:t>
            </w:r>
          </w:p>
        </w:tc>
        <w:sdt>
          <w:sdtPr>
            <w:rPr>
              <w:rFonts w:ascii="Arial" w:hAnsi="Arial"/>
              <w:sz w:val="20"/>
            </w:rPr>
            <w:id w:val="803727447"/>
            <w:placeholder>
              <w:docPart w:val="86225FED32194AFD8A0160089BC0926D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4F7E6F" w:rsidP="00343E81">
                <w:pPr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Involved the group. </w:t>
            </w:r>
          </w:p>
        </w:tc>
        <w:sdt>
          <w:sdtPr>
            <w:rPr>
              <w:rFonts w:ascii="Arial" w:hAnsi="Arial"/>
              <w:sz w:val="20"/>
            </w:rPr>
            <w:id w:val="803727437"/>
            <w:placeholder>
              <w:docPart w:val="88F3FDE536D54D80A183925F0ECEA1D8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686EB4" w:rsidRDefault="00686EB4" w:rsidP="00686EB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body language to help communicate ideas visually</w:t>
            </w:r>
          </w:p>
        </w:tc>
        <w:tc>
          <w:tcPr>
            <w:tcW w:w="900" w:type="dxa"/>
            <w:vAlign w:val="center"/>
          </w:tcPr>
          <w:p w:rsidR="00686EB4" w:rsidRDefault="00686EB4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</w:p>
        </w:tc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Handled questions and comments with effectively.</w:t>
            </w:r>
          </w:p>
        </w:tc>
        <w:sdt>
          <w:sdtPr>
            <w:rPr>
              <w:rFonts w:ascii="Arial" w:hAnsi="Arial"/>
              <w:sz w:val="20"/>
            </w:rPr>
            <w:id w:val="803727438"/>
            <w:placeholder>
              <w:docPart w:val="3343329842BD4070B57BEC95DF23A1EB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spacing w:before="120"/>
                  <w:jc w:val="center"/>
                  <w:rPr>
                    <w:rFonts w:ascii="Arial" w:hAnsi="Arial"/>
                    <w:b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  <w:tc>
          <w:tcPr>
            <w:tcW w:w="3690" w:type="dxa"/>
            <w:shd w:val="clear" w:color="auto" w:fill="E0E0E0"/>
          </w:tcPr>
          <w:p w:rsidR="00686EB4" w:rsidRPr="00686EB4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Technical Competency</w:t>
            </w:r>
          </w:p>
        </w:tc>
        <w:tc>
          <w:tcPr>
            <w:tcW w:w="900" w:type="dxa"/>
            <w:vAlign w:val="center"/>
          </w:tcPr>
          <w:p w:rsidR="00686EB4" w:rsidRDefault="00C24976" w:rsidP="00343E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Divided course into appropriate sections.</w:t>
            </w:r>
          </w:p>
        </w:tc>
        <w:sdt>
          <w:sdtPr>
            <w:rPr>
              <w:rFonts w:ascii="Arial" w:hAnsi="Arial"/>
              <w:sz w:val="20"/>
            </w:rPr>
            <w:id w:val="803727435"/>
            <w:placeholder>
              <w:docPart w:val="BEDC3CD9428041269E6D7811651B6CD3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  <w:tc>
          <w:tcPr>
            <w:tcW w:w="3690" w:type="dxa"/>
          </w:tcPr>
          <w:p w:rsidR="00686EB4" w:rsidRDefault="00686EB4" w:rsidP="00A7064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Taught technically accurate content.</w:t>
            </w:r>
          </w:p>
        </w:tc>
        <w:sdt>
          <w:sdtPr>
            <w:rPr>
              <w:rFonts w:ascii="Arial" w:hAnsi="Arial"/>
              <w:sz w:val="20"/>
            </w:rPr>
            <w:id w:val="803727448"/>
            <w:placeholder>
              <w:docPart w:val="C063FC3A70B64DB29CDE014B2806ED7C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Provided clear instructions for all activities.</w:t>
            </w:r>
          </w:p>
        </w:tc>
        <w:sdt>
          <w:sdtPr>
            <w:rPr>
              <w:rFonts w:ascii="Arial" w:hAnsi="Arial"/>
              <w:sz w:val="20"/>
            </w:rPr>
            <w:id w:val="803727439"/>
            <w:placeholder>
              <w:docPart w:val="11DBEAD701D6402CB04DC938F05CD441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  <w:tc>
          <w:tcPr>
            <w:tcW w:w="3690" w:type="dxa"/>
          </w:tcPr>
          <w:p w:rsidR="00686EB4" w:rsidRDefault="00686EB4" w:rsidP="00A7064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Gauged group level of technical knowledge and adjusted the presentation accordingly. </w:t>
            </w:r>
          </w:p>
        </w:tc>
        <w:sdt>
          <w:sdtPr>
            <w:rPr>
              <w:rFonts w:ascii="Arial" w:hAnsi="Arial"/>
              <w:sz w:val="20"/>
            </w:rPr>
            <w:id w:val="803727415"/>
            <w:placeholder>
              <w:docPart w:val="7D189D61E7AB46B78C5D19F75F8814DB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Clarified or rephrased questions to elicit group participation.</w:t>
            </w:r>
          </w:p>
        </w:tc>
        <w:sdt>
          <w:sdtPr>
            <w:rPr>
              <w:rFonts w:ascii="Arial" w:hAnsi="Arial"/>
              <w:sz w:val="20"/>
            </w:rPr>
            <w:id w:val="803727440"/>
            <w:placeholder>
              <w:docPart w:val="A04739D3C2B044E3A7CDA25657D88F28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1</w:t>
                </w:r>
              </w:p>
            </w:tc>
          </w:sdtContent>
        </w:sdt>
        <w:tc>
          <w:tcPr>
            <w:tcW w:w="3690" w:type="dxa"/>
          </w:tcPr>
          <w:p w:rsidR="00686EB4" w:rsidRP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Accurately broke down technical/complex concepts in a way participants could understand.</w:t>
            </w:r>
          </w:p>
        </w:tc>
        <w:sdt>
          <w:sdtPr>
            <w:rPr>
              <w:rFonts w:ascii="Arial" w:hAnsi="Arial"/>
              <w:sz w:val="20"/>
            </w:rPr>
            <w:id w:val="803727449"/>
            <w:placeholder>
              <w:docPart w:val="5CA032931EA84E28B21A15158644800F"/>
            </w:placeholder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4F7E6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>
                  <w:rPr>
                    <w:rFonts w:ascii="Arial" w:hAnsi="Arial"/>
                    <w:sz w:val="20"/>
                  </w:rPr>
                  <w:t>2</w:t>
                </w:r>
              </w:p>
            </w:tc>
          </w:sdtContent>
        </w:sdt>
      </w:tr>
    </w:tbl>
    <w:p w:rsidR="00353EE0" w:rsidRDefault="00353EE0" w:rsidP="00A7064C"/>
    <w:p w:rsidR="00353EE0" w:rsidRDefault="00353EE0" w:rsidP="00A7064C"/>
    <w:p w:rsidR="00061926" w:rsidRDefault="00061926" w:rsidP="00061926">
      <w:pPr>
        <w:pStyle w:val="Title"/>
        <w:jc w:val="left"/>
      </w:pPr>
      <w:r w:rsidRPr="00061926">
        <w:t>Comments</w:t>
      </w:r>
      <w:r>
        <w:t xml:space="preserve"> on Trainer</w:t>
      </w:r>
      <w:r w:rsidRPr="00061926">
        <w:t>:</w:t>
      </w:r>
    </w:p>
    <w:p w:rsidR="00061926" w:rsidRDefault="00061926" w:rsidP="00061926">
      <w:pPr>
        <w:pStyle w:val="Title"/>
        <w:jc w:val="left"/>
        <w:rPr>
          <w:u w:val="single"/>
        </w:rPr>
      </w:pPr>
    </w:p>
    <w:sdt>
      <w:sdtPr>
        <w:rPr>
          <w:sz w:val="24"/>
          <w:szCs w:val="24"/>
          <w:u w:val="single"/>
        </w:rPr>
        <w:id w:val="803727249"/>
        <w:placeholder>
          <w:docPart w:val="6E5018F413C44A9590CB15AD5A74F670"/>
        </w:placeholder>
      </w:sdtPr>
      <w:sdtContent>
        <w:p w:rsidR="00C35EF5" w:rsidRPr="00C35EF5" w:rsidRDefault="004F7E6F" w:rsidP="00C35EF5">
          <w:pPr>
            <w:pStyle w:val="ListParagraph"/>
            <w:numPr>
              <w:ilvl w:val="0"/>
              <w:numId w:val="31"/>
            </w:numPr>
            <w:spacing w:after="0" w:line="240" w:lineRule="auto"/>
            <w:rPr>
              <w:rFonts w:ascii="Verdana" w:eastAsia="Times New Roman" w:hAnsi="Verdana" w:cs="Times New Roman"/>
              <w:sz w:val="24"/>
              <w:szCs w:val="24"/>
              <w:u w:val="single"/>
              <w:lang w:val="en-GB"/>
            </w:rPr>
          </w:pPr>
          <w:r>
            <w:rPr>
              <w:sz w:val="24"/>
              <w:szCs w:val="24"/>
              <w:u w:val="single"/>
            </w:rPr>
            <w:t>Good presentation style.  Always answered the questions.  Would go the extra mile to help someone understand a concept.  Frequent exercises enabled hands on experience.</w:t>
          </w:r>
        </w:p>
      </w:sdtContent>
    </w:sdt>
    <w:p w:rsidR="00C35EF5" w:rsidRDefault="00C35EF5" w:rsidP="00C35EF5">
      <w:pPr>
        <w:pStyle w:val="Title"/>
        <w:jc w:val="left"/>
        <w:rPr>
          <w:b w:val="0"/>
          <w:bCs w:val="0"/>
        </w:rPr>
      </w:pPr>
    </w:p>
    <w:p w:rsidR="00353EE0" w:rsidRPr="00061926" w:rsidRDefault="00353EE0" w:rsidP="00061926">
      <w:pPr>
        <w:pStyle w:val="Title"/>
        <w:jc w:val="left"/>
        <w:rPr>
          <w:u w:val="single"/>
        </w:rPr>
      </w:pPr>
    </w:p>
    <w:sectPr w:rsidR="00353EE0" w:rsidRPr="00061926" w:rsidSect="00A229FE">
      <w:headerReference w:type="default" r:id="rId8"/>
      <w:pgSz w:w="11906" w:h="16838" w:code="9"/>
      <w:pgMar w:top="900" w:right="1196" w:bottom="1440" w:left="1797" w:header="450" w:footer="27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E6F" w:rsidRDefault="004F7E6F">
      <w:r>
        <w:separator/>
      </w:r>
    </w:p>
  </w:endnote>
  <w:endnote w:type="continuationSeparator" w:id="0">
    <w:p w:rsidR="004F7E6F" w:rsidRDefault="004F7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E6F" w:rsidRDefault="004F7E6F">
      <w:r>
        <w:separator/>
      </w:r>
    </w:p>
  </w:footnote>
  <w:footnote w:type="continuationSeparator" w:id="0">
    <w:p w:rsidR="004F7E6F" w:rsidRDefault="004F7E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E6F" w:rsidRDefault="004F7E6F" w:rsidP="00CD1535">
    <w:pPr>
      <w:pStyle w:val="Header"/>
      <w:tabs>
        <w:tab w:val="clear" w:pos="8306"/>
        <w:tab w:val="right" w:pos="9450"/>
      </w:tabs>
      <w:ind w:right="-688"/>
      <w:jc w:val="right"/>
    </w:pP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 xml:space="preserve">    </w:t>
    </w: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ab/>
    </w: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ab/>
      <w:t xml:space="preserve">    Shasha Technologies  </w:t>
    </w:r>
    <w:r w:rsidRPr="00CD1535">
      <w:rPr>
        <w:rFonts w:ascii="Arial" w:hAnsi="Arial" w:cs="Arial"/>
        <w:noProof/>
        <w:sz w:val="16"/>
        <w:szCs w:val="16"/>
        <w:u w:val="single"/>
        <w:lang w:val="en-US"/>
      </w:rPr>
      <w:t xml:space="preserve"> </w:t>
    </w:r>
    <w:r w:rsidRPr="00A934EA">
      <w:rPr>
        <w:rFonts w:ascii="Arial" w:hAnsi="Arial" w:cs="Arial"/>
        <w:noProof/>
        <w:sz w:val="16"/>
        <w:szCs w:val="16"/>
        <w:lang w:val="en-US"/>
      </w:rPr>
      <w:drawing>
        <wp:inline distT="0" distB="0" distL="0" distR="0">
          <wp:extent cx="723900" cy="643468"/>
          <wp:effectExtent l="19050" t="0" r="0" b="0"/>
          <wp:docPr id="2" name="Picture 1" descr="http://www.co-intelligence.org/ciilogo_125x1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o-intelligence.org/ciilogo_125x100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1" cy="643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558"/>
    <w:multiLevelType w:val="hybridMultilevel"/>
    <w:tmpl w:val="2AA8CB8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61924DA"/>
    <w:multiLevelType w:val="hybridMultilevel"/>
    <w:tmpl w:val="CBCAA96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33635E"/>
    <w:multiLevelType w:val="hybridMultilevel"/>
    <w:tmpl w:val="54C0BA9A"/>
    <w:lvl w:ilvl="0" w:tplc="73A02D0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7770B84"/>
    <w:multiLevelType w:val="hybridMultilevel"/>
    <w:tmpl w:val="E60E4F2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0797D"/>
    <w:multiLevelType w:val="hybridMultilevel"/>
    <w:tmpl w:val="CFA0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57766"/>
    <w:multiLevelType w:val="hybridMultilevel"/>
    <w:tmpl w:val="CFA0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A7501"/>
    <w:multiLevelType w:val="hybridMultilevel"/>
    <w:tmpl w:val="D0284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65305F"/>
    <w:multiLevelType w:val="hybridMultilevel"/>
    <w:tmpl w:val="C122B3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D04E3C"/>
    <w:multiLevelType w:val="hybridMultilevel"/>
    <w:tmpl w:val="3232F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8C051E"/>
    <w:multiLevelType w:val="hybridMultilevel"/>
    <w:tmpl w:val="A678EB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B63F34"/>
    <w:multiLevelType w:val="hybridMultilevel"/>
    <w:tmpl w:val="73E69E66"/>
    <w:lvl w:ilvl="0" w:tplc="5A46B99E">
      <w:start w:val="1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92224A"/>
    <w:multiLevelType w:val="hybridMultilevel"/>
    <w:tmpl w:val="33C80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A81302"/>
    <w:multiLevelType w:val="hybridMultilevel"/>
    <w:tmpl w:val="E93C42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B21F7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F74387"/>
    <w:multiLevelType w:val="hybridMultilevel"/>
    <w:tmpl w:val="A154AC1A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1216DD"/>
    <w:multiLevelType w:val="hybridMultilevel"/>
    <w:tmpl w:val="CEC88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2D60918"/>
    <w:multiLevelType w:val="hybridMultilevel"/>
    <w:tmpl w:val="3064D6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235470"/>
    <w:multiLevelType w:val="hybridMultilevel"/>
    <w:tmpl w:val="B5C26A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765E80"/>
    <w:multiLevelType w:val="hybridMultilevel"/>
    <w:tmpl w:val="40289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32A55"/>
    <w:multiLevelType w:val="hybridMultilevel"/>
    <w:tmpl w:val="6D6E99DA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87B6DBA"/>
    <w:multiLevelType w:val="hybridMultilevel"/>
    <w:tmpl w:val="918050F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1D7672"/>
    <w:multiLevelType w:val="hybridMultilevel"/>
    <w:tmpl w:val="A6302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E33052"/>
    <w:multiLevelType w:val="hybridMultilevel"/>
    <w:tmpl w:val="CFA0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D1B6D"/>
    <w:multiLevelType w:val="hybridMultilevel"/>
    <w:tmpl w:val="8F46DAD2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032598"/>
    <w:multiLevelType w:val="hybridMultilevel"/>
    <w:tmpl w:val="EA4642A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ABF2786"/>
    <w:multiLevelType w:val="hybridMultilevel"/>
    <w:tmpl w:val="80B29E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AED6F73"/>
    <w:multiLevelType w:val="hybridMultilevel"/>
    <w:tmpl w:val="97BC7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C77750"/>
    <w:multiLevelType w:val="hybridMultilevel"/>
    <w:tmpl w:val="214EF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42419E"/>
    <w:multiLevelType w:val="hybridMultilevel"/>
    <w:tmpl w:val="5100CC32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1D2B6A"/>
    <w:multiLevelType w:val="hybridMultilevel"/>
    <w:tmpl w:val="5DC6F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C6AF6"/>
    <w:multiLevelType w:val="hybridMultilevel"/>
    <w:tmpl w:val="7BDC2E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749034B"/>
    <w:multiLevelType w:val="hybridMultilevel"/>
    <w:tmpl w:val="A678EB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127273"/>
    <w:multiLevelType w:val="hybridMultilevel"/>
    <w:tmpl w:val="E590591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6"/>
  </w:num>
  <w:num w:numId="4">
    <w:abstractNumId w:val="7"/>
  </w:num>
  <w:num w:numId="5">
    <w:abstractNumId w:val="20"/>
  </w:num>
  <w:num w:numId="6">
    <w:abstractNumId w:val="13"/>
    <w:lvlOverride w:ilvl="0">
      <w:startOverride w:val="1"/>
    </w:lvlOverride>
  </w:num>
  <w:num w:numId="7">
    <w:abstractNumId w:val="17"/>
  </w:num>
  <w:num w:numId="8">
    <w:abstractNumId w:val="24"/>
  </w:num>
  <w:num w:numId="9">
    <w:abstractNumId w:val="1"/>
  </w:num>
  <w:num w:numId="10">
    <w:abstractNumId w:val="6"/>
  </w:num>
  <w:num w:numId="11">
    <w:abstractNumId w:val="32"/>
  </w:num>
  <w:num w:numId="12">
    <w:abstractNumId w:val="3"/>
  </w:num>
  <w:num w:numId="13">
    <w:abstractNumId w:val="10"/>
  </w:num>
  <w:num w:numId="14">
    <w:abstractNumId w:val="0"/>
  </w:num>
  <w:num w:numId="15">
    <w:abstractNumId w:val="23"/>
  </w:num>
  <w:num w:numId="16">
    <w:abstractNumId w:val="14"/>
  </w:num>
  <w:num w:numId="17">
    <w:abstractNumId w:val="28"/>
  </w:num>
  <w:num w:numId="18">
    <w:abstractNumId w:val="9"/>
  </w:num>
  <w:num w:numId="19">
    <w:abstractNumId w:val="19"/>
  </w:num>
  <w:num w:numId="20">
    <w:abstractNumId w:val="18"/>
  </w:num>
  <w:num w:numId="21">
    <w:abstractNumId w:val="25"/>
  </w:num>
  <w:num w:numId="22">
    <w:abstractNumId w:val="27"/>
  </w:num>
  <w:num w:numId="23">
    <w:abstractNumId w:val="26"/>
  </w:num>
  <w:num w:numId="24">
    <w:abstractNumId w:val="8"/>
  </w:num>
  <w:num w:numId="25">
    <w:abstractNumId w:val="5"/>
  </w:num>
  <w:num w:numId="26">
    <w:abstractNumId w:val="15"/>
  </w:num>
  <w:num w:numId="27">
    <w:abstractNumId w:val="22"/>
  </w:num>
  <w:num w:numId="28">
    <w:abstractNumId w:val="4"/>
  </w:num>
  <w:num w:numId="29">
    <w:abstractNumId w:val="30"/>
  </w:num>
  <w:num w:numId="30">
    <w:abstractNumId w:val="21"/>
  </w:num>
  <w:num w:numId="31">
    <w:abstractNumId w:val="29"/>
  </w:num>
  <w:num w:numId="32">
    <w:abstractNumId w:val="11"/>
  </w:num>
  <w:num w:numId="3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3dryFiG17ptQjkEbrut2Ml3P/Ao=" w:salt="qjXOHhjAS6kADvT1upvgTA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2EDD"/>
    <w:rsid w:val="00014604"/>
    <w:rsid w:val="000519C4"/>
    <w:rsid w:val="00053ACA"/>
    <w:rsid w:val="00061926"/>
    <w:rsid w:val="00080919"/>
    <w:rsid w:val="00080CC9"/>
    <w:rsid w:val="0009656B"/>
    <w:rsid w:val="000A06C2"/>
    <w:rsid w:val="000A4FC7"/>
    <w:rsid w:val="000C2A7F"/>
    <w:rsid w:val="000C4B39"/>
    <w:rsid w:val="000C6E63"/>
    <w:rsid w:val="000D181A"/>
    <w:rsid w:val="000D2963"/>
    <w:rsid w:val="000D4C64"/>
    <w:rsid w:val="000E7B36"/>
    <w:rsid w:val="000F2504"/>
    <w:rsid w:val="000F740A"/>
    <w:rsid w:val="001042A0"/>
    <w:rsid w:val="00107910"/>
    <w:rsid w:val="001136FA"/>
    <w:rsid w:val="00117B2F"/>
    <w:rsid w:val="00120272"/>
    <w:rsid w:val="001211AA"/>
    <w:rsid w:val="0012438F"/>
    <w:rsid w:val="00134AC6"/>
    <w:rsid w:val="001513B0"/>
    <w:rsid w:val="001540A6"/>
    <w:rsid w:val="00166A8D"/>
    <w:rsid w:val="00170AF4"/>
    <w:rsid w:val="001746EC"/>
    <w:rsid w:val="00176C29"/>
    <w:rsid w:val="00177578"/>
    <w:rsid w:val="00182FD2"/>
    <w:rsid w:val="00187A1A"/>
    <w:rsid w:val="0019646F"/>
    <w:rsid w:val="00197CB9"/>
    <w:rsid w:val="001A79CD"/>
    <w:rsid w:val="001A7CE5"/>
    <w:rsid w:val="001C47B1"/>
    <w:rsid w:val="001D13F9"/>
    <w:rsid w:val="001D3094"/>
    <w:rsid w:val="001E107A"/>
    <w:rsid w:val="001E1C9F"/>
    <w:rsid w:val="001E2CFA"/>
    <w:rsid w:val="002001AA"/>
    <w:rsid w:val="002004F5"/>
    <w:rsid w:val="00202F85"/>
    <w:rsid w:val="002221E8"/>
    <w:rsid w:val="0023678F"/>
    <w:rsid w:val="002411BF"/>
    <w:rsid w:val="00251D7A"/>
    <w:rsid w:val="00260693"/>
    <w:rsid w:val="00263865"/>
    <w:rsid w:val="00266D80"/>
    <w:rsid w:val="00267920"/>
    <w:rsid w:val="00270BB9"/>
    <w:rsid w:val="00275AC4"/>
    <w:rsid w:val="002938A8"/>
    <w:rsid w:val="002979DB"/>
    <w:rsid w:val="002A0A4F"/>
    <w:rsid w:val="002A4A47"/>
    <w:rsid w:val="002C1FE2"/>
    <w:rsid w:val="002D2D43"/>
    <w:rsid w:val="002D32EB"/>
    <w:rsid w:val="002E3A92"/>
    <w:rsid w:val="002E759E"/>
    <w:rsid w:val="002E76B9"/>
    <w:rsid w:val="002F4E80"/>
    <w:rsid w:val="002F73D0"/>
    <w:rsid w:val="00301A17"/>
    <w:rsid w:val="00307B6B"/>
    <w:rsid w:val="00310193"/>
    <w:rsid w:val="00316AF2"/>
    <w:rsid w:val="003438E7"/>
    <w:rsid w:val="00343E81"/>
    <w:rsid w:val="00344682"/>
    <w:rsid w:val="00353EE0"/>
    <w:rsid w:val="00354E57"/>
    <w:rsid w:val="0036540F"/>
    <w:rsid w:val="0037183E"/>
    <w:rsid w:val="003757B5"/>
    <w:rsid w:val="00381032"/>
    <w:rsid w:val="00393041"/>
    <w:rsid w:val="003A7407"/>
    <w:rsid w:val="003B60AB"/>
    <w:rsid w:val="003C2419"/>
    <w:rsid w:val="003E1982"/>
    <w:rsid w:val="003F0DB1"/>
    <w:rsid w:val="00400834"/>
    <w:rsid w:val="00405C64"/>
    <w:rsid w:val="00406A04"/>
    <w:rsid w:val="00424CD3"/>
    <w:rsid w:val="0042589F"/>
    <w:rsid w:val="00434F0B"/>
    <w:rsid w:val="00441182"/>
    <w:rsid w:val="004424F5"/>
    <w:rsid w:val="0044493C"/>
    <w:rsid w:val="00445D71"/>
    <w:rsid w:val="00471C9A"/>
    <w:rsid w:val="00473F22"/>
    <w:rsid w:val="00474BD9"/>
    <w:rsid w:val="00476E8A"/>
    <w:rsid w:val="00480D5F"/>
    <w:rsid w:val="00482EDD"/>
    <w:rsid w:val="00487023"/>
    <w:rsid w:val="00490711"/>
    <w:rsid w:val="00490C86"/>
    <w:rsid w:val="004973D9"/>
    <w:rsid w:val="004A5FDE"/>
    <w:rsid w:val="004B4803"/>
    <w:rsid w:val="004B6E9C"/>
    <w:rsid w:val="004C0A4F"/>
    <w:rsid w:val="004C16AB"/>
    <w:rsid w:val="004C7D2E"/>
    <w:rsid w:val="004D0AB9"/>
    <w:rsid w:val="004D7314"/>
    <w:rsid w:val="004E20A4"/>
    <w:rsid w:val="004E2512"/>
    <w:rsid w:val="004E4471"/>
    <w:rsid w:val="004F07EB"/>
    <w:rsid w:val="004F6165"/>
    <w:rsid w:val="004F7E6F"/>
    <w:rsid w:val="0050278C"/>
    <w:rsid w:val="00504B8A"/>
    <w:rsid w:val="00510573"/>
    <w:rsid w:val="00527D20"/>
    <w:rsid w:val="005373A5"/>
    <w:rsid w:val="00550147"/>
    <w:rsid w:val="005623B0"/>
    <w:rsid w:val="0057170E"/>
    <w:rsid w:val="00582998"/>
    <w:rsid w:val="005846B2"/>
    <w:rsid w:val="00586AE0"/>
    <w:rsid w:val="00590AB8"/>
    <w:rsid w:val="0059137B"/>
    <w:rsid w:val="005924C6"/>
    <w:rsid w:val="005951CF"/>
    <w:rsid w:val="00595DE2"/>
    <w:rsid w:val="00596BD9"/>
    <w:rsid w:val="005A502D"/>
    <w:rsid w:val="005A537D"/>
    <w:rsid w:val="005A7C66"/>
    <w:rsid w:val="005B66D4"/>
    <w:rsid w:val="005D795F"/>
    <w:rsid w:val="005E1510"/>
    <w:rsid w:val="005E61E7"/>
    <w:rsid w:val="005F1680"/>
    <w:rsid w:val="005F1FFD"/>
    <w:rsid w:val="005F62DD"/>
    <w:rsid w:val="00600770"/>
    <w:rsid w:val="00610C0B"/>
    <w:rsid w:val="006155C8"/>
    <w:rsid w:val="00616C89"/>
    <w:rsid w:val="00617A79"/>
    <w:rsid w:val="00625E08"/>
    <w:rsid w:val="00633AFF"/>
    <w:rsid w:val="006409E4"/>
    <w:rsid w:val="00641A3A"/>
    <w:rsid w:val="00646103"/>
    <w:rsid w:val="0064665D"/>
    <w:rsid w:val="00646A9C"/>
    <w:rsid w:val="00650C32"/>
    <w:rsid w:val="00666A99"/>
    <w:rsid w:val="00672BFA"/>
    <w:rsid w:val="00686EB4"/>
    <w:rsid w:val="006921C5"/>
    <w:rsid w:val="006A2F0D"/>
    <w:rsid w:val="006A36E3"/>
    <w:rsid w:val="006A67CC"/>
    <w:rsid w:val="006C0849"/>
    <w:rsid w:val="006D1EE5"/>
    <w:rsid w:val="006D7A50"/>
    <w:rsid w:val="006E3EDE"/>
    <w:rsid w:val="006E3F4D"/>
    <w:rsid w:val="006E47FE"/>
    <w:rsid w:val="006E6A77"/>
    <w:rsid w:val="006F08AA"/>
    <w:rsid w:val="00706F26"/>
    <w:rsid w:val="007144F8"/>
    <w:rsid w:val="007146AC"/>
    <w:rsid w:val="00721363"/>
    <w:rsid w:val="007239BB"/>
    <w:rsid w:val="00734BFE"/>
    <w:rsid w:val="00743126"/>
    <w:rsid w:val="007456DA"/>
    <w:rsid w:val="00753F9C"/>
    <w:rsid w:val="0076699E"/>
    <w:rsid w:val="00766C4A"/>
    <w:rsid w:val="00766D79"/>
    <w:rsid w:val="00774F11"/>
    <w:rsid w:val="00780E86"/>
    <w:rsid w:val="00792207"/>
    <w:rsid w:val="007A21B5"/>
    <w:rsid w:val="007A2388"/>
    <w:rsid w:val="007A4880"/>
    <w:rsid w:val="007B1624"/>
    <w:rsid w:val="007B3765"/>
    <w:rsid w:val="007C6F9A"/>
    <w:rsid w:val="007C6FED"/>
    <w:rsid w:val="007C78A3"/>
    <w:rsid w:val="007D41E7"/>
    <w:rsid w:val="007D757E"/>
    <w:rsid w:val="007E41ED"/>
    <w:rsid w:val="007E62C7"/>
    <w:rsid w:val="00803E5C"/>
    <w:rsid w:val="00810CF6"/>
    <w:rsid w:val="0082449F"/>
    <w:rsid w:val="00831681"/>
    <w:rsid w:val="0084216A"/>
    <w:rsid w:val="00846AA8"/>
    <w:rsid w:val="00864BBE"/>
    <w:rsid w:val="00881412"/>
    <w:rsid w:val="0089410B"/>
    <w:rsid w:val="00896D33"/>
    <w:rsid w:val="008B3D83"/>
    <w:rsid w:val="008C04A4"/>
    <w:rsid w:val="008C1806"/>
    <w:rsid w:val="008E0A3F"/>
    <w:rsid w:val="008F24C3"/>
    <w:rsid w:val="009018B2"/>
    <w:rsid w:val="00904998"/>
    <w:rsid w:val="00911B7B"/>
    <w:rsid w:val="00922FF6"/>
    <w:rsid w:val="0092579D"/>
    <w:rsid w:val="009331C1"/>
    <w:rsid w:val="009360AD"/>
    <w:rsid w:val="009366DA"/>
    <w:rsid w:val="00951E18"/>
    <w:rsid w:val="00955B9A"/>
    <w:rsid w:val="00960D3F"/>
    <w:rsid w:val="009728F7"/>
    <w:rsid w:val="00974581"/>
    <w:rsid w:val="00990A2D"/>
    <w:rsid w:val="00990CB5"/>
    <w:rsid w:val="009942C3"/>
    <w:rsid w:val="009A001E"/>
    <w:rsid w:val="009B1719"/>
    <w:rsid w:val="009C0D05"/>
    <w:rsid w:val="009D3634"/>
    <w:rsid w:val="009E13E2"/>
    <w:rsid w:val="009E3E14"/>
    <w:rsid w:val="009E6D79"/>
    <w:rsid w:val="009F5529"/>
    <w:rsid w:val="009F6651"/>
    <w:rsid w:val="00A04E31"/>
    <w:rsid w:val="00A10612"/>
    <w:rsid w:val="00A11BC7"/>
    <w:rsid w:val="00A12A55"/>
    <w:rsid w:val="00A229FE"/>
    <w:rsid w:val="00A22E7E"/>
    <w:rsid w:val="00A24D97"/>
    <w:rsid w:val="00A27BB9"/>
    <w:rsid w:val="00A31100"/>
    <w:rsid w:val="00A36AFD"/>
    <w:rsid w:val="00A433D3"/>
    <w:rsid w:val="00A4370F"/>
    <w:rsid w:val="00A52C3D"/>
    <w:rsid w:val="00A53D0B"/>
    <w:rsid w:val="00A6361F"/>
    <w:rsid w:val="00A665C7"/>
    <w:rsid w:val="00A7064C"/>
    <w:rsid w:val="00A768D3"/>
    <w:rsid w:val="00A934EA"/>
    <w:rsid w:val="00A97606"/>
    <w:rsid w:val="00AA2843"/>
    <w:rsid w:val="00AA7052"/>
    <w:rsid w:val="00AA7AE4"/>
    <w:rsid w:val="00AB43B5"/>
    <w:rsid w:val="00AC2EE8"/>
    <w:rsid w:val="00AD18F0"/>
    <w:rsid w:val="00AD2210"/>
    <w:rsid w:val="00AD4A6A"/>
    <w:rsid w:val="00AE06D7"/>
    <w:rsid w:val="00AE2BF8"/>
    <w:rsid w:val="00AE3851"/>
    <w:rsid w:val="00AE59F0"/>
    <w:rsid w:val="00AE67D7"/>
    <w:rsid w:val="00B064EF"/>
    <w:rsid w:val="00B11CA9"/>
    <w:rsid w:val="00B210F1"/>
    <w:rsid w:val="00B3152A"/>
    <w:rsid w:val="00B3154E"/>
    <w:rsid w:val="00B459A4"/>
    <w:rsid w:val="00B46F67"/>
    <w:rsid w:val="00B50D5D"/>
    <w:rsid w:val="00B555C3"/>
    <w:rsid w:val="00B713CB"/>
    <w:rsid w:val="00B72898"/>
    <w:rsid w:val="00B85188"/>
    <w:rsid w:val="00B86765"/>
    <w:rsid w:val="00B94D22"/>
    <w:rsid w:val="00B96A24"/>
    <w:rsid w:val="00B979B7"/>
    <w:rsid w:val="00BA2DA8"/>
    <w:rsid w:val="00BA7527"/>
    <w:rsid w:val="00BB04D5"/>
    <w:rsid w:val="00BB114E"/>
    <w:rsid w:val="00BB5816"/>
    <w:rsid w:val="00BE4942"/>
    <w:rsid w:val="00BF3209"/>
    <w:rsid w:val="00C00E50"/>
    <w:rsid w:val="00C04D35"/>
    <w:rsid w:val="00C11323"/>
    <w:rsid w:val="00C16045"/>
    <w:rsid w:val="00C20D93"/>
    <w:rsid w:val="00C24976"/>
    <w:rsid w:val="00C35EF5"/>
    <w:rsid w:val="00C55F3D"/>
    <w:rsid w:val="00C63B15"/>
    <w:rsid w:val="00C83388"/>
    <w:rsid w:val="00C90D75"/>
    <w:rsid w:val="00C90DA4"/>
    <w:rsid w:val="00C912ED"/>
    <w:rsid w:val="00C9195A"/>
    <w:rsid w:val="00CA445C"/>
    <w:rsid w:val="00CB1B33"/>
    <w:rsid w:val="00CC2BC5"/>
    <w:rsid w:val="00CD1535"/>
    <w:rsid w:val="00CE7071"/>
    <w:rsid w:val="00CF6CEA"/>
    <w:rsid w:val="00D053E4"/>
    <w:rsid w:val="00D0707F"/>
    <w:rsid w:val="00D24450"/>
    <w:rsid w:val="00D25F5F"/>
    <w:rsid w:val="00D2796F"/>
    <w:rsid w:val="00D44143"/>
    <w:rsid w:val="00D54DE6"/>
    <w:rsid w:val="00D6013D"/>
    <w:rsid w:val="00D61BAA"/>
    <w:rsid w:val="00D65B48"/>
    <w:rsid w:val="00D667F6"/>
    <w:rsid w:val="00D839B7"/>
    <w:rsid w:val="00D903E8"/>
    <w:rsid w:val="00D93AD9"/>
    <w:rsid w:val="00D95860"/>
    <w:rsid w:val="00DB108D"/>
    <w:rsid w:val="00DB2E61"/>
    <w:rsid w:val="00DC4FFA"/>
    <w:rsid w:val="00DD4B50"/>
    <w:rsid w:val="00DD7529"/>
    <w:rsid w:val="00DE25AC"/>
    <w:rsid w:val="00DE697C"/>
    <w:rsid w:val="00DF78EE"/>
    <w:rsid w:val="00E02703"/>
    <w:rsid w:val="00E03A95"/>
    <w:rsid w:val="00E1050B"/>
    <w:rsid w:val="00E16B79"/>
    <w:rsid w:val="00E2699B"/>
    <w:rsid w:val="00E31AFA"/>
    <w:rsid w:val="00E41862"/>
    <w:rsid w:val="00E42428"/>
    <w:rsid w:val="00E500F6"/>
    <w:rsid w:val="00E54139"/>
    <w:rsid w:val="00E62019"/>
    <w:rsid w:val="00E64614"/>
    <w:rsid w:val="00E70A80"/>
    <w:rsid w:val="00E72A87"/>
    <w:rsid w:val="00E73858"/>
    <w:rsid w:val="00E755CF"/>
    <w:rsid w:val="00E77D6A"/>
    <w:rsid w:val="00E8672D"/>
    <w:rsid w:val="00EA4BCB"/>
    <w:rsid w:val="00EB043F"/>
    <w:rsid w:val="00EB7CDB"/>
    <w:rsid w:val="00EC1A09"/>
    <w:rsid w:val="00EC52E6"/>
    <w:rsid w:val="00EC74CA"/>
    <w:rsid w:val="00EE0D50"/>
    <w:rsid w:val="00EE1865"/>
    <w:rsid w:val="00EE34A8"/>
    <w:rsid w:val="00EF1BFF"/>
    <w:rsid w:val="00F02DAD"/>
    <w:rsid w:val="00F06993"/>
    <w:rsid w:val="00F0784F"/>
    <w:rsid w:val="00F11BA9"/>
    <w:rsid w:val="00F20B5D"/>
    <w:rsid w:val="00F2536D"/>
    <w:rsid w:val="00F34302"/>
    <w:rsid w:val="00F34BDF"/>
    <w:rsid w:val="00F37467"/>
    <w:rsid w:val="00F40B65"/>
    <w:rsid w:val="00F414D7"/>
    <w:rsid w:val="00F7534F"/>
    <w:rsid w:val="00F82595"/>
    <w:rsid w:val="00F82B15"/>
    <w:rsid w:val="00FB1D2B"/>
    <w:rsid w:val="00FB225D"/>
    <w:rsid w:val="00FB6AF5"/>
    <w:rsid w:val="00FB6B60"/>
    <w:rsid w:val="00FB76E1"/>
    <w:rsid w:val="00FC4768"/>
    <w:rsid w:val="00FD52BA"/>
    <w:rsid w:val="00FD78C9"/>
    <w:rsid w:val="00FF4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0E86"/>
    <w:rPr>
      <w:rFonts w:ascii="Verdana" w:hAnsi="Verdana"/>
      <w:sz w:val="18"/>
      <w:szCs w:val="24"/>
      <w:lang w:val="en-GB"/>
    </w:rPr>
  </w:style>
  <w:style w:type="paragraph" w:styleId="Heading1">
    <w:name w:val="heading 1"/>
    <w:basedOn w:val="Normal"/>
    <w:next w:val="Normal"/>
    <w:qFormat/>
    <w:rsid w:val="00990A2D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990A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0A2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90A2D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rsid w:val="00990A2D"/>
    <w:pPr>
      <w:jc w:val="center"/>
    </w:pPr>
    <w:rPr>
      <w:b/>
      <w:bCs/>
      <w:sz w:val="20"/>
      <w:lang w:val="en-US"/>
    </w:rPr>
  </w:style>
  <w:style w:type="paragraph" w:styleId="BodyText2">
    <w:name w:val="Body Text 2"/>
    <w:basedOn w:val="Normal"/>
    <w:rsid w:val="00990A2D"/>
    <w:rPr>
      <w:rFonts w:ascii="Arial" w:hAnsi="Arial" w:cs="Arial"/>
      <w:sz w:val="22"/>
      <w:lang w:val="en-US"/>
    </w:rPr>
  </w:style>
  <w:style w:type="paragraph" w:styleId="BodyText">
    <w:name w:val="Body Text"/>
    <w:basedOn w:val="Normal"/>
    <w:rsid w:val="00990A2D"/>
    <w:rPr>
      <w:rFonts w:ascii="Arial" w:hAnsi="Arial"/>
      <w:color w:val="000080"/>
      <w:sz w:val="22"/>
      <w:szCs w:val="16"/>
      <w:lang w:val="en-US"/>
    </w:rPr>
  </w:style>
  <w:style w:type="character" w:styleId="Hyperlink">
    <w:name w:val="Hyperlink"/>
    <w:basedOn w:val="DefaultParagraphFont"/>
    <w:rsid w:val="00301A17"/>
    <w:rPr>
      <w:color w:val="0000FF"/>
      <w:u w:val="single"/>
    </w:rPr>
  </w:style>
  <w:style w:type="table" w:styleId="TableGrid">
    <w:name w:val="Table Grid"/>
    <w:basedOn w:val="TableNormal"/>
    <w:rsid w:val="00EC74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11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1BC7"/>
    <w:rPr>
      <w:rFonts w:ascii="Tahoma" w:hAnsi="Tahoma" w:cs="Tahoma"/>
      <w:sz w:val="16"/>
      <w:szCs w:val="16"/>
      <w:lang w:val="en-GB"/>
    </w:rPr>
  </w:style>
  <w:style w:type="paragraph" w:styleId="PlainText">
    <w:name w:val="Plain Text"/>
    <w:basedOn w:val="Normal"/>
    <w:link w:val="PlainTextChar"/>
    <w:unhideWhenUsed/>
    <w:rsid w:val="00F20B5D"/>
    <w:rPr>
      <w:rFonts w:ascii="Courier" w:eastAsia="Cambria" w:hAnsi="Courier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F20B5D"/>
    <w:rPr>
      <w:rFonts w:ascii="Courier" w:eastAsia="Cambria" w:hAnsi="Courier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F20B5D"/>
    <w:rPr>
      <w:color w:val="808080"/>
    </w:rPr>
  </w:style>
  <w:style w:type="character" w:customStyle="1" w:styleId="TitleChar">
    <w:name w:val="Title Char"/>
    <w:basedOn w:val="DefaultParagraphFont"/>
    <w:link w:val="Title"/>
    <w:rsid w:val="00A7064C"/>
    <w:rPr>
      <w:rFonts w:ascii="Verdana" w:hAnsi="Verdana"/>
      <w:b/>
      <w:bCs/>
      <w:szCs w:val="24"/>
    </w:rPr>
  </w:style>
  <w:style w:type="paragraph" w:styleId="ListParagraph">
    <w:name w:val="List Paragraph"/>
    <w:basedOn w:val="Normal"/>
    <w:uiPriority w:val="34"/>
    <w:qFormat/>
    <w:rsid w:val="00D441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VendorMgmt\Data_Acquisition\Kx%20Training\Course%20Evaluations\Shasha_q-Smarties_Training_Course_Evaluation_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55700CFC7744CB3BDC2B208B57CF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61D6B1-5822-463B-8316-B889A097AEE2}"/>
      </w:docPartPr>
      <w:docPartBody>
        <w:p w:rsidR="00661FE6" w:rsidRDefault="00661FE6">
          <w:pPr>
            <w:pStyle w:val="255700CFC7744CB3BDC2B208B57CFDEC"/>
          </w:pPr>
          <w:r w:rsidRPr="00B25F74">
            <w:rPr>
              <w:rStyle w:val="PlaceholderText"/>
            </w:rPr>
            <w:t>Click here to enter a date.</w:t>
          </w:r>
        </w:p>
      </w:docPartBody>
    </w:docPart>
    <w:docPart>
      <w:docPartPr>
        <w:name w:val="5F7B00DB3BA44CB69F04FDD593AC1A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9E7F7-6D97-4825-9AF2-10E743721305}"/>
      </w:docPartPr>
      <w:docPartBody>
        <w:p w:rsidR="00661FE6" w:rsidRDefault="00661FE6">
          <w:pPr>
            <w:pStyle w:val="5F7B00DB3BA44CB69F04FDD593AC1AE2"/>
          </w:pPr>
          <w:r w:rsidRPr="00B25F74">
            <w:rPr>
              <w:rStyle w:val="PlaceholderText"/>
            </w:rPr>
            <w:t>Click here to enter text.</w:t>
          </w:r>
        </w:p>
      </w:docPartBody>
    </w:docPart>
    <w:docPart>
      <w:docPartPr>
        <w:name w:val="6BCC13FC80184FDE814F63CE49AF95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52DEF-7D23-433B-895E-D065370D4F04}"/>
      </w:docPartPr>
      <w:docPartBody>
        <w:p w:rsidR="00661FE6" w:rsidRDefault="00661FE6">
          <w:pPr>
            <w:pStyle w:val="6BCC13FC80184FDE814F63CE49AF9585"/>
          </w:pPr>
          <w:r w:rsidRPr="00B25F74">
            <w:rPr>
              <w:rStyle w:val="PlaceholderText"/>
            </w:rPr>
            <w:t>Choose an item.</w:t>
          </w:r>
        </w:p>
      </w:docPartBody>
    </w:docPart>
    <w:docPart>
      <w:docPartPr>
        <w:name w:val="CC9DE39C92964F3597B9B0878BBB6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435E5-1429-4807-ABE5-2E67844B7783}"/>
      </w:docPartPr>
      <w:docPartBody>
        <w:p w:rsidR="00661FE6" w:rsidRDefault="00661FE6">
          <w:pPr>
            <w:pStyle w:val="CC9DE39C92964F3597B9B0878BBB646E"/>
          </w:pPr>
          <w:r w:rsidRPr="00B25F74">
            <w:rPr>
              <w:rStyle w:val="PlaceholderText"/>
            </w:rPr>
            <w:t>Choose an item.</w:t>
          </w:r>
        </w:p>
      </w:docPartBody>
    </w:docPart>
    <w:docPart>
      <w:docPartPr>
        <w:name w:val="E01AB73681484086BC6FB2132462E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3EDD37-2925-4993-9159-3EB91F2AD5C9}"/>
      </w:docPartPr>
      <w:docPartBody>
        <w:p w:rsidR="00661FE6" w:rsidRDefault="00661FE6">
          <w:pPr>
            <w:pStyle w:val="E01AB73681484086BC6FB2132462E9E3"/>
          </w:pPr>
          <w:r w:rsidRPr="00B25F74">
            <w:rPr>
              <w:rStyle w:val="PlaceholderText"/>
            </w:rPr>
            <w:t>Choose an item.</w:t>
          </w:r>
        </w:p>
      </w:docPartBody>
    </w:docPart>
    <w:docPart>
      <w:docPartPr>
        <w:name w:val="B7BA0B9E3AD14134AEF898F7F0734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1AE39-7C29-4DE4-B047-0E4B9C9B04B0}"/>
      </w:docPartPr>
      <w:docPartBody>
        <w:p w:rsidR="00661FE6" w:rsidRDefault="00661FE6">
          <w:pPr>
            <w:pStyle w:val="B7BA0B9E3AD14134AEF898F7F07346F0"/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  <w:docPart>
      <w:docPartPr>
        <w:name w:val="A8F59F604BDC41A3BB5E43CFA870F4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D5671-6ABC-4558-9CB1-E7911AF72E1E}"/>
      </w:docPartPr>
      <w:docPartBody>
        <w:p w:rsidR="00661FE6" w:rsidRDefault="00661FE6">
          <w:pPr>
            <w:pStyle w:val="A8F59F604BDC41A3BB5E43CFA870F4F4"/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  <w:docPart>
      <w:docPartPr>
        <w:name w:val="7C70D27A036A4266B652B0C7DD1FC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CBCCE7-3F30-4E15-9E47-DC2B7B0FB9D6}"/>
      </w:docPartPr>
      <w:docPartBody>
        <w:p w:rsidR="00661FE6" w:rsidRDefault="00661FE6">
          <w:pPr>
            <w:pStyle w:val="7C70D27A036A4266B652B0C7DD1FC5FB"/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  <w:docPart>
      <w:docPartPr>
        <w:name w:val="B0F5930303C3488A9CB924861FBF7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591CF-1259-402D-9EFE-CDB87E502A4D}"/>
      </w:docPartPr>
      <w:docPartBody>
        <w:p w:rsidR="00661FE6" w:rsidRDefault="00661FE6">
          <w:pPr>
            <w:pStyle w:val="B0F5930303C3488A9CB924861FBF7D5B"/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  <w:docPart>
      <w:docPartPr>
        <w:name w:val="C04B9358713A441CABC41F67A461CE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40023B-1AD6-4EF9-AAD5-707007D21A68}"/>
      </w:docPartPr>
      <w:docPartBody>
        <w:p w:rsidR="00661FE6" w:rsidRDefault="00661FE6">
          <w:pPr>
            <w:pStyle w:val="C04B9358713A441CABC41F67A461CE87"/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  <w:docPart>
      <w:docPartPr>
        <w:name w:val="762603ABCAE54E60912BDC7AB0E698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96C73-F64D-4C21-B5FB-3F44AF010D3A}"/>
      </w:docPartPr>
      <w:docPartBody>
        <w:p w:rsidR="00661FE6" w:rsidRDefault="00661FE6">
          <w:pPr>
            <w:pStyle w:val="762603ABCAE54E60912BDC7AB0E69882"/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  <w:docPart>
      <w:docPartPr>
        <w:name w:val="7977356367564DBE8D6413A33D4B03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9F2CEB-7D2D-4C91-B370-5CA8A6A4C5DE}"/>
      </w:docPartPr>
      <w:docPartBody>
        <w:p w:rsidR="00661FE6" w:rsidRDefault="00661FE6">
          <w:pPr>
            <w:pStyle w:val="7977356367564DBE8D6413A33D4B0380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946387AD9C3143CB84BFF81FF4CBE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6460C1-FD95-4CFC-88C6-CF421A463BDE}"/>
      </w:docPartPr>
      <w:docPartBody>
        <w:p w:rsidR="00661FE6" w:rsidRDefault="00661FE6">
          <w:pPr>
            <w:pStyle w:val="946387AD9C3143CB84BFF81FF4CBE2B6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A368E21302564850970FB429D54C2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F4EB22-0686-4580-93C9-9C9C95349319}"/>
      </w:docPartPr>
      <w:docPartBody>
        <w:p w:rsidR="00661FE6" w:rsidRDefault="00661FE6">
          <w:pPr>
            <w:pStyle w:val="A368E21302564850970FB429D54C22B6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CDD4128804834DCF9F66447075FAE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64DB32-D27E-4CB0-869F-FD395BB7AD53}"/>
      </w:docPartPr>
      <w:docPartBody>
        <w:p w:rsidR="00661FE6" w:rsidRDefault="00661FE6">
          <w:pPr>
            <w:pStyle w:val="CDD4128804834DCF9F66447075FAEFA9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B2EEE66016F24397BC7CE28710A16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38B93-4E1A-4714-BFD5-9CF7C7AC5549}"/>
      </w:docPartPr>
      <w:docPartBody>
        <w:p w:rsidR="00661FE6" w:rsidRDefault="00661FE6">
          <w:pPr>
            <w:pStyle w:val="B2EEE66016F24397BC7CE28710A16CF8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E6136FA4F426465BADF49F2356939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E3DEA-017B-431F-97B5-4C464A63D092}"/>
      </w:docPartPr>
      <w:docPartBody>
        <w:p w:rsidR="00661FE6" w:rsidRDefault="00661FE6">
          <w:pPr>
            <w:pStyle w:val="E6136FA4F426465BADF49F2356939F87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0A88620A08F34C67B37FD4A19EBDB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BD17A8-82AC-4450-91D2-8372D2C236FA}"/>
      </w:docPartPr>
      <w:docPartBody>
        <w:p w:rsidR="00661FE6" w:rsidRDefault="00661FE6">
          <w:pPr>
            <w:pStyle w:val="0A88620A08F34C67B37FD4A19EBDB13E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4128DBD237054BAC9BBABCFB4F2D3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26EC8-F062-4460-B84A-5EE1AE8C5FF4}"/>
      </w:docPartPr>
      <w:docPartBody>
        <w:p w:rsidR="00661FE6" w:rsidRDefault="00661FE6">
          <w:pPr>
            <w:pStyle w:val="4128DBD237054BAC9BBABCFB4F2D3232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B45D15B1EC9540C2848D8AFF4A8AF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9C0AC-D4DE-45A0-B047-671B9791874B}"/>
      </w:docPartPr>
      <w:docPartBody>
        <w:p w:rsidR="00661FE6" w:rsidRDefault="00661FE6">
          <w:pPr>
            <w:pStyle w:val="B45D15B1EC9540C2848D8AFF4A8AF3BF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2F8FE79CAD3C44A190F451AE75FAC0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5ADC1-FAED-422C-9C4F-1073444E9C77}"/>
      </w:docPartPr>
      <w:docPartBody>
        <w:p w:rsidR="00661FE6" w:rsidRDefault="00661FE6">
          <w:pPr>
            <w:pStyle w:val="2F8FE79CAD3C44A190F451AE75FAC01B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E2B37BF6F2624E67A3547C9EB1A29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CE4C0-467D-4C97-B945-E7F4989AD604}"/>
      </w:docPartPr>
      <w:docPartBody>
        <w:p w:rsidR="00661FE6" w:rsidRDefault="00661FE6">
          <w:pPr>
            <w:pStyle w:val="E2B37BF6F2624E67A3547C9EB1A29B21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AD11EEFF342042AFA3FEBD89EFABD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DC537C-D06C-47CC-95BA-2F8969396FCE}"/>
      </w:docPartPr>
      <w:docPartBody>
        <w:p w:rsidR="00661FE6" w:rsidRDefault="00661FE6">
          <w:pPr>
            <w:pStyle w:val="AD11EEFF342042AFA3FEBD89EFABD723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66984EADB15B4F729584D0FF580C38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C5582-3F67-4052-982E-5FCA2E28F520}"/>
      </w:docPartPr>
      <w:docPartBody>
        <w:p w:rsidR="00661FE6" w:rsidRDefault="00661FE6">
          <w:pPr>
            <w:pStyle w:val="66984EADB15B4F729584D0FF580C38E8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86225FED32194AFD8A0160089BC09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25AB21-CBCB-4DEC-BD7F-5DB508A1496F}"/>
      </w:docPartPr>
      <w:docPartBody>
        <w:p w:rsidR="00661FE6" w:rsidRDefault="00661FE6">
          <w:pPr>
            <w:pStyle w:val="86225FED32194AFD8A0160089BC0926D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88F3FDE536D54D80A183925F0ECEA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DEF2D0-14A0-4F18-B548-29FE04D03AB0}"/>
      </w:docPartPr>
      <w:docPartBody>
        <w:p w:rsidR="00661FE6" w:rsidRDefault="00661FE6">
          <w:pPr>
            <w:pStyle w:val="88F3FDE536D54D80A183925F0ECEA1D8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3343329842BD4070B57BEC95DF23A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4DAE46-EBC6-4517-A381-1D78E0200288}"/>
      </w:docPartPr>
      <w:docPartBody>
        <w:p w:rsidR="00661FE6" w:rsidRDefault="00661FE6">
          <w:pPr>
            <w:pStyle w:val="3343329842BD4070B57BEC95DF23A1EB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BEDC3CD9428041269E6D7811651B6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72D1F-3861-47C4-919D-231E212F113D}"/>
      </w:docPartPr>
      <w:docPartBody>
        <w:p w:rsidR="00661FE6" w:rsidRDefault="00661FE6">
          <w:pPr>
            <w:pStyle w:val="BEDC3CD9428041269E6D7811651B6CD3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C063FC3A70B64DB29CDE014B2806E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FBB1BD-CA13-414A-9D21-A3817712D437}"/>
      </w:docPartPr>
      <w:docPartBody>
        <w:p w:rsidR="00661FE6" w:rsidRDefault="00661FE6">
          <w:pPr>
            <w:pStyle w:val="C063FC3A70B64DB29CDE014B2806ED7C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11DBEAD701D6402CB04DC938F05CD4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52C5F-9223-4011-8952-896F3359CC89}"/>
      </w:docPartPr>
      <w:docPartBody>
        <w:p w:rsidR="00661FE6" w:rsidRDefault="00661FE6">
          <w:pPr>
            <w:pStyle w:val="11DBEAD701D6402CB04DC938F05CD441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7D189D61E7AB46B78C5D19F75F881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F136D-43E3-4B2F-AE44-2C2CAE61F231}"/>
      </w:docPartPr>
      <w:docPartBody>
        <w:p w:rsidR="00661FE6" w:rsidRDefault="00661FE6">
          <w:pPr>
            <w:pStyle w:val="7D189D61E7AB46B78C5D19F75F8814DB"/>
          </w:pPr>
          <w:r w:rsidRPr="00343E81">
            <w:rPr>
              <w:rStyle w:val="PlaceholderText"/>
              <w:i/>
            </w:rPr>
            <w:t>Enter</w:t>
          </w:r>
        </w:p>
      </w:docPartBody>
    </w:docPart>
    <w:docPart>
      <w:docPartPr>
        <w:name w:val="A04739D3C2B044E3A7CDA25657D88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EE64D-ACBE-4A2C-91EA-971213FB042F}"/>
      </w:docPartPr>
      <w:docPartBody>
        <w:p w:rsidR="00661FE6" w:rsidRDefault="00661FE6">
          <w:pPr>
            <w:pStyle w:val="A04739D3C2B044E3A7CDA25657D88F28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5CA032931EA84E28B21A151586448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95131-2A9C-40B9-B585-BE1B3CECF434}"/>
      </w:docPartPr>
      <w:docPartBody>
        <w:p w:rsidR="00661FE6" w:rsidRDefault="00661FE6">
          <w:pPr>
            <w:pStyle w:val="5CA032931EA84E28B21A15158644800F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6E5018F413C44A9590CB15AD5A74F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283AB-0DC3-4236-879A-2E9B254E5C19}"/>
      </w:docPartPr>
      <w:docPartBody>
        <w:p w:rsidR="00661FE6" w:rsidRDefault="00661FE6">
          <w:pPr>
            <w:pStyle w:val="6E5018F413C44A9590CB15AD5A74F670"/>
          </w:pPr>
          <w:r w:rsidRPr="002D32EB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20"/>
  <w:characterSpacingControl w:val="doNotCompress"/>
  <w:compat>
    <w:useFELayout/>
  </w:compat>
  <w:rsids>
    <w:rsidRoot w:val="00661FE6"/>
    <w:rsid w:val="00661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F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61FE6"/>
    <w:rPr>
      <w:color w:val="808080"/>
    </w:rPr>
  </w:style>
  <w:style w:type="paragraph" w:customStyle="1" w:styleId="255700CFC7744CB3BDC2B208B57CFDEC">
    <w:name w:val="255700CFC7744CB3BDC2B208B57CFDEC"/>
    <w:rsid w:val="00661FE6"/>
  </w:style>
  <w:style w:type="paragraph" w:customStyle="1" w:styleId="5F7B00DB3BA44CB69F04FDD593AC1AE2">
    <w:name w:val="5F7B00DB3BA44CB69F04FDD593AC1AE2"/>
    <w:rsid w:val="00661FE6"/>
  </w:style>
  <w:style w:type="paragraph" w:customStyle="1" w:styleId="6BCC13FC80184FDE814F63CE49AF9585">
    <w:name w:val="6BCC13FC80184FDE814F63CE49AF9585"/>
    <w:rsid w:val="00661FE6"/>
  </w:style>
  <w:style w:type="paragraph" w:customStyle="1" w:styleId="CC9DE39C92964F3597B9B0878BBB646E">
    <w:name w:val="CC9DE39C92964F3597B9B0878BBB646E"/>
    <w:rsid w:val="00661FE6"/>
  </w:style>
  <w:style w:type="paragraph" w:customStyle="1" w:styleId="E01AB73681484086BC6FB2132462E9E3">
    <w:name w:val="E01AB73681484086BC6FB2132462E9E3"/>
    <w:rsid w:val="00661FE6"/>
  </w:style>
  <w:style w:type="paragraph" w:customStyle="1" w:styleId="B7BA0B9E3AD14134AEF898F7F07346F0">
    <w:name w:val="B7BA0B9E3AD14134AEF898F7F07346F0"/>
    <w:rsid w:val="00661FE6"/>
  </w:style>
  <w:style w:type="paragraph" w:customStyle="1" w:styleId="A8F59F604BDC41A3BB5E43CFA870F4F4">
    <w:name w:val="A8F59F604BDC41A3BB5E43CFA870F4F4"/>
    <w:rsid w:val="00661FE6"/>
  </w:style>
  <w:style w:type="paragraph" w:customStyle="1" w:styleId="7C70D27A036A4266B652B0C7DD1FC5FB">
    <w:name w:val="7C70D27A036A4266B652B0C7DD1FC5FB"/>
    <w:rsid w:val="00661FE6"/>
  </w:style>
  <w:style w:type="paragraph" w:customStyle="1" w:styleId="B0F5930303C3488A9CB924861FBF7D5B">
    <w:name w:val="B0F5930303C3488A9CB924861FBF7D5B"/>
    <w:rsid w:val="00661FE6"/>
  </w:style>
  <w:style w:type="paragraph" w:customStyle="1" w:styleId="C04B9358713A441CABC41F67A461CE87">
    <w:name w:val="C04B9358713A441CABC41F67A461CE87"/>
    <w:rsid w:val="00661FE6"/>
  </w:style>
  <w:style w:type="paragraph" w:customStyle="1" w:styleId="762603ABCAE54E60912BDC7AB0E69882">
    <w:name w:val="762603ABCAE54E60912BDC7AB0E69882"/>
    <w:rsid w:val="00661FE6"/>
  </w:style>
  <w:style w:type="paragraph" w:customStyle="1" w:styleId="7977356367564DBE8D6413A33D4B0380">
    <w:name w:val="7977356367564DBE8D6413A33D4B0380"/>
    <w:rsid w:val="00661FE6"/>
  </w:style>
  <w:style w:type="paragraph" w:customStyle="1" w:styleId="946387AD9C3143CB84BFF81FF4CBE2B6">
    <w:name w:val="946387AD9C3143CB84BFF81FF4CBE2B6"/>
    <w:rsid w:val="00661FE6"/>
  </w:style>
  <w:style w:type="paragraph" w:customStyle="1" w:styleId="A368E21302564850970FB429D54C22B6">
    <w:name w:val="A368E21302564850970FB429D54C22B6"/>
    <w:rsid w:val="00661FE6"/>
  </w:style>
  <w:style w:type="paragraph" w:customStyle="1" w:styleId="CDD4128804834DCF9F66447075FAEFA9">
    <w:name w:val="CDD4128804834DCF9F66447075FAEFA9"/>
    <w:rsid w:val="00661FE6"/>
  </w:style>
  <w:style w:type="paragraph" w:customStyle="1" w:styleId="B2EEE66016F24397BC7CE28710A16CF8">
    <w:name w:val="B2EEE66016F24397BC7CE28710A16CF8"/>
    <w:rsid w:val="00661FE6"/>
  </w:style>
  <w:style w:type="paragraph" w:customStyle="1" w:styleId="E6136FA4F426465BADF49F2356939F87">
    <w:name w:val="E6136FA4F426465BADF49F2356939F87"/>
    <w:rsid w:val="00661FE6"/>
  </w:style>
  <w:style w:type="paragraph" w:customStyle="1" w:styleId="0A88620A08F34C67B37FD4A19EBDB13E">
    <w:name w:val="0A88620A08F34C67B37FD4A19EBDB13E"/>
    <w:rsid w:val="00661FE6"/>
  </w:style>
  <w:style w:type="paragraph" w:customStyle="1" w:styleId="4128DBD237054BAC9BBABCFB4F2D3232">
    <w:name w:val="4128DBD237054BAC9BBABCFB4F2D3232"/>
    <w:rsid w:val="00661FE6"/>
  </w:style>
  <w:style w:type="paragraph" w:customStyle="1" w:styleId="B45D15B1EC9540C2848D8AFF4A8AF3BF">
    <w:name w:val="B45D15B1EC9540C2848D8AFF4A8AF3BF"/>
    <w:rsid w:val="00661FE6"/>
  </w:style>
  <w:style w:type="paragraph" w:customStyle="1" w:styleId="2F8FE79CAD3C44A190F451AE75FAC01B">
    <w:name w:val="2F8FE79CAD3C44A190F451AE75FAC01B"/>
    <w:rsid w:val="00661FE6"/>
  </w:style>
  <w:style w:type="paragraph" w:customStyle="1" w:styleId="E2B37BF6F2624E67A3547C9EB1A29B21">
    <w:name w:val="E2B37BF6F2624E67A3547C9EB1A29B21"/>
    <w:rsid w:val="00661FE6"/>
  </w:style>
  <w:style w:type="paragraph" w:customStyle="1" w:styleId="AD11EEFF342042AFA3FEBD89EFABD723">
    <w:name w:val="AD11EEFF342042AFA3FEBD89EFABD723"/>
    <w:rsid w:val="00661FE6"/>
  </w:style>
  <w:style w:type="paragraph" w:customStyle="1" w:styleId="66984EADB15B4F729584D0FF580C38E8">
    <w:name w:val="66984EADB15B4F729584D0FF580C38E8"/>
    <w:rsid w:val="00661FE6"/>
  </w:style>
  <w:style w:type="paragraph" w:customStyle="1" w:styleId="86225FED32194AFD8A0160089BC0926D">
    <w:name w:val="86225FED32194AFD8A0160089BC0926D"/>
    <w:rsid w:val="00661FE6"/>
  </w:style>
  <w:style w:type="paragraph" w:customStyle="1" w:styleId="88F3FDE536D54D80A183925F0ECEA1D8">
    <w:name w:val="88F3FDE536D54D80A183925F0ECEA1D8"/>
    <w:rsid w:val="00661FE6"/>
  </w:style>
  <w:style w:type="paragraph" w:customStyle="1" w:styleId="3343329842BD4070B57BEC95DF23A1EB">
    <w:name w:val="3343329842BD4070B57BEC95DF23A1EB"/>
    <w:rsid w:val="00661FE6"/>
  </w:style>
  <w:style w:type="paragraph" w:customStyle="1" w:styleId="BEDC3CD9428041269E6D7811651B6CD3">
    <w:name w:val="BEDC3CD9428041269E6D7811651B6CD3"/>
    <w:rsid w:val="00661FE6"/>
  </w:style>
  <w:style w:type="paragraph" w:customStyle="1" w:styleId="C063FC3A70B64DB29CDE014B2806ED7C">
    <w:name w:val="C063FC3A70B64DB29CDE014B2806ED7C"/>
    <w:rsid w:val="00661FE6"/>
  </w:style>
  <w:style w:type="paragraph" w:customStyle="1" w:styleId="11DBEAD701D6402CB04DC938F05CD441">
    <w:name w:val="11DBEAD701D6402CB04DC938F05CD441"/>
    <w:rsid w:val="00661FE6"/>
  </w:style>
  <w:style w:type="paragraph" w:customStyle="1" w:styleId="7D189D61E7AB46B78C5D19F75F8814DB">
    <w:name w:val="7D189D61E7AB46B78C5D19F75F8814DB"/>
    <w:rsid w:val="00661FE6"/>
  </w:style>
  <w:style w:type="paragraph" w:customStyle="1" w:styleId="A04739D3C2B044E3A7CDA25657D88F28">
    <w:name w:val="A04739D3C2B044E3A7CDA25657D88F28"/>
    <w:rsid w:val="00661FE6"/>
  </w:style>
  <w:style w:type="paragraph" w:customStyle="1" w:styleId="5CA032931EA84E28B21A15158644800F">
    <w:name w:val="5CA032931EA84E28B21A15158644800F"/>
    <w:rsid w:val="00661FE6"/>
  </w:style>
  <w:style w:type="paragraph" w:customStyle="1" w:styleId="6E5018F413C44A9590CB15AD5A74F670">
    <w:name w:val="6E5018F413C44A9590CB15AD5A74F670"/>
    <w:rsid w:val="00661FE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6E03-FDFC-4B72-927F-54DFD5543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Shasha_q-Smarties_Training_Course_Evaluation_0.dotx</Template>
  <TotalTime>7</TotalTime>
  <Pages>2</Pages>
  <Words>493</Words>
  <Characters>2535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Level 0</vt:lpstr>
    </vt:vector>
  </TitlesOfParts>
  <Company>First Derivatives</Company>
  <LinksUpToDate>false</LinksUpToDate>
  <CharactersWithSpaces>3022</CharactersWithSpaces>
  <SharedDoc>false</SharedDoc>
  <HLinks>
    <vt:vector size="12" baseType="variant">
      <vt:variant>
        <vt:i4>3538949</vt:i4>
      </vt:variant>
      <vt:variant>
        <vt:i4>0</vt:i4>
      </vt:variant>
      <vt:variant>
        <vt:i4>0</vt:i4>
      </vt:variant>
      <vt:variant>
        <vt:i4>5</vt:i4>
      </vt:variant>
      <vt:variant>
        <vt:lpwstr>mailto:nperrem@firstderivatives.com</vt:lpwstr>
      </vt:variant>
      <vt:variant>
        <vt:lpwstr/>
      </vt:variant>
      <vt:variant>
        <vt:i4>4456533</vt:i4>
      </vt:variant>
      <vt:variant>
        <vt:i4>0</vt:i4>
      </vt:variant>
      <vt:variant>
        <vt:i4>0</vt:i4>
      </vt:variant>
      <vt:variant>
        <vt:i4>5</vt:i4>
      </vt:variant>
      <vt:variant>
        <vt:lpwstr>http://www.firstderivatives.com/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 0</dc:title>
  <dc:subject/>
  <dc:creator>Scott Redstone</dc:creator>
  <cp:keywords/>
  <cp:lastModifiedBy>Scott Redstone</cp:lastModifiedBy>
  <cp:revision>2</cp:revision>
  <cp:lastPrinted>2009-10-29T19:31:00Z</cp:lastPrinted>
  <dcterms:created xsi:type="dcterms:W3CDTF">2011-07-29T20:55:00Z</dcterms:created>
  <dcterms:modified xsi:type="dcterms:W3CDTF">2011-07-29T20:55:00Z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1956295842</vt:i4>
  </property>
  <property fmtid="{D5CDD505-2E9C-101B-9397-08002B2CF9AE}" pid="3" name="_NewReviewCycle">
    <vt:lpwstr/>
  </property>
  <property fmtid="{D5CDD505-2E9C-101B-9397-08002B2CF9AE}" pid="4" name="_EmailSubject">
    <vt:lpwstr>Recent Course Evaluations:  q for Smarties</vt:lpwstr>
  </property>
  <property fmtid="{D5CDD505-2E9C-101B-9397-08002B2CF9AE}" pid="5" name="_AuthorEmail">
    <vt:lpwstr>scott.redstone@baml.com</vt:lpwstr>
  </property>
  <property fmtid="{D5CDD505-2E9C-101B-9397-08002B2CF9AE}" pid="6" name="_AuthorEmailDisplayName">
    <vt:lpwstr>Redstone, Scott E - GMRT-EST</vt:lpwstr>
  </property>
</Properties>
</file>